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FB9EF" w14:textId="77777777" w:rsidR="00723F9D" w:rsidRPr="0003761A" w:rsidRDefault="0003761A" w:rsidP="00741830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noProof/>
          <w:lang w:eastAsia="ko-KR"/>
        </w:rPr>
        <w:drawing>
          <wp:anchor distT="0" distB="0" distL="114300" distR="114300" simplePos="0" relativeHeight="251660288" behindDoc="0" locked="0" layoutInCell="1" allowOverlap="1" wp14:anchorId="6F823AF6" wp14:editId="721CF27D">
            <wp:simplePos x="0" y="0"/>
            <wp:positionH relativeFrom="column">
              <wp:posOffset>0</wp:posOffset>
            </wp:positionH>
            <wp:positionV relativeFrom="paragraph">
              <wp:posOffset>-5080</wp:posOffset>
            </wp:positionV>
            <wp:extent cx="1508760" cy="566420"/>
            <wp:effectExtent l="0" t="0" r="0" b="5080"/>
            <wp:wrapTopAndBottom/>
            <wp:docPr id="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407741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761A">
        <w:rPr>
          <w:rFonts w:ascii="Georgia" w:hAnsi="Georgia"/>
          <w:noProof/>
          <w:szCs w:val="20"/>
          <w:lang w:eastAsia="ko"/>
        </w:rPr>
        <w:t xml:space="preserve"> </w:t>
      </w:r>
      <w:r w:rsidRPr="0003761A">
        <w:rPr>
          <w:rFonts w:ascii="Georgia" w:hAnsi="Georgi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FA0D1" wp14:editId="3019520F">
                <wp:simplePos x="0" y="0"/>
                <wp:positionH relativeFrom="column">
                  <wp:posOffset>5423535</wp:posOffset>
                </wp:positionH>
                <wp:positionV relativeFrom="paragraph">
                  <wp:posOffset>-168275</wp:posOffset>
                </wp:positionV>
                <wp:extent cx="914400" cy="228600"/>
                <wp:effectExtent l="0" t="0" r="0" b="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849638" w14:textId="77777777" w:rsidR="009A3F78" w:rsidRPr="00DE6891" w:rsidRDefault="0003761A" w:rsidP="00F27A9D">
                            <w:pPr>
                              <w:pStyle w:val="LanguageCode"/>
                            </w:pPr>
                            <w:r>
                              <w:rPr>
                                <w:lang w:eastAsia="ko"/>
                              </w:rPr>
                              <w:t>한국어 (KO)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5" type="#_x0000_t202" style="width:1in;height:18pt;margin-top:-13.25pt;margin-left:427.0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filled="f" stroked="f">
                <v:textbox>
                  <w:txbxContent>
                    <w:p w:rsidR="009A3F78" w:rsidRPr="00DE6891" w:rsidP="00F27A9D" w14:paraId="6BCFBBA6" w14:textId="77777777">
                      <w:pPr>
                        <w:pStyle w:val="LanguageCode"/>
                        <w:bidi w:val="0"/>
                      </w:pPr>
                      <w:r>
                        <w:rPr>
                          <w:lang w:eastAsia="ko"/>
                          <w:b w:val="0"/>
                          <w:bCs w:val="0"/>
                          <w:i w:val="0"/>
                          <w:iCs w:val="0"/>
                          <w:u w:val="none"/>
                          <w:vertAlign w:val="baseline"/>
                          <w:rtl w:val="0"/>
                        </w:rPr>
                        <w:t xml:space="preserve">한국어 (KO)</w:t>
                      </w:r>
                    </w:p>
                  </w:txbxContent>
                </v:textbox>
              </v:shape>
            </w:pict>
          </mc:Fallback>
        </mc:AlternateContent>
      </w:r>
    </w:p>
    <w:p w14:paraId="6BCFB9F0" w14:textId="77777777" w:rsidR="00FC4BDA" w:rsidRPr="0003761A" w:rsidRDefault="0003761A" w:rsidP="00FC4BDA">
      <w:pPr>
        <w:pStyle w:val="Heading1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글로벌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보조금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신청서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템플릿</w:t>
      </w:r>
    </w:p>
    <w:p w14:paraId="6BCFB9F1" w14:textId="77777777" w:rsidR="00307FDA" w:rsidRPr="0003761A" w:rsidRDefault="0003761A" w:rsidP="00741830">
      <w:pPr>
        <w:pStyle w:val="Intro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다음은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글로벌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보조금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신청서에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제시된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문항들입니다</w:t>
      </w:r>
      <w:r w:rsidRPr="0003761A">
        <w:rPr>
          <w:rFonts w:ascii="Georgia" w:hAnsi="Georgia"/>
          <w:lang w:eastAsia="ko"/>
        </w:rPr>
        <w:t xml:space="preserve">. </w:t>
      </w:r>
      <w:r w:rsidRPr="0003761A">
        <w:rPr>
          <w:rFonts w:ascii="Georgia" w:hAnsi="Georgia"/>
          <w:lang w:eastAsia="ko"/>
        </w:rPr>
        <w:t>신청서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작성에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들어가기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전에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템플릿을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참고해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필요한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정보를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수집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정리하시기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바랍니다</w:t>
      </w:r>
      <w:r w:rsidRPr="0003761A">
        <w:rPr>
          <w:rFonts w:ascii="Georgia" w:hAnsi="Georgia"/>
          <w:lang w:eastAsia="ko"/>
        </w:rPr>
        <w:t xml:space="preserve">. </w:t>
      </w:r>
      <w:r w:rsidRPr="0003761A">
        <w:rPr>
          <w:rFonts w:ascii="Georgia" w:hAnsi="Georgia"/>
          <w:lang w:eastAsia="ko"/>
        </w:rPr>
        <w:t>실제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신청서는</w:t>
      </w:r>
      <w:r w:rsidRPr="0003761A">
        <w:rPr>
          <w:rFonts w:ascii="Georgia" w:hAnsi="Georgia"/>
          <w:lang w:eastAsia="ko"/>
        </w:rPr>
        <w:t xml:space="preserve"> </w:t>
      </w:r>
      <w:hyperlink r:id="rId12" w:history="1">
        <w:r w:rsidRPr="0003761A">
          <w:rPr>
            <w:rStyle w:val="Hyperlink"/>
            <w:rFonts w:ascii="Georgia" w:hAnsi="Georgia"/>
            <w:lang w:eastAsia="ko"/>
          </w:rPr>
          <w:t>www.rotary.org/grants</w:t>
        </w:r>
      </w:hyperlink>
      <w:r w:rsidRPr="0003761A">
        <w:rPr>
          <w:rFonts w:ascii="Georgia" w:hAnsi="Georgia"/>
          <w:lang w:eastAsia="ko"/>
        </w:rPr>
        <w:t>에서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찾아보실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있습니다</w:t>
      </w:r>
      <w:r w:rsidRPr="0003761A">
        <w:rPr>
          <w:rFonts w:ascii="Georgia" w:hAnsi="Georgia"/>
          <w:lang w:eastAsia="ko"/>
        </w:rPr>
        <w:t>.</w:t>
      </w:r>
    </w:p>
    <w:p w14:paraId="6BCFB9F2" w14:textId="77777777" w:rsidR="000B4CEF" w:rsidRPr="0003761A" w:rsidRDefault="0003761A" w:rsidP="00741830">
      <w:pPr>
        <w:pStyle w:val="BodyParagraph"/>
        <w:rPr>
          <w:rFonts w:ascii="Georgia" w:eastAsia="NanumGothic" w:hAnsi="Georgia"/>
          <w:color w:val="auto"/>
          <w:sz w:val="28"/>
          <w:szCs w:val="28"/>
          <w:lang w:eastAsia="ko-KR"/>
        </w:rPr>
      </w:pPr>
      <w:r w:rsidRPr="0003761A">
        <w:rPr>
          <w:rFonts w:ascii="Georgia" w:eastAsia="NanumGothic" w:hAnsi="Georgia"/>
          <w:color w:val="auto"/>
          <w:sz w:val="28"/>
          <w:szCs w:val="28"/>
          <w:lang w:eastAsia="ko"/>
        </w:rPr>
        <w:t>제</w:t>
      </w:r>
      <w:r w:rsidRPr="0003761A">
        <w:rPr>
          <w:rFonts w:ascii="Georgia" w:eastAsia="NanumGothic" w:hAnsi="Georgia"/>
          <w:color w:val="auto"/>
          <w:sz w:val="28"/>
          <w:szCs w:val="28"/>
          <w:lang w:eastAsia="ko"/>
        </w:rPr>
        <w:t>1</w:t>
      </w:r>
      <w:r w:rsidRPr="0003761A">
        <w:rPr>
          <w:rFonts w:ascii="Georgia" w:eastAsia="NanumGothic" w:hAnsi="Georgia"/>
          <w:color w:val="auto"/>
          <w:sz w:val="28"/>
          <w:szCs w:val="28"/>
          <w:lang w:eastAsia="ko"/>
        </w:rPr>
        <w:t>단계</w:t>
      </w:r>
      <w:r w:rsidRPr="0003761A">
        <w:rPr>
          <w:rFonts w:ascii="Georgia" w:eastAsia="NanumGothic" w:hAnsi="Georgia"/>
          <w:color w:val="auto"/>
          <w:sz w:val="28"/>
          <w:szCs w:val="28"/>
          <w:lang w:eastAsia="ko"/>
        </w:rPr>
        <w:t xml:space="preserve">: </w:t>
      </w:r>
      <w:r w:rsidRPr="0003761A">
        <w:rPr>
          <w:rFonts w:ascii="Georgia" w:eastAsia="NanumGothic" w:hAnsi="Georgia"/>
          <w:color w:val="auto"/>
          <w:sz w:val="28"/>
          <w:szCs w:val="28"/>
          <w:lang w:eastAsia="ko"/>
        </w:rPr>
        <w:t>기본</w:t>
      </w:r>
      <w:r w:rsidRPr="0003761A">
        <w:rPr>
          <w:rFonts w:ascii="Georgia" w:eastAsia="NanumGothic" w:hAnsi="Georgia"/>
          <w:color w:val="auto"/>
          <w:sz w:val="28"/>
          <w:szCs w:val="28"/>
          <w:lang w:eastAsia="ko"/>
        </w:rPr>
        <w:t xml:space="preserve"> </w:t>
      </w:r>
      <w:r w:rsidRPr="0003761A">
        <w:rPr>
          <w:rFonts w:ascii="Georgia" w:eastAsia="NanumGothic" w:hAnsi="Georgia"/>
          <w:color w:val="auto"/>
          <w:sz w:val="28"/>
          <w:szCs w:val="28"/>
          <w:lang w:eastAsia="ko"/>
        </w:rPr>
        <w:t>정보</w:t>
      </w:r>
    </w:p>
    <w:p w14:paraId="6BCFB9F3" w14:textId="77777777" w:rsidR="00307FDA" w:rsidRPr="0003761A" w:rsidRDefault="0003761A" w:rsidP="00C13439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프로젝트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명칭은</w:t>
      </w:r>
      <w:r w:rsidRPr="0003761A">
        <w:rPr>
          <w:rFonts w:ascii="Georgia" w:hAnsi="Georgia"/>
          <w:bCs/>
          <w:lang w:eastAsia="ko"/>
        </w:rPr>
        <w:t>?</w:t>
      </w:r>
    </w:p>
    <w:p w14:paraId="6BCFB9F4" w14:textId="77777777" w:rsidR="0074442B" w:rsidRPr="0003761A" w:rsidRDefault="0074442B" w:rsidP="00A63A22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9F5" w14:textId="77777777" w:rsidR="00307FDA" w:rsidRPr="0003761A" w:rsidRDefault="0003761A" w:rsidP="00C13439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어느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종류의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프로젝트를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계획하고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계십니까</w:t>
      </w:r>
      <w:r w:rsidRPr="0003761A">
        <w:rPr>
          <w:rFonts w:ascii="Georgia" w:hAnsi="Georgia"/>
          <w:bCs/>
          <w:lang w:eastAsia="ko"/>
        </w:rPr>
        <w:t>? (</w:t>
      </w:r>
      <w:r w:rsidRPr="0003761A">
        <w:rPr>
          <w:rFonts w:ascii="Georgia" w:hAnsi="Georgia"/>
          <w:bCs/>
          <w:lang w:eastAsia="ko"/>
        </w:rPr>
        <w:t>인도주의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프로젝트</w:t>
      </w:r>
      <w:r w:rsidRPr="0003761A">
        <w:rPr>
          <w:rFonts w:ascii="Georgia" w:hAnsi="Georgia"/>
          <w:bCs/>
          <w:lang w:eastAsia="ko"/>
        </w:rPr>
        <w:t xml:space="preserve">, </w:t>
      </w:r>
      <w:r w:rsidRPr="0003761A">
        <w:rPr>
          <w:rFonts w:ascii="Georgia" w:hAnsi="Georgia"/>
          <w:bCs/>
          <w:lang w:eastAsia="ko"/>
        </w:rPr>
        <w:t>직업연수</w:t>
      </w:r>
      <w:r w:rsidRPr="0003761A">
        <w:rPr>
          <w:rFonts w:ascii="Georgia" w:hAnsi="Georgia"/>
          <w:bCs/>
          <w:lang w:eastAsia="ko"/>
        </w:rPr>
        <w:t xml:space="preserve">, </w:t>
      </w:r>
      <w:r w:rsidRPr="0003761A">
        <w:rPr>
          <w:rFonts w:ascii="Georgia" w:hAnsi="Georgia"/>
          <w:bCs/>
          <w:lang w:eastAsia="ko"/>
        </w:rPr>
        <w:t>장학금</w:t>
      </w:r>
      <w:r w:rsidRPr="0003761A">
        <w:rPr>
          <w:rFonts w:ascii="Georgia" w:hAnsi="Georgia"/>
          <w:bCs/>
          <w:lang w:eastAsia="ko"/>
        </w:rPr>
        <w:t>)</w:t>
      </w:r>
    </w:p>
    <w:p w14:paraId="6BCFB9F6" w14:textId="77777777" w:rsidR="00411E28" w:rsidRPr="0003761A" w:rsidRDefault="0003761A" w:rsidP="00411E28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글로벌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보조금은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로타리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초점분야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내의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활동에만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사용될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있습니다</w:t>
      </w:r>
      <w:r w:rsidRPr="0003761A">
        <w:rPr>
          <w:rFonts w:ascii="Georgia" w:hAnsi="Georgia"/>
          <w:lang w:eastAsia="ko"/>
        </w:rPr>
        <w:t>.</w:t>
      </w:r>
    </w:p>
    <w:p w14:paraId="6BCFB9F7" w14:textId="77777777" w:rsidR="0074442B" w:rsidRPr="0003761A" w:rsidRDefault="0074442B" w:rsidP="00A63A22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9F8" w14:textId="77777777" w:rsidR="00307FDA" w:rsidRPr="0003761A" w:rsidRDefault="0003761A" w:rsidP="00C13439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프로젝트를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위한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호스트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및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국제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연락담당자를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선택하세요</w:t>
      </w:r>
      <w:r w:rsidRPr="0003761A">
        <w:rPr>
          <w:rFonts w:ascii="Georgia" w:hAnsi="Georgia"/>
          <w:bCs/>
          <w:lang w:eastAsia="ko"/>
        </w:rPr>
        <w:t>.</w:t>
      </w:r>
    </w:p>
    <w:p w14:paraId="6BCFB9F9" w14:textId="77777777" w:rsidR="00411E28" w:rsidRPr="0003761A" w:rsidRDefault="0003761A" w:rsidP="00411E28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호스트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연락담당자는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프로젝트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연수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혹은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학업이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실시될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국가에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거주합니다</w:t>
      </w:r>
      <w:r w:rsidRPr="0003761A">
        <w:rPr>
          <w:rFonts w:ascii="Georgia" w:hAnsi="Georgia"/>
          <w:lang w:eastAsia="ko"/>
        </w:rPr>
        <w:t xml:space="preserve">. </w:t>
      </w:r>
      <w:r w:rsidRPr="0003761A">
        <w:rPr>
          <w:rFonts w:ascii="Georgia" w:hAnsi="Georgia"/>
          <w:lang w:eastAsia="ko"/>
        </w:rPr>
        <w:t>국제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연락담당자는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그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외의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국가에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거주합니다</w:t>
      </w:r>
      <w:r w:rsidRPr="0003761A">
        <w:rPr>
          <w:rFonts w:ascii="Georgia" w:hAnsi="Georgia"/>
          <w:lang w:eastAsia="ko"/>
        </w:rPr>
        <w:t xml:space="preserve">. </w:t>
      </w:r>
      <w:r w:rsidRPr="0003761A">
        <w:rPr>
          <w:rFonts w:ascii="Georgia" w:hAnsi="Georgia"/>
          <w:lang w:eastAsia="ko"/>
        </w:rPr>
        <w:t>양쪽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연락담당자는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보조금과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관련된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모든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커뮤니케이션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및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로타리재단에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대한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보고를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책임집니다</w:t>
      </w:r>
      <w:r w:rsidRPr="0003761A">
        <w:rPr>
          <w:rFonts w:ascii="Georgia" w:hAnsi="Georgia"/>
          <w:lang w:eastAsia="ko"/>
        </w:rPr>
        <w:t>.</w:t>
      </w:r>
    </w:p>
    <w:p w14:paraId="6BCFB9FA" w14:textId="77777777" w:rsidR="009C3476" w:rsidRPr="0003761A" w:rsidRDefault="009C3476" w:rsidP="00A63A22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9FB" w14:textId="77777777" w:rsidR="008E047C" w:rsidRPr="0003761A" w:rsidRDefault="008E047C" w:rsidP="004E105F">
      <w:pPr>
        <w:pStyle w:val="BodyParagraph"/>
        <w:rPr>
          <w:rFonts w:ascii="Georgia" w:hAnsi="Georgia"/>
          <w:lang w:eastAsia="ko-KR"/>
        </w:rPr>
      </w:pPr>
    </w:p>
    <w:p w14:paraId="6BCFB9FC" w14:textId="77777777" w:rsidR="00307FDA" w:rsidRPr="0003761A" w:rsidRDefault="0003761A" w:rsidP="00307FDA">
      <w:pPr>
        <w:pStyle w:val="Heading2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제</w:t>
      </w:r>
      <w:r w:rsidRPr="0003761A">
        <w:rPr>
          <w:rFonts w:ascii="Georgia" w:hAnsi="Georgia"/>
          <w:lang w:eastAsia="ko"/>
        </w:rPr>
        <w:t>2</w:t>
      </w:r>
      <w:r w:rsidRPr="0003761A">
        <w:rPr>
          <w:rFonts w:ascii="Georgia" w:hAnsi="Georgia"/>
          <w:lang w:eastAsia="ko"/>
        </w:rPr>
        <w:t>단계</w:t>
      </w:r>
      <w:r w:rsidRPr="0003761A">
        <w:rPr>
          <w:rFonts w:ascii="Georgia" w:hAnsi="Georgia"/>
          <w:lang w:eastAsia="ko"/>
        </w:rPr>
        <w:t xml:space="preserve">: </w:t>
      </w:r>
      <w:r w:rsidRPr="0003761A">
        <w:rPr>
          <w:rFonts w:ascii="Georgia" w:hAnsi="Georgia"/>
          <w:lang w:eastAsia="ko"/>
        </w:rPr>
        <w:t>위원회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구성</w:t>
      </w:r>
    </w:p>
    <w:p w14:paraId="6BCFB9FD" w14:textId="3A809528" w:rsidR="00411E28" w:rsidRPr="0003761A" w:rsidRDefault="0003761A" w:rsidP="00411E28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위원회에는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호스트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스폰서와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국제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스폰서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양측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로타리안이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각각</w:t>
      </w:r>
      <w:r w:rsidRPr="0003761A">
        <w:rPr>
          <w:rFonts w:ascii="Georgia" w:hAnsi="Georgia"/>
          <w:lang w:eastAsia="ko"/>
        </w:rPr>
        <w:t xml:space="preserve"> 3</w:t>
      </w:r>
      <w:r w:rsidRPr="0003761A">
        <w:rPr>
          <w:rFonts w:ascii="Georgia" w:hAnsi="Georgia"/>
          <w:lang w:eastAsia="ko"/>
        </w:rPr>
        <w:t>명씩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참여해야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합니다</w:t>
      </w:r>
      <w:r w:rsidR="009871AE">
        <w:rPr>
          <w:rFonts w:ascii="Georgia" w:hAnsi="Georgia" w:hint="eastAsia"/>
          <w:lang w:eastAsia="ko"/>
        </w:rPr>
        <w:t>.</w:t>
      </w:r>
    </w:p>
    <w:p w14:paraId="6BCFB9FE" w14:textId="77777777" w:rsidR="00307FDA" w:rsidRPr="0003761A" w:rsidRDefault="0003761A" w:rsidP="00C13439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보조금의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호스트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스폰서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위원회에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참여할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회원은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누구입니까</w:t>
      </w:r>
      <w:r w:rsidRPr="0003761A">
        <w:rPr>
          <w:rFonts w:ascii="Georgia" w:hAnsi="Georgia"/>
          <w:bCs/>
          <w:lang w:eastAsia="ko"/>
        </w:rPr>
        <w:t>?</w:t>
      </w:r>
    </w:p>
    <w:p w14:paraId="6BCFB9FF" w14:textId="77777777" w:rsidR="0074442B" w:rsidRPr="0003761A" w:rsidRDefault="0074442B" w:rsidP="00A63A22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A00" w14:textId="77777777" w:rsidR="00C13439" w:rsidRPr="0003761A" w:rsidRDefault="0003761A" w:rsidP="00C13439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보조금의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국제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스폰서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위원회에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참여할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회원은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누구입니까</w:t>
      </w:r>
      <w:r w:rsidRPr="0003761A">
        <w:rPr>
          <w:rFonts w:ascii="Georgia" w:hAnsi="Georgia"/>
          <w:bCs/>
          <w:lang w:eastAsia="ko"/>
        </w:rPr>
        <w:t>?</w:t>
      </w:r>
    </w:p>
    <w:p w14:paraId="6BCFBA01" w14:textId="77777777" w:rsidR="00C13439" w:rsidRPr="0003761A" w:rsidRDefault="00C13439" w:rsidP="00C13439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A02" w14:textId="77777777" w:rsidR="00307FDA" w:rsidRPr="0003761A" w:rsidRDefault="0003761A" w:rsidP="00EC0EFD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위원회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구성원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중에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이해상충의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가능성이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있는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위원이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있습니까</w:t>
      </w:r>
      <w:r w:rsidRPr="0003761A">
        <w:rPr>
          <w:rFonts w:ascii="Georgia" w:hAnsi="Georgia"/>
          <w:bCs/>
          <w:lang w:eastAsia="ko"/>
        </w:rPr>
        <w:t xml:space="preserve">?  </w:t>
      </w:r>
      <w:r w:rsidRPr="0003761A">
        <w:rPr>
          <w:rFonts w:ascii="Georgia" w:hAnsi="Georgia"/>
          <w:bCs/>
          <w:lang w:eastAsia="ko"/>
        </w:rPr>
        <w:t>있는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경우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이해상충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내용을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간략히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설명해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주세요</w:t>
      </w:r>
      <w:r w:rsidRPr="0003761A">
        <w:rPr>
          <w:rFonts w:ascii="Georgia" w:hAnsi="Georgia"/>
          <w:bCs/>
          <w:lang w:eastAsia="ko"/>
        </w:rPr>
        <w:t xml:space="preserve">. </w:t>
      </w:r>
    </w:p>
    <w:p w14:paraId="6BCFBA03" w14:textId="77777777" w:rsidR="00411E28" w:rsidRPr="0003761A" w:rsidRDefault="0003761A" w:rsidP="00411E28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이해상충이란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재단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보조금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또는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보조금에서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지급된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금액에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관여된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개인이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본인이나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본인의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가족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지인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사업적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이해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혹은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본인이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관리자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이사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임원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등으로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있는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조직에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혜택이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돌아갈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있는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관계에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있는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경우를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지칭합니다</w:t>
      </w:r>
      <w:r w:rsidRPr="0003761A">
        <w:rPr>
          <w:rFonts w:ascii="Georgia" w:hAnsi="Georgia"/>
          <w:lang w:eastAsia="ko"/>
        </w:rPr>
        <w:t>.</w:t>
      </w:r>
    </w:p>
    <w:p w14:paraId="6BCFBA04" w14:textId="77777777" w:rsidR="003F3BDE" w:rsidRPr="0003761A" w:rsidRDefault="003F3BDE" w:rsidP="00A63A22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A05" w14:textId="77777777" w:rsidR="000B4CEF" w:rsidRPr="0003761A" w:rsidRDefault="000B4CEF">
      <w:pPr>
        <w:rPr>
          <w:rFonts w:ascii="Georgia" w:hAnsi="Georgia"/>
          <w:b/>
          <w:lang w:eastAsia="ko-KR"/>
        </w:rPr>
      </w:pPr>
    </w:p>
    <w:p w14:paraId="6BCFBA06" w14:textId="77777777" w:rsidR="000B4CEF" w:rsidRPr="0003761A" w:rsidRDefault="0003761A" w:rsidP="000B4CEF">
      <w:pPr>
        <w:pStyle w:val="Heading2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3</w:t>
      </w:r>
      <w:r w:rsidRPr="0003761A">
        <w:rPr>
          <w:rFonts w:ascii="Georgia" w:hAnsi="Georgia"/>
          <w:lang w:eastAsia="ko"/>
        </w:rPr>
        <w:t>단계</w:t>
      </w:r>
      <w:r w:rsidRPr="0003761A">
        <w:rPr>
          <w:rFonts w:ascii="Georgia" w:hAnsi="Georgia"/>
          <w:lang w:eastAsia="ko"/>
        </w:rPr>
        <w:t xml:space="preserve">: </w:t>
      </w:r>
      <w:r w:rsidRPr="0003761A">
        <w:rPr>
          <w:rFonts w:ascii="Georgia" w:hAnsi="Georgia"/>
          <w:lang w:eastAsia="ko"/>
        </w:rPr>
        <w:t>프로젝트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개요</w:t>
      </w:r>
    </w:p>
    <w:p w14:paraId="6BCFBA07" w14:textId="77777777" w:rsidR="000B4CEF" w:rsidRPr="0003761A" w:rsidRDefault="0003761A" w:rsidP="00EC0EFD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프로젝트에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대해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간단히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설명해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주세요</w:t>
      </w:r>
      <w:r w:rsidRPr="0003761A">
        <w:rPr>
          <w:rFonts w:ascii="Georgia" w:hAnsi="Georgia"/>
          <w:bCs/>
          <w:lang w:eastAsia="ko"/>
        </w:rPr>
        <w:t xml:space="preserve">. </w:t>
      </w:r>
      <w:r w:rsidRPr="0003761A">
        <w:rPr>
          <w:rFonts w:ascii="Georgia" w:hAnsi="Georgia"/>
          <w:bCs/>
          <w:lang w:eastAsia="ko"/>
        </w:rPr>
        <w:t>프로젝트의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목표는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무엇이며</w:t>
      </w:r>
      <w:r w:rsidRPr="0003761A">
        <w:rPr>
          <w:rFonts w:ascii="Georgia" w:hAnsi="Georgia"/>
          <w:bCs/>
          <w:lang w:eastAsia="ko"/>
        </w:rPr>
        <w:t xml:space="preserve">, </w:t>
      </w:r>
      <w:r w:rsidRPr="0003761A">
        <w:rPr>
          <w:rFonts w:ascii="Georgia" w:hAnsi="Georgia"/>
          <w:bCs/>
          <w:lang w:eastAsia="ko"/>
        </w:rPr>
        <w:t>그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수혜자는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누구인가요</w:t>
      </w:r>
      <w:r w:rsidRPr="0003761A">
        <w:rPr>
          <w:rFonts w:ascii="Georgia" w:hAnsi="Georgia"/>
          <w:bCs/>
          <w:lang w:eastAsia="ko"/>
        </w:rPr>
        <w:t>?</w:t>
      </w:r>
    </w:p>
    <w:p w14:paraId="6BCFBA08" w14:textId="77777777" w:rsidR="00411E28" w:rsidRPr="0003761A" w:rsidRDefault="0003761A" w:rsidP="00411E28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프로젝트의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대략적인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개념만을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간단명료하게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기입하세요</w:t>
      </w:r>
      <w:r w:rsidRPr="0003761A">
        <w:rPr>
          <w:rFonts w:ascii="Georgia" w:hAnsi="Georgia"/>
          <w:lang w:eastAsia="ko"/>
        </w:rPr>
        <w:t xml:space="preserve">.  </w:t>
      </w:r>
      <w:r w:rsidRPr="0003761A">
        <w:rPr>
          <w:rFonts w:ascii="Georgia" w:hAnsi="Georgia"/>
          <w:lang w:eastAsia="ko"/>
        </w:rPr>
        <w:t>자세한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내용은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이후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단계에서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기입하도록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되어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있습니다</w:t>
      </w:r>
      <w:r w:rsidRPr="0003761A">
        <w:rPr>
          <w:rFonts w:ascii="Georgia" w:hAnsi="Georgia"/>
          <w:lang w:eastAsia="ko"/>
        </w:rPr>
        <w:t>.</w:t>
      </w:r>
    </w:p>
    <w:p w14:paraId="6BCFBA09" w14:textId="77777777" w:rsidR="000B4CEF" w:rsidRPr="0003761A" w:rsidRDefault="000B4CEF" w:rsidP="000B4CEF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A0A" w14:textId="77777777" w:rsidR="000B4CEF" w:rsidRPr="0003761A" w:rsidRDefault="000B4CEF" w:rsidP="000B4CEF">
      <w:pPr>
        <w:rPr>
          <w:rFonts w:ascii="Georgia" w:hAnsi="Georgia"/>
          <w:b/>
          <w:color w:val="000000"/>
          <w:sz w:val="20"/>
          <w:szCs w:val="22"/>
          <w:lang w:eastAsia="ko-KR"/>
        </w:rPr>
      </w:pPr>
    </w:p>
    <w:p w14:paraId="6BCFBA0B" w14:textId="77777777" w:rsidR="000B4CEF" w:rsidRPr="0003761A" w:rsidRDefault="0003761A" w:rsidP="000B4CEF">
      <w:pPr>
        <w:pStyle w:val="Heading2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제</w:t>
      </w:r>
      <w:r w:rsidRPr="0003761A">
        <w:rPr>
          <w:rFonts w:ascii="Georgia" w:hAnsi="Georgia"/>
          <w:lang w:eastAsia="ko"/>
        </w:rPr>
        <w:t>4</w:t>
      </w:r>
      <w:r w:rsidRPr="0003761A">
        <w:rPr>
          <w:rFonts w:ascii="Georgia" w:hAnsi="Georgia"/>
          <w:lang w:eastAsia="ko"/>
        </w:rPr>
        <w:t>단계</w:t>
      </w:r>
      <w:r w:rsidRPr="0003761A">
        <w:rPr>
          <w:rFonts w:ascii="Georgia" w:hAnsi="Georgia"/>
          <w:lang w:eastAsia="ko"/>
        </w:rPr>
        <w:t xml:space="preserve">: </w:t>
      </w:r>
      <w:r w:rsidRPr="0003761A">
        <w:rPr>
          <w:rFonts w:ascii="Georgia" w:hAnsi="Georgia"/>
          <w:lang w:eastAsia="ko"/>
        </w:rPr>
        <w:t>초점분야</w:t>
      </w:r>
    </w:p>
    <w:p w14:paraId="6BCFBA0C" w14:textId="77777777" w:rsidR="000B4CEF" w:rsidRPr="0003761A" w:rsidRDefault="0003761A" w:rsidP="002D0F9E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어느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초점분야를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증진하기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위한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프로젝트입니까</w:t>
      </w:r>
      <w:r w:rsidRPr="0003761A">
        <w:rPr>
          <w:rFonts w:ascii="Georgia" w:hAnsi="Georgia"/>
          <w:bCs/>
          <w:lang w:eastAsia="ko"/>
        </w:rPr>
        <w:t>?</w:t>
      </w:r>
    </w:p>
    <w:p w14:paraId="6BCFBA0D" w14:textId="77777777" w:rsidR="00411E28" w:rsidRPr="0003761A" w:rsidRDefault="0003761A" w:rsidP="00411E28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최소한</w:t>
      </w:r>
      <w:r w:rsidRPr="0003761A">
        <w:rPr>
          <w:rFonts w:ascii="Georgia" w:hAnsi="Georgia"/>
          <w:lang w:eastAsia="ko"/>
        </w:rPr>
        <w:t xml:space="preserve"> 1</w:t>
      </w:r>
      <w:r w:rsidRPr="0003761A">
        <w:rPr>
          <w:rFonts w:ascii="Georgia" w:hAnsi="Georgia"/>
          <w:lang w:eastAsia="ko"/>
        </w:rPr>
        <w:t>개의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초점분야를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선택하세요</w:t>
      </w:r>
      <w:r w:rsidRPr="0003761A">
        <w:rPr>
          <w:rFonts w:ascii="Georgia" w:hAnsi="Georgia"/>
          <w:lang w:eastAsia="ko"/>
        </w:rPr>
        <w:t xml:space="preserve">. </w:t>
      </w:r>
      <w:r w:rsidRPr="0003761A">
        <w:rPr>
          <w:rFonts w:ascii="Georgia" w:hAnsi="Georgia"/>
          <w:lang w:eastAsia="ko"/>
        </w:rPr>
        <w:t>선택된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각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분야에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대해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목표를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설정하고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신청서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문항에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답해야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합니다</w:t>
      </w:r>
      <w:r w:rsidRPr="0003761A">
        <w:rPr>
          <w:rFonts w:ascii="Georgia" w:hAnsi="Georgia"/>
          <w:lang w:eastAsia="ko"/>
        </w:rPr>
        <w:t>.</w:t>
      </w:r>
    </w:p>
    <w:p w14:paraId="6BCFBA0E" w14:textId="0A5E6C90" w:rsidR="00AE32AC" w:rsidRPr="0003761A" w:rsidRDefault="00612852" w:rsidP="00AE32AC">
      <w:pPr>
        <w:pStyle w:val="BodyParagraph"/>
        <w:rPr>
          <w:rFonts w:ascii="Georgia" w:hAnsi="Georgia"/>
          <w:lang w:eastAsia="ko-KR"/>
        </w:rPr>
      </w:pPr>
      <w:sdt>
        <w:sdtPr>
          <w:rPr>
            <w:rFonts w:ascii="Georgia" w:hAnsi="Georgia"/>
          </w:rPr>
          <w:id w:val="62080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761A" w:rsidRPr="0003761A">
            <w:rPr>
              <w:rFonts w:ascii="Segoe UI Symbol" w:hAnsi="Segoe UI Symbol" w:cs="Segoe UI Symbol"/>
              <w:lang w:eastAsia="ko"/>
            </w:rPr>
            <w:t>☐</w:t>
          </w:r>
        </w:sdtContent>
      </w:sdt>
      <w:r w:rsidR="0003761A" w:rsidRPr="0003761A">
        <w:rPr>
          <w:rFonts w:ascii="Georgia" w:hAnsi="Georgia"/>
          <w:lang w:eastAsia="ko"/>
        </w:rPr>
        <w:t>평화</w:t>
      </w:r>
      <w:r w:rsidR="0003761A" w:rsidRPr="0003761A">
        <w:rPr>
          <w:rFonts w:ascii="Georgia" w:hAnsi="Georgia"/>
          <w:lang w:eastAsia="ko"/>
        </w:rPr>
        <w:t xml:space="preserve"> </w:t>
      </w:r>
      <w:r w:rsidR="0003761A" w:rsidRPr="0003761A">
        <w:rPr>
          <w:rFonts w:ascii="Georgia" w:hAnsi="Georgia"/>
          <w:lang w:eastAsia="ko"/>
        </w:rPr>
        <w:t>구축</w:t>
      </w:r>
      <w:r w:rsidR="0003761A" w:rsidRPr="0003761A">
        <w:rPr>
          <w:rFonts w:ascii="Georgia" w:hAnsi="Georgia"/>
          <w:lang w:eastAsia="ko"/>
        </w:rPr>
        <w:t xml:space="preserve"> </w:t>
      </w:r>
      <w:r w:rsidR="0003761A" w:rsidRPr="0003761A">
        <w:rPr>
          <w:rFonts w:ascii="Georgia" w:hAnsi="Georgia"/>
          <w:lang w:eastAsia="ko"/>
        </w:rPr>
        <w:t>및</w:t>
      </w:r>
      <w:r w:rsidR="0003761A" w:rsidRPr="0003761A">
        <w:rPr>
          <w:rFonts w:ascii="Georgia" w:hAnsi="Georgia"/>
          <w:lang w:eastAsia="ko"/>
        </w:rPr>
        <w:t xml:space="preserve"> </w:t>
      </w:r>
      <w:r w:rsidR="0003761A" w:rsidRPr="0003761A">
        <w:rPr>
          <w:rFonts w:ascii="Georgia" w:hAnsi="Georgia"/>
          <w:lang w:eastAsia="ko"/>
        </w:rPr>
        <w:t>분쟁</w:t>
      </w:r>
      <w:r w:rsidR="0003761A" w:rsidRPr="0003761A">
        <w:rPr>
          <w:rFonts w:ascii="Georgia" w:hAnsi="Georgia"/>
          <w:lang w:eastAsia="ko"/>
        </w:rPr>
        <w:t xml:space="preserve"> </w:t>
      </w:r>
      <w:r w:rsidR="0003761A" w:rsidRPr="0003761A">
        <w:rPr>
          <w:rFonts w:ascii="Georgia" w:hAnsi="Georgia"/>
          <w:lang w:eastAsia="ko"/>
        </w:rPr>
        <w:t>예방</w:t>
      </w:r>
    </w:p>
    <w:p w14:paraId="6BCFBA0F" w14:textId="03D30838" w:rsidR="00AE32AC" w:rsidRPr="0003761A" w:rsidRDefault="00612852" w:rsidP="00AE32AC">
      <w:pPr>
        <w:pStyle w:val="BodyParagraph"/>
        <w:rPr>
          <w:rFonts w:ascii="Georgia" w:hAnsi="Georgia"/>
          <w:lang w:eastAsia="ko-KR"/>
        </w:rPr>
      </w:pPr>
      <w:sdt>
        <w:sdtPr>
          <w:rPr>
            <w:rFonts w:ascii="Georgia" w:hAnsi="Georgia"/>
          </w:rPr>
          <w:id w:val="-1457332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761A" w:rsidRPr="0003761A">
            <w:rPr>
              <w:rFonts w:ascii="Segoe UI Symbol" w:hAnsi="Segoe UI Symbol" w:cs="Segoe UI Symbol"/>
              <w:lang w:eastAsia="ko"/>
            </w:rPr>
            <w:t>☐</w:t>
          </w:r>
        </w:sdtContent>
      </w:sdt>
      <w:r w:rsidR="0003761A" w:rsidRPr="0003761A">
        <w:rPr>
          <w:rFonts w:ascii="Georgia" w:hAnsi="Georgia"/>
          <w:lang w:eastAsia="ko"/>
        </w:rPr>
        <w:t>질병</w:t>
      </w:r>
      <w:r w:rsidR="0003761A" w:rsidRPr="0003761A">
        <w:rPr>
          <w:rFonts w:ascii="Georgia" w:hAnsi="Georgia"/>
          <w:lang w:eastAsia="ko"/>
        </w:rPr>
        <w:t xml:space="preserve"> </w:t>
      </w:r>
      <w:r w:rsidR="0003761A" w:rsidRPr="0003761A">
        <w:rPr>
          <w:rFonts w:ascii="Georgia" w:hAnsi="Georgia"/>
          <w:lang w:eastAsia="ko"/>
        </w:rPr>
        <w:t>예방</w:t>
      </w:r>
      <w:r w:rsidR="0003761A" w:rsidRPr="0003761A">
        <w:rPr>
          <w:rFonts w:ascii="Georgia" w:hAnsi="Georgia"/>
          <w:lang w:eastAsia="ko"/>
        </w:rPr>
        <w:t xml:space="preserve"> </w:t>
      </w:r>
      <w:r w:rsidR="0003761A" w:rsidRPr="0003761A">
        <w:rPr>
          <w:rFonts w:ascii="Georgia" w:hAnsi="Georgia"/>
          <w:lang w:eastAsia="ko"/>
        </w:rPr>
        <w:t>및</w:t>
      </w:r>
      <w:r w:rsidR="0003761A" w:rsidRPr="0003761A">
        <w:rPr>
          <w:rFonts w:ascii="Georgia" w:hAnsi="Georgia"/>
          <w:lang w:eastAsia="ko"/>
        </w:rPr>
        <w:t xml:space="preserve"> </w:t>
      </w:r>
      <w:r w:rsidR="0003761A" w:rsidRPr="0003761A">
        <w:rPr>
          <w:rFonts w:ascii="Georgia" w:hAnsi="Georgia"/>
          <w:lang w:eastAsia="ko"/>
        </w:rPr>
        <w:t>치료</w:t>
      </w:r>
    </w:p>
    <w:p w14:paraId="6BCFBA10" w14:textId="19A785E5" w:rsidR="00AE32AC" w:rsidRPr="0003761A" w:rsidRDefault="00612852" w:rsidP="00AE32AC">
      <w:pPr>
        <w:pStyle w:val="BodyParagraph"/>
        <w:rPr>
          <w:rFonts w:ascii="Georgia" w:hAnsi="Georgia"/>
          <w:lang w:eastAsia="ko-KR"/>
        </w:rPr>
      </w:pPr>
      <w:sdt>
        <w:sdtPr>
          <w:rPr>
            <w:rFonts w:ascii="Georgia" w:hAnsi="Georgia"/>
          </w:rPr>
          <w:id w:val="1676532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761A" w:rsidRPr="0003761A">
            <w:rPr>
              <w:rFonts w:ascii="Segoe UI Symbol" w:hAnsi="Segoe UI Symbol" w:cs="Segoe UI Symbol"/>
              <w:lang w:eastAsia="ko"/>
            </w:rPr>
            <w:t>☐</w:t>
          </w:r>
        </w:sdtContent>
      </w:sdt>
      <w:r w:rsidR="0003761A" w:rsidRPr="0003761A">
        <w:rPr>
          <w:rFonts w:ascii="Georgia" w:hAnsi="Georgia"/>
          <w:lang w:eastAsia="ko"/>
        </w:rPr>
        <w:t>수자원</w:t>
      </w:r>
      <w:r w:rsidR="0003761A" w:rsidRPr="0003761A">
        <w:rPr>
          <w:rFonts w:ascii="Georgia" w:hAnsi="Georgia"/>
          <w:lang w:eastAsia="ko"/>
        </w:rPr>
        <w:t xml:space="preserve">, </w:t>
      </w:r>
      <w:r w:rsidR="0003761A" w:rsidRPr="0003761A">
        <w:rPr>
          <w:rFonts w:ascii="Georgia" w:hAnsi="Georgia"/>
          <w:lang w:eastAsia="ko"/>
        </w:rPr>
        <w:t>위생</w:t>
      </w:r>
      <w:r w:rsidR="0003761A" w:rsidRPr="0003761A">
        <w:rPr>
          <w:rFonts w:ascii="Georgia" w:hAnsi="Georgia"/>
          <w:lang w:eastAsia="ko"/>
        </w:rPr>
        <w:t xml:space="preserve"> </w:t>
      </w:r>
      <w:r w:rsidR="0003761A" w:rsidRPr="0003761A">
        <w:rPr>
          <w:rFonts w:ascii="Georgia" w:hAnsi="Georgia"/>
          <w:lang w:eastAsia="ko"/>
        </w:rPr>
        <w:t>및</w:t>
      </w:r>
      <w:r w:rsidR="0003761A" w:rsidRPr="0003761A">
        <w:rPr>
          <w:rFonts w:ascii="Georgia" w:hAnsi="Georgia"/>
          <w:lang w:eastAsia="ko"/>
        </w:rPr>
        <w:t xml:space="preserve"> </w:t>
      </w:r>
      <w:r w:rsidR="0003761A" w:rsidRPr="0003761A">
        <w:rPr>
          <w:rFonts w:ascii="Georgia" w:hAnsi="Georgia"/>
          <w:lang w:eastAsia="ko"/>
        </w:rPr>
        <w:t>청결</w:t>
      </w:r>
    </w:p>
    <w:p w14:paraId="6BCFBA11" w14:textId="03B64559" w:rsidR="00AE32AC" w:rsidRPr="0003761A" w:rsidRDefault="00612852" w:rsidP="00AE32AC">
      <w:pPr>
        <w:pStyle w:val="BodyParagraph"/>
        <w:rPr>
          <w:rFonts w:ascii="Georgia" w:hAnsi="Georgia"/>
          <w:lang w:eastAsia="ko-KR"/>
        </w:rPr>
      </w:pPr>
      <w:sdt>
        <w:sdtPr>
          <w:rPr>
            <w:rFonts w:ascii="Georgia" w:hAnsi="Georgia"/>
          </w:rPr>
          <w:id w:val="-294369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761A" w:rsidRPr="0003761A">
            <w:rPr>
              <w:rFonts w:ascii="Segoe UI Symbol" w:hAnsi="Segoe UI Symbol" w:cs="Segoe UI Symbol"/>
              <w:lang w:eastAsia="ko"/>
            </w:rPr>
            <w:t>☐</w:t>
          </w:r>
        </w:sdtContent>
      </w:sdt>
      <w:r w:rsidR="0003761A" w:rsidRPr="0003761A">
        <w:rPr>
          <w:rFonts w:ascii="Georgia" w:hAnsi="Georgia"/>
          <w:lang w:eastAsia="ko"/>
        </w:rPr>
        <w:t>모자</w:t>
      </w:r>
      <w:r w:rsidR="0003761A" w:rsidRPr="0003761A">
        <w:rPr>
          <w:rFonts w:ascii="Georgia" w:hAnsi="Georgia"/>
          <w:lang w:eastAsia="ko"/>
        </w:rPr>
        <w:t xml:space="preserve"> </w:t>
      </w:r>
      <w:r w:rsidR="0003761A" w:rsidRPr="0003761A">
        <w:rPr>
          <w:rFonts w:ascii="Georgia" w:hAnsi="Georgia"/>
          <w:lang w:eastAsia="ko"/>
        </w:rPr>
        <w:t>보건</w:t>
      </w:r>
    </w:p>
    <w:p w14:paraId="6BCFBA12" w14:textId="45F61507" w:rsidR="00AE32AC" w:rsidRPr="0003761A" w:rsidRDefault="00612852" w:rsidP="00AE32AC">
      <w:pPr>
        <w:pStyle w:val="BodyParagraph"/>
        <w:rPr>
          <w:rFonts w:ascii="Georgia" w:hAnsi="Georgia"/>
          <w:lang w:eastAsia="ko-KR"/>
        </w:rPr>
      </w:pPr>
      <w:sdt>
        <w:sdtPr>
          <w:rPr>
            <w:rFonts w:ascii="Georgia" w:hAnsi="Georgia"/>
          </w:rPr>
          <w:id w:val="1110235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761A" w:rsidRPr="0003761A">
            <w:rPr>
              <w:rFonts w:ascii="Segoe UI Symbol" w:hAnsi="Segoe UI Symbol" w:cs="Segoe UI Symbol"/>
              <w:lang w:eastAsia="ko"/>
            </w:rPr>
            <w:t>☐</w:t>
          </w:r>
        </w:sdtContent>
      </w:sdt>
      <w:r w:rsidR="0003761A" w:rsidRPr="0003761A">
        <w:rPr>
          <w:rFonts w:ascii="Georgia" w:hAnsi="Georgia"/>
          <w:lang w:eastAsia="ko"/>
        </w:rPr>
        <w:t>기본</w:t>
      </w:r>
      <w:r w:rsidR="0003761A" w:rsidRPr="0003761A">
        <w:rPr>
          <w:rFonts w:ascii="Georgia" w:hAnsi="Georgia"/>
          <w:lang w:eastAsia="ko"/>
        </w:rPr>
        <w:t xml:space="preserve"> </w:t>
      </w:r>
      <w:r w:rsidR="0003761A" w:rsidRPr="0003761A">
        <w:rPr>
          <w:rFonts w:ascii="Georgia" w:hAnsi="Georgia"/>
          <w:lang w:eastAsia="ko"/>
        </w:rPr>
        <w:t>교육과</w:t>
      </w:r>
      <w:r w:rsidR="0003761A" w:rsidRPr="0003761A">
        <w:rPr>
          <w:rFonts w:ascii="Georgia" w:hAnsi="Georgia"/>
          <w:lang w:eastAsia="ko"/>
        </w:rPr>
        <w:t xml:space="preserve"> </w:t>
      </w:r>
      <w:r w:rsidR="0003761A" w:rsidRPr="0003761A">
        <w:rPr>
          <w:rFonts w:ascii="Georgia" w:hAnsi="Georgia"/>
          <w:lang w:eastAsia="ko"/>
        </w:rPr>
        <w:t>문해력</w:t>
      </w:r>
    </w:p>
    <w:p w14:paraId="6BCFBA13" w14:textId="25D8D94A" w:rsidR="00AE32AC" w:rsidRDefault="00612852" w:rsidP="00AE32AC">
      <w:pPr>
        <w:pStyle w:val="BodyParagraph"/>
        <w:rPr>
          <w:rFonts w:ascii="Georgia" w:hAnsi="Georgia"/>
          <w:lang w:eastAsia="ko"/>
        </w:rPr>
      </w:pPr>
      <w:sdt>
        <w:sdtPr>
          <w:rPr>
            <w:rFonts w:ascii="Georgia" w:hAnsi="Georgia"/>
          </w:rPr>
          <w:id w:val="827408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761A" w:rsidRPr="0003761A">
            <w:rPr>
              <w:rFonts w:ascii="Segoe UI Symbol" w:hAnsi="Segoe UI Symbol" w:cs="Segoe UI Symbol"/>
              <w:lang w:eastAsia="ko"/>
            </w:rPr>
            <w:t>☐</w:t>
          </w:r>
        </w:sdtContent>
      </w:sdt>
      <w:r w:rsidR="0003761A" w:rsidRPr="0003761A">
        <w:rPr>
          <w:rFonts w:ascii="Georgia" w:hAnsi="Georgia"/>
          <w:lang w:eastAsia="ko"/>
        </w:rPr>
        <w:t>지역사회</w:t>
      </w:r>
      <w:r w:rsidR="0003761A" w:rsidRPr="0003761A">
        <w:rPr>
          <w:rFonts w:ascii="Georgia" w:hAnsi="Georgia"/>
          <w:lang w:eastAsia="ko"/>
        </w:rPr>
        <w:t xml:space="preserve"> </w:t>
      </w:r>
      <w:r w:rsidR="0003761A" w:rsidRPr="0003761A">
        <w:rPr>
          <w:rFonts w:ascii="Georgia" w:hAnsi="Georgia"/>
          <w:lang w:eastAsia="ko"/>
        </w:rPr>
        <w:t>경제</w:t>
      </w:r>
      <w:r w:rsidR="0003761A" w:rsidRPr="0003761A">
        <w:rPr>
          <w:rFonts w:ascii="Georgia" w:hAnsi="Georgia"/>
          <w:lang w:eastAsia="ko"/>
        </w:rPr>
        <w:t xml:space="preserve"> </w:t>
      </w:r>
      <w:r w:rsidR="0003761A" w:rsidRPr="0003761A">
        <w:rPr>
          <w:rFonts w:ascii="Georgia" w:hAnsi="Georgia"/>
          <w:lang w:eastAsia="ko"/>
        </w:rPr>
        <w:t>개발</w:t>
      </w:r>
    </w:p>
    <w:p w14:paraId="0B14B9BD" w14:textId="617F68B0" w:rsidR="00C17EB2" w:rsidRPr="0003761A" w:rsidRDefault="00612852" w:rsidP="00AE32AC">
      <w:pPr>
        <w:pStyle w:val="BodyParagraph"/>
        <w:rPr>
          <w:rFonts w:ascii="Georgia" w:hAnsi="Georgia"/>
          <w:lang w:eastAsia="ko-KR"/>
        </w:rPr>
      </w:pPr>
      <w:sdt>
        <w:sdtPr>
          <w:rPr>
            <w:rFonts w:ascii="Georgia" w:hAnsi="Georgia"/>
            <w:lang w:eastAsia="ko-KR"/>
          </w:rPr>
          <w:id w:val="-182117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7EB2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C17EB2">
        <w:rPr>
          <w:rFonts w:ascii="Georgia" w:hAnsi="Georgia"/>
          <w:lang w:eastAsia="ko-KR"/>
        </w:rPr>
        <w:t xml:space="preserve"> </w:t>
      </w:r>
      <w:r w:rsidR="00C17EB2" w:rsidRPr="00C17EB2">
        <w:rPr>
          <w:rFonts w:ascii="Georgia" w:hAnsi="Georgia"/>
          <w:lang w:eastAsia="ko-KR"/>
        </w:rPr>
        <w:t>환경</w:t>
      </w:r>
      <w:r w:rsidR="00C17EB2" w:rsidRPr="00C17EB2">
        <w:rPr>
          <w:rFonts w:ascii="Georgia" w:hAnsi="Georgia"/>
          <w:lang w:eastAsia="ko-KR"/>
        </w:rPr>
        <w:t xml:space="preserve"> </w:t>
      </w:r>
    </w:p>
    <w:p w14:paraId="6BCFBA14" w14:textId="77777777" w:rsidR="000B4CEF" w:rsidRPr="0003761A" w:rsidRDefault="000B4CEF" w:rsidP="000B4CEF">
      <w:pPr>
        <w:rPr>
          <w:rFonts w:ascii="Georgia" w:hAnsi="Georgia"/>
          <w:b/>
          <w:lang w:eastAsia="ko-KR"/>
        </w:rPr>
      </w:pPr>
    </w:p>
    <w:p w14:paraId="6BCFBA15" w14:textId="77777777" w:rsidR="000B4CEF" w:rsidRPr="0003761A" w:rsidRDefault="0003761A" w:rsidP="000B4CEF">
      <w:pPr>
        <w:pStyle w:val="Heading2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제</w:t>
      </w:r>
      <w:r w:rsidRPr="0003761A">
        <w:rPr>
          <w:rFonts w:ascii="Georgia" w:hAnsi="Georgia"/>
          <w:lang w:eastAsia="ko"/>
        </w:rPr>
        <w:t>5</w:t>
      </w:r>
      <w:r w:rsidRPr="0003761A">
        <w:rPr>
          <w:rFonts w:ascii="Georgia" w:hAnsi="Georgia"/>
          <w:lang w:eastAsia="ko"/>
        </w:rPr>
        <w:t>단계</w:t>
      </w:r>
      <w:r w:rsidRPr="0003761A">
        <w:rPr>
          <w:rFonts w:ascii="Georgia" w:hAnsi="Georgia"/>
          <w:lang w:eastAsia="ko"/>
        </w:rPr>
        <w:t xml:space="preserve">: </w:t>
      </w:r>
      <w:r w:rsidRPr="0003761A">
        <w:rPr>
          <w:rFonts w:ascii="Georgia" w:hAnsi="Georgia"/>
          <w:lang w:eastAsia="ko"/>
        </w:rPr>
        <w:t>성공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여부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측정</w:t>
      </w:r>
    </w:p>
    <w:p w14:paraId="6BCFBA16" w14:textId="77777777" w:rsidR="000B4CEF" w:rsidRPr="0003761A" w:rsidRDefault="0003761A" w:rsidP="002D0F9E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초점분야의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목표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중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어느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것을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증진하기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위한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프로젝트입니까</w:t>
      </w:r>
      <w:r w:rsidRPr="0003761A">
        <w:rPr>
          <w:rFonts w:ascii="Georgia" w:hAnsi="Georgia"/>
          <w:bCs/>
          <w:lang w:eastAsia="ko"/>
        </w:rPr>
        <w:t xml:space="preserve">? </w:t>
      </w:r>
    </w:p>
    <w:p w14:paraId="6BCFBA17" w14:textId="77777777" w:rsidR="0090240C" w:rsidRPr="0003761A" w:rsidRDefault="0003761A" w:rsidP="0090240C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해당되는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목표를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모두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선택하고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문항에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답하세요</w:t>
      </w:r>
      <w:r w:rsidRPr="0003761A">
        <w:rPr>
          <w:rFonts w:ascii="Georgia" w:hAnsi="Georgia"/>
          <w:lang w:eastAsia="ko"/>
        </w:rPr>
        <w:t xml:space="preserve">. </w:t>
      </w:r>
      <w:r w:rsidRPr="0003761A">
        <w:rPr>
          <w:rFonts w:ascii="Georgia" w:hAnsi="Georgia"/>
          <w:lang w:eastAsia="ko"/>
        </w:rPr>
        <w:t>프로젝트가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완료되면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선택한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모든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목표에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대해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그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결과를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보고해야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합니다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초점분야마다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구체적인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일련의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목표가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제시되어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있습니다</w:t>
      </w:r>
      <w:r w:rsidRPr="0003761A">
        <w:rPr>
          <w:rFonts w:ascii="Georgia" w:hAnsi="Georgia"/>
          <w:lang w:eastAsia="ko"/>
        </w:rPr>
        <w:t xml:space="preserve">. </w:t>
      </w:r>
      <w:r w:rsidRPr="0003761A">
        <w:rPr>
          <w:rFonts w:ascii="Georgia" w:hAnsi="Georgia"/>
          <w:lang w:eastAsia="ko"/>
        </w:rPr>
        <w:t>프로젝트가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증진할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목표만을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선택하세요</w:t>
      </w:r>
      <w:r w:rsidRPr="0003761A">
        <w:rPr>
          <w:rFonts w:ascii="Georgia" w:hAnsi="Georgia"/>
          <w:lang w:eastAsia="ko"/>
        </w:rPr>
        <w:t>.</w:t>
      </w:r>
    </w:p>
    <w:p w14:paraId="6BCFBA18" w14:textId="77777777" w:rsidR="000B4CEF" w:rsidRPr="0003761A" w:rsidRDefault="000B4CEF" w:rsidP="000B4CEF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A19" w14:textId="77777777" w:rsidR="0090240C" w:rsidRPr="0003761A" w:rsidRDefault="0003761A" w:rsidP="002D0F9E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어떤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방법으로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프로젝트가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미치는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임팩트를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측정할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것입니까</w:t>
      </w:r>
      <w:r w:rsidRPr="0003761A">
        <w:rPr>
          <w:rFonts w:ascii="Georgia" w:hAnsi="Georgia"/>
          <w:bCs/>
          <w:lang w:eastAsia="ko"/>
        </w:rPr>
        <w:t>?</w:t>
      </w:r>
    </w:p>
    <w:p w14:paraId="6BCFBA1A" w14:textId="4EC21C24" w:rsidR="00307FDA" w:rsidRPr="0003761A" w:rsidRDefault="0003761A" w:rsidP="0090240C">
      <w:pPr>
        <w:pStyle w:val="BodyParagraph"/>
        <w:rPr>
          <w:rFonts w:ascii="Georgia" w:hAnsi="Georgia"/>
        </w:rPr>
      </w:pPr>
      <w:r w:rsidRPr="0003761A">
        <w:rPr>
          <w:rFonts w:ascii="Georgia" w:hAnsi="Georgia"/>
          <w:lang w:eastAsia="ko"/>
        </w:rPr>
        <w:t>선택한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초점분야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목표와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직결되어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있으며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프로젝트가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참가자들의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삶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지식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또는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건강에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미치는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임팩트를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보여주는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척도만을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사용하세요</w:t>
      </w:r>
      <w:r w:rsidRPr="0003761A">
        <w:rPr>
          <w:rFonts w:ascii="Georgia" w:hAnsi="Georgia"/>
          <w:lang w:eastAsia="ko"/>
        </w:rPr>
        <w:t xml:space="preserve">. </w:t>
      </w:r>
      <w:r w:rsidRPr="0003761A">
        <w:rPr>
          <w:rFonts w:ascii="Georgia" w:hAnsi="Georgia"/>
          <w:lang w:eastAsia="ko"/>
        </w:rPr>
        <w:t>임팩트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측정에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대한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정보와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노하우는</w:t>
      </w:r>
      <w:r w:rsidRPr="0003761A">
        <w:rPr>
          <w:rFonts w:ascii="Georgia" w:hAnsi="Georgia"/>
          <w:lang w:eastAsia="ko"/>
        </w:rPr>
        <w:t xml:space="preserve"> </w:t>
      </w:r>
      <w:hyperlink r:id="rId13" w:history="1">
        <w:r w:rsidRPr="0003761A">
          <w:rPr>
            <w:rStyle w:val="Hyperlink"/>
            <w:rFonts w:ascii="Georgia" w:hAnsi="Georgia"/>
            <w:lang w:eastAsia="ko"/>
          </w:rPr>
          <w:t>글로벌</w:t>
        </w:r>
        <w:r w:rsidRPr="0003761A">
          <w:rPr>
            <w:rStyle w:val="Hyperlink"/>
            <w:rFonts w:ascii="Georgia" w:hAnsi="Georgia"/>
            <w:lang w:eastAsia="ko"/>
          </w:rPr>
          <w:t xml:space="preserve"> </w:t>
        </w:r>
        <w:r w:rsidRPr="0003761A">
          <w:rPr>
            <w:rStyle w:val="Hyperlink"/>
            <w:rFonts w:ascii="Georgia" w:hAnsi="Georgia"/>
            <w:lang w:eastAsia="ko"/>
          </w:rPr>
          <w:t>보조금</w:t>
        </w:r>
        <w:r w:rsidRPr="0003761A">
          <w:rPr>
            <w:rStyle w:val="Hyperlink"/>
            <w:rFonts w:ascii="Georgia" w:hAnsi="Georgia"/>
            <w:lang w:eastAsia="ko"/>
          </w:rPr>
          <w:t xml:space="preserve"> </w:t>
        </w:r>
        <w:r w:rsidRPr="0003761A">
          <w:rPr>
            <w:rStyle w:val="Hyperlink"/>
            <w:rFonts w:ascii="Georgia" w:hAnsi="Georgia"/>
            <w:lang w:eastAsia="ko"/>
          </w:rPr>
          <w:t>모니터링</w:t>
        </w:r>
        <w:r w:rsidRPr="0003761A">
          <w:rPr>
            <w:rStyle w:val="Hyperlink"/>
            <w:rFonts w:ascii="Georgia" w:hAnsi="Georgia"/>
            <w:lang w:eastAsia="ko"/>
          </w:rPr>
          <w:t xml:space="preserve"> </w:t>
        </w:r>
        <w:r w:rsidRPr="0003761A">
          <w:rPr>
            <w:rStyle w:val="Hyperlink"/>
            <w:rFonts w:ascii="Georgia" w:hAnsi="Georgia"/>
            <w:lang w:eastAsia="ko"/>
          </w:rPr>
          <w:t>및</w:t>
        </w:r>
        <w:r w:rsidRPr="0003761A">
          <w:rPr>
            <w:rStyle w:val="Hyperlink"/>
            <w:rFonts w:ascii="Georgia" w:hAnsi="Georgia"/>
            <w:lang w:eastAsia="ko"/>
          </w:rPr>
          <w:t xml:space="preserve"> </w:t>
        </w:r>
        <w:r w:rsidRPr="0003761A">
          <w:rPr>
            <w:rStyle w:val="Hyperlink"/>
            <w:rFonts w:ascii="Georgia" w:hAnsi="Georgia"/>
            <w:lang w:eastAsia="ko"/>
          </w:rPr>
          <w:t>평가</w:t>
        </w:r>
        <w:r w:rsidRPr="0003761A">
          <w:rPr>
            <w:rStyle w:val="Hyperlink"/>
            <w:rFonts w:ascii="Georgia" w:hAnsi="Georgia"/>
            <w:lang w:eastAsia="ko"/>
          </w:rPr>
          <w:t xml:space="preserve"> </w:t>
        </w:r>
        <w:r w:rsidRPr="0003761A">
          <w:rPr>
            <w:rStyle w:val="Hyperlink"/>
            <w:rFonts w:ascii="Georgia" w:hAnsi="Georgia"/>
            <w:lang w:eastAsia="ko"/>
          </w:rPr>
          <w:t>계획</w:t>
        </w:r>
        <w:r w:rsidRPr="0003761A">
          <w:rPr>
            <w:rStyle w:val="Hyperlink"/>
            <w:rFonts w:ascii="Georgia" w:hAnsi="Georgia"/>
            <w:lang w:eastAsia="ko"/>
          </w:rPr>
          <w:t xml:space="preserve"> </w:t>
        </w:r>
        <w:r w:rsidRPr="0003761A">
          <w:rPr>
            <w:rStyle w:val="Hyperlink"/>
            <w:rFonts w:ascii="Georgia" w:hAnsi="Georgia"/>
            <w:lang w:eastAsia="ko"/>
          </w:rPr>
          <w:t>보충자료</w:t>
        </w:r>
      </w:hyperlink>
      <w:r w:rsidRPr="0003761A">
        <w:rPr>
          <w:rFonts w:ascii="Georgia" w:hAnsi="Georgia"/>
          <w:lang w:eastAsia="ko"/>
        </w:rPr>
        <w:t>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참조하세요</w:t>
      </w:r>
      <w:r w:rsidRPr="0003761A">
        <w:rPr>
          <w:rFonts w:ascii="Georgia" w:hAnsi="Georgia"/>
          <w:lang w:eastAsia="ko"/>
        </w:rPr>
        <w:t xml:space="preserve">. </w:t>
      </w:r>
      <w:r w:rsidRPr="0003761A">
        <w:rPr>
          <w:rFonts w:ascii="Georgia" w:hAnsi="Georgia"/>
          <w:lang w:eastAsia="ko"/>
        </w:rPr>
        <w:t>드롭</w:t>
      </w:r>
      <w:r w:rsidRPr="0003761A">
        <w:rPr>
          <w:rFonts w:ascii="Georgia" w:hAnsi="Georgia"/>
          <w:lang w:eastAsia="ko"/>
        </w:rPr>
        <w:t>-</w:t>
      </w:r>
      <w:r w:rsidRPr="0003761A">
        <w:rPr>
          <w:rFonts w:ascii="Georgia" w:hAnsi="Georgia"/>
          <w:lang w:eastAsia="ko"/>
        </w:rPr>
        <w:t>다운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메뉴에서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최소한</w:t>
      </w:r>
      <w:r w:rsidRPr="0003761A">
        <w:rPr>
          <w:rFonts w:ascii="Georgia" w:hAnsi="Georgia"/>
          <w:lang w:eastAsia="ko"/>
        </w:rPr>
        <w:t xml:space="preserve"> 1</w:t>
      </w:r>
      <w:r w:rsidRPr="0003761A">
        <w:rPr>
          <w:rFonts w:ascii="Georgia" w:hAnsi="Georgia"/>
          <w:lang w:eastAsia="ko"/>
        </w:rPr>
        <w:t>개의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표준화된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측정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방법</w:t>
      </w:r>
      <w:r w:rsidRPr="0003761A">
        <w:rPr>
          <w:rFonts w:ascii="Georgia" w:hAnsi="Georgia"/>
          <w:lang w:eastAsia="ko"/>
        </w:rPr>
        <w:t>(</w:t>
      </w:r>
      <w:r w:rsidRPr="0003761A">
        <w:rPr>
          <w:rFonts w:ascii="Georgia" w:hAnsi="Georgia"/>
          <w:lang w:eastAsia="ko"/>
        </w:rPr>
        <w:t>척도</w:t>
      </w:r>
      <w:r w:rsidRPr="0003761A">
        <w:rPr>
          <w:rFonts w:ascii="Georgia" w:hAnsi="Georgia"/>
          <w:lang w:eastAsia="ko"/>
        </w:rPr>
        <w:t>)</w:t>
      </w:r>
      <w:r w:rsidRPr="0003761A">
        <w:rPr>
          <w:rFonts w:ascii="Georgia" w:hAnsi="Georgia"/>
          <w:lang w:eastAsia="ko"/>
        </w:rPr>
        <w:t>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선택해야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합니다</w:t>
      </w:r>
      <w:r w:rsidRPr="0003761A">
        <w:rPr>
          <w:rFonts w:ascii="Georgia" w:hAnsi="Georgia"/>
          <w:lang w:eastAsia="ko"/>
        </w:rPr>
        <w:t>.  (</w:t>
      </w:r>
      <w:r w:rsidRPr="0003761A">
        <w:rPr>
          <w:rFonts w:ascii="Georgia" w:hAnsi="Georgia"/>
          <w:lang w:eastAsia="ko"/>
        </w:rPr>
        <w:t>필요에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따라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줄을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추가하세요</w:t>
      </w:r>
      <w:r w:rsidRPr="0003761A">
        <w:rPr>
          <w:rFonts w:ascii="Georgia" w:hAnsi="Georgia"/>
          <w:lang w:eastAsia="ko"/>
        </w:rPr>
        <w:t>.)</w:t>
      </w:r>
    </w:p>
    <w:p w14:paraId="6BCFBA1B" w14:textId="77777777" w:rsidR="002A71B0" w:rsidRPr="0003761A" w:rsidRDefault="002A71B0" w:rsidP="0090240C">
      <w:pPr>
        <w:pStyle w:val="BodyParagraph"/>
        <w:rPr>
          <w:rFonts w:ascii="Georgia" w:hAnsi="Georgia"/>
        </w:rPr>
      </w:pPr>
    </w:p>
    <w:tbl>
      <w:tblPr>
        <w:tblW w:w="95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65"/>
        <w:gridCol w:w="2610"/>
        <w:gridCol w:w="1530"/>
        <w:gridCol w:w="1620"/>
      </w:tblGrid>
      <w:tr w:rsidR="000B4E93" w:rsidRPr="0003761A" w14:paraId="6BCFBA20" w14:textId="77777777" w:rsidTr="007E5532"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CFBA1C" w14:textId="77777777" w:rsidR="007E5532" w:rsidRPr="0003761A" w:rsidRDefault="0003761A" w:rsidP="009A3F78">
            <w:pPr>
              <w:pStyle w:val="BodyParagraph"/>
              <w:rPr>
                <w:rFonts w:ascii="Georgia" w:hAnsi="Georgia"/>
              </w:rPr>
            </w:pPr>
            <w:r w:rsidRPr="0003761A">
              <w:rPr>
                <w:rFonts w:ascii="Georgia" w:hAnsi="Georgia"/>
                <w:lang w:eastAsia="ko"/>
              </w:rPr>
              <w:t>척도</w:t>
            </w:r>
            <w:r w:rsidRPr="0003761A">
              <w:rPr>
                <w:rFonts w:ascii="Georgia" w:hAnsi="Georgia"/>
                <w:lang w:eastAsia="ko"/>
              </w:rPr>
              <w:t xml:space="preserve"> 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CFBA1D" w14:textId="77777777" w:rsidR="007E5532" w:rsidRPr="0003761A" w:rsidRDefault="0003761A" w:rsidP="009A3F78">
            <w:pPr>
              <w:pStyle w:val="BodyParagraph"/>
              <w:rPr>
                <w:rFonts w:ascii="Georgia" w:hAnsi="Georgia"/>
              </w:rPr>
            </w:pPr>
            <w:r w:rsidRPr="0003761A">
              <w:rPr>
                <w:rFonts w:ascii="Georgia" w:hAnsi="Georgia"/>
                <w:lang w:eastAsia="ko"/>
              </w:rPr>
              <w:t>수집</w:t>
            </w:r>
            <w:r w:rsidRPr="0003761A">
              <w:rPr>
                <w:rFonts w:ascii="Georgia" w:hAnsi="Georgia"/>
                <w:lang w:eastAsia="ko"/>
              </w:rPr>
              <w:t xml:space="preserve"> </w:t>
            </w:r>
            <w:r w:rsidRPr="0003761A">
              <w:rPr>
                <w:rFonts w:ascii="Georgia" w:hAnsi="Georgia"/>
                <w:lang w:eastAsia="ko"/>
              </w:rPr>
              <w:t>방법</w:t>
            </w:r>
            <w:r w:rsidRPr="0003761A">
              <w:rPr>
                <w:rFonts w:ascii="Georgia" w:hAnsi="Georgia"/>
                <w:lang w:eastAsia="ko"/>
              </w:rPr>
              <w:t xml:space="preserve">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CFBA1E" w14:textId="77777777" w:rsidR="007E5532" w:rsidRPr="0003761A" w:rsidRDefault="0003761A" w:rsidP="009A3F78">
            <w:pPr>
              <w:pStyle w:val="BodyParagraph"/>
              <w:rPr>
                <w:rFonts w:ascii="Georgia" w:hAnsi="Georgia"/>
              </w:rPr>
            </w:pPr>
            <w:r w:rsidRPr="0003761A">
              <w:rPr>
                <w:rFonts w:ascii="Georgia" w:hAnsi="Georgia"/>
                <w:lang w:eastAsia="ko"/>
              </w:rPr>
              <w:t>빈도</w:t>
            </w:r>
            <w:r w:rsidRPr="0003761A">
              <w:rPr>
                <w:rFonts w:ascii="Georgia" w:hAnsi="Georgia"/>
                <w:lang w:eastAsia="ko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CFBA1F" w14:textId="77777777" w:rsidR="007E5532" w:rsidRPr="0003761A" w:rsidRDefault="0003761A" w:rsidP="009A3F78">
            <w:pPr>
              <w:pStyle w:val="BodyParagraph"/>
              <w:rPr>
                <w:rFonts w:ascii="Georgia" w:hAnsi="Georgia"/>
              </w:rPr>
            </w:pPr>
            <w:r w:rsidRPr="0003761A">
              <w:rPr>
                <w:rFonts w:ascii="Georgia" w:hAnsi="Georgia"/>
                <w:lang w:eastAsia="ko"/>
              </w:rPr>
              <w:t>수혜자</w:t>
            </w:r>
          </w:p>
        </w:tc>
      </w:tr>
      <w:tr w:rsidR="000B4E93" w:rsidRPr="0003761A" w14:paraId="6BCFBA25" w14:textId="77777777" w:rsidTr="007E5532">
        <w:tc>
          <w:tcPr>
            <w:tcW w:w="3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21" w14:textId="77777777" w:rsidR="007E5532" w:rsidRPr="0003761A" w:rsidRDefault="007E5532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22" w14:textId="77777777" w:rsidR="007E5532" w:rsidRPr="0003761A" w:rsidRDefault="007E5532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23" w14:textId="77777777" w:rsidR="007E5532" w:rsidRPr="0003761A" w:rsidRDefault="007E5532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24" w14:textId="77777777" w:rsidR="007E5532" w:rsidRPr="0003761A" w:rsidRDefault="007E5532" w:rsidP="009A3F78">
            <w:pPr>
              <w:pStyle w:val="BodyParagraph"/>
              <w:rPr>
                <w:rFonts w:ascii="Georgia" w:hAnsi="Georgia"/>
              </w:rPr>
            </w:pPr>
          </w:p>
        </w:tc>
      </w:tr>
      <w:tr w:rsidR="000B4E93" w:rsidRPr="0003761A" w14:paraId="6BCFBA2A" w14:textId="77777777" w:rsidTr="007E5532">
        <w:tc>
          <w:tcPr>
            <w:tcW w:w="3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26" w14:textId="77777777" w:rsidR="007E5532" w:rsidRPr="0003761A" w:rsidRDefault="007E5532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27" w14:textId="77777777" w:rsidR="007E5532" w:rsidRPr="0003761A" w:rsidRDefault="007E5532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28" w14:textId="77777777" w:rsidR="007E5532" w:rsidRPr="0003761A" w:rsidRDefault="007E5532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29" w14:textId="77777777" w:rsidR="007E5532" w:rsidRPr="0003761A" w:rsidRDefault="007E5532" w:rsidP="009A3F78">
            <w:pPr>
              <w:pStyle w:val="BodyParagraph"/>
              <w:rPr>
                <w:rFonts w:ascii="Georgia" w:hAnsi="Georgia"/>
              </w:rPr>
            </w:pPr>
          </w:p>
        </w:tc>
      </w:tr>
      <w:tr w:rsidR="000B4E93" w:rsidRPr="0003761A" w14:paraId="6BCFBA2F" w14:textId="77777777" w:rsidTr="007E5532">
        <w:tc>
          <w:tcPr>
            <w:tcW w:w="3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2B" w14:textId="77777777" w:rsidR="007E5532" w:rsidRPr="0003761A" w:rsidRDefault="007E5532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2C" w14:textId="77777777" w:rsidR="007E5532" w:rsidRPr="0003761A" w:rsidRDefault="007E5532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2D" w14:textId="77777777" w:rsidR="007E5532" w:rsidRPr="0003761A" w:rsidRDefault="007E5532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2E" w14:textId="77777777" w:rsidR="007E5532" w:rsidRPr="0003761A" w:rsidRDefault="007E5532" w:rsidP="009A3F78">
            <w:pPr>
              <w:pStyle w:val="BodyParagraph"/>
              <w:rPr>
                <w:rFonts w:ascii="Georgia" w:hAnsi="Georgia"/>
              </w:rPr>
            </w:pPr>
          </w:p>
        </w:tc>
      </w:tr>
    </w:tbl>
    <w:p w14:paraId="6BCFBA30" w14:textId="77777777" w:rsidR="0090240C" w:rsidRPr="0003761A" w:rsidRDefault="0003761A" w:rsidP="002D0F9E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모니터링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및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평가를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위한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정보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수집을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담당할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사람이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정해져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있습니까</w:t>
      </w:r>
      <w:r w:rsidRPr="0003761A">
        <w:rPr>
          <w:rFonts w:ascii="Georgia" w:hAnsi="Georgia"/>
          <w:bCs/>
          <w:lang w:eastAsia="ko"/>
        </w:rPr>
        <w:t xml:space="preserve">? </w:t>
      </w:r>
    </w:p>
    <w:p w14:paraId="6BCFBA31" w14:textId="77777777" w:rsidR="00307FDA" w:rsidRPr="0003761A" w:rsidRDefault="0003761A" w:rsidP="0090240C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있는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경우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해당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개인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혹은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단체의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이름과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연락처를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제공하고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개인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혹은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단체가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정보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수집을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담당하기에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적격인지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간략히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설명하세요</w:t>
      </w:r>
      <w:r w:rsidRPr="0003761A">
        <w:rPr>
          <w:rFonts w:ascii="Georgia" w:hAnsi="Georgia"/>
          <w:lang w:eastAsia="ko"/>
        </w:rPr>
        <w:t xml:space="preserve">. </w:t>
      </w:r>
      <w:r w:rsidRPr="0003761A">
        <w:rPr>
          <w:rFonts w:ascii="Georgia" w:hAnsi="Georgia"/>
          <w:lang w:eastAsia="ko"/>
        </w:rPr>
        <w:t>없는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경우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정보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수집을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담당할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개인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혹은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단체를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어떻게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선정할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것인지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알려주세요</w:t>
      </w:r>
      <w:r w:rsidRPr="0003761A">
        <w:rPr>
          <w:rFonts w:ascii="Georgia" w:hAnsi="Georgia"/>
          <w:lang w:eastAsia="ko"/>
        </w:rPr>
        <w:t>.</w:t>
      </w:r>
    </w:p>
    <w:p w14:paraId="6BCFBA32" w14:textId="77777777" w:rsidR="008A6F0D" w:rsidRPr="0003761A" w:rsidRDefault="008A6F0D" w:rsidP="00A63A22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A33" w14:textId="77777777" w:rsidR="000B4CEF" w:rsidRPr="0003761A" w:rsidRDefault="000B4CEF" w:rsidP="000B4CEF">
      <w:pPr>
        <w:pStyle w:val="Heading2"/>
        <w:rPr>
          <w:rFonts w:ascii="Georgia" w:hAnsi="Georgia"/>
          <w:lang w:eastAsia="ko-KR"/>
        </w:rPr>
      </w:pPr>
    </w:p>
    <w:p w14:paraId="6BCFBA34" w14:textId="77777777" w:rsidR="000B4CEF" w:rsidRPr="0003761A" w:rsidRDefault="0003761A" w:rsidP="000B4CEF">
      <w:pPr>
        <w:pStyle w:val="Heading2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제</w:t>
      </w:r>
      <w:r w:rsidRPr="0003761A">
        <w:rPr>
          <w:rFonts w:ascii="Georgia" w:hAnsi="Georgia"/>
          <w:lang w:eastAsia="ko"/>
        </w:rPr>
        <w:t>6</w:t>
      </w:r>
      <w:r w:rsidRPr="0003761A">
        <w:rPr>
          <w:rFonts w:ascii="Georgia" w:hAnsi="Georgia"/>
          <w:lang w:eastAsia="ko"/>
        </w:rPr>
        <w:t>단계</w:t>
      </w:r>
      <w:r w:rsidRPr="0003761A">
        <w:rPr>
          <w:rFonts w:ascii="Georgia" w:hAnsi="Georgia"/>
          <w:lang w:eastAsia="ko"/>
        </w:rPr>
        <w:t xml:space="preserve">: </w:t>
      </w:r>
      <w:r w:rsidRPr="0003761A">
        <w:rPr>
          <w:rFonts w:ascii="Georgia" w:hAnsi="Georgia"/>
          <w:lang w:eastAsia="ko"/>
        </w:rPr>
        <w:t>장소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및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일정</w:t>
      </w:r>
    </w:p>
    <w:p w14:paraId="6BCFBA35" w14:textId="77777777" w:rsidR="00C92524" w:rsidRPr="0003761A" w:rsidRDefault="0003761A" w:rsidP="00C92524">
      <w:pPr>
        <w:pStyle w:val="Heading3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인도주의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프로젝트</w:t>
      </w:r>
    </w:p>
    <w:p w14:paraId="6BCFBA36" w14:textId="77777777" w:rsidR="00C92524" w:rsidRPr="0003761A" w:rsidRDefault="0003761A" w:rsidP="00C92524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프로젝트가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실시될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곳은</w:t>
      </w:r>
      <w:r w:rsidRPr="0003761A">
        <w:rPr>
          <w:rFonts w:ascii="Georgia" w:hAnsi="Georgia"/>
          <w:bCs/>
          <w:lang w:eastAsia="ko"/>
        </w:rPr>
        <w:t>?</w:t>
      </w:r>
    </w:p>
    <w:p w14:paraId="6BCFBA37" w14:textId="77777777" w:rsidR="00C92524" w:rsidRPr="0003761A" w:rsidRDefault="00C92524" w:rsidP="00C92524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A38" w14:textId="77777777" w:rsidR="000B4CEF" w:rsidRPr="0003761A" w:rsidRDefault="0003761A" w:rsidP="000B4CEF">
      <w:pPr>
        <w:pStyle w:val="Heading3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직업연수팀</w:t>
      </w:r>
    </w:p>
    <w:p w14:paraId="6BCFBA39" w14:textId="77777777" w:rsidR="006936EF" w:rsidRPr="0003761A" w:rsidRDefault="0003761A" w:rsidP="00C92524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팀에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대한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정보를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기입하세요</w:t>
      </w:r>
      <w:r w:rsidRPr="0003761A">
        <w:rPr>
          <w:rFonts w:ascii="Georgia" w:hAnsi="Georgia"/>
          <w:bCs/>
          <w:lang w:eastAsia="ko"/>
        </w:rPr>
        <w:t>. (</w:t>
      </w:r>
      <w:r w:rsidRPr="0003761A">
        <w:rPr>
          <w:rFonts w:ascii="Georgia" w:hAnsi="Georgia"/>
          <w:bCs/>
          <w:lang w:eastAsia="ko"/>
        </w:rPr>
        <w:t>필요에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따라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줄을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추가하세요</w:t>
      </w:r>
      <w:r w:rsidRPr="0003761A">
        <w:rPr>
          <w:rFonts w:ascii="Georgia" w:hAnsi="Georgia"/>
          <w:bCs/>
          <w:lang w:eastAsia="ko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335"/>
        <w:gridCol w:w="2335"/>
        <w:gridCol w:w="2344"/>
      </w:tblGrid>
      <w:tr w:rsidR="000B4E93" w:rsidRPr="0003761A" w14:paraId="6BCFBA3E" w14:textId="77777777" w:rsidTr="006936EF">
        <w:tc>
          <w:tcPr>
            <w:tcW w:w="2394" w:type="dxa"/>
          </w:tcPr>
          <w:p w14:paraId="6BCFBA3A" w14:textId="77777777" w:rsidR="006936EF" w:rsidRPr="0003761A" w:rsidRDefault="0003761A" w:rsidP="006936EF">
            <w:pPr>
              <w:pStyle w:val="BodyParagraph"/>
              <w:rPr>
                <w:rFonts w:ascii="Georgia" w:hAnsi="Georgia"/>
              </w:rPr>
            </w:pPr>
            <w:r w:rsidRPr="0003761A">
              <w:rPr>
                <w:rFonts w:ascii="Georgia" w:hAnsi="Georgia"/>
                <w:lang w:eastAsia="ko"/>
              </w:rPr>
              <w:t>팀명</w:t>
            </w:r>
          </w:p>
        </w:tc>
        <w:tc>
          <w:tcPr>
            <w:tcW w:w="2394" w:type="dxa"/>
          </w:tcPr>
          <w:p w14:paraId="6BCFBA3B" w14:textId="77777777" w:rsidR="006936EF" w:rsidRPr="0003761A" w:rsidRDefault="0003761A" w:rsidP="006936EF">
            <w:pPr>
              <w:pStyle w:val="BodyParagraph"/>
              <w:rPr>
                <w:rFonts w:ascii="Georgia" w:hAnsi="Georgia"/>
              </w:rPr>
            </w:pPr>
            <w:r w:rsidRPr="0003761A">
              <w:rPr>
                <w:rFonts w:ascii="Georgia" w:hAnsi="Georgia"/>
                <w:lang w:eastAsia="ko"/>
              </w:rPr>
              <w:t>활동</w:t>
            </w:r>
            <w:r w:rsidRPr="0003761A">
              <w:rPr>
                <w:rFonts w:ascii="Georgia" w:hAnsi="Georgia"/>
                <w:lang w:eastAsia="ko"/>
              </w:rPr>
              <w:t xml:space="preserve"> </w:t>
            </w:r>
            <w:r w:rsidRPr="0003761A">
              <w:rPr>
                <w:rFonts w:ascii="Georgia" w:hAnsi="Georgia"/>
                <w:lang w:eastAsia="ko"/>
              </w:rPr>
              <w:t>유형</w:t>
            </w:r>
          </w:p>
        </w:tc>
        <w:tc>
          <w:tcPr>
            <w:tcW w:w="2394" w:type="dxa"/>
          </w:tcPr>
          <w:p w14:paraId="6BCFBA3C" w14:textId="77777777" w:rsidR="006936EF" w:rsidRPr="0003761A" w:rsidRDefault="0003761A" w:rsidP="006936EF">
            <w:pPr>
              <w:pStyle w:val="BodyParagraph"/>
              <w:rPr>
                <w:rFonts w:ascii="Georgia" w:hAnsi="Georgia"/>
              </w:rPr>
            </w:pPr>
            <w:r w:rsidRPr="0003761A">
              <w:rPr>
                <w:rFonts w:ascii="Georgia" w:hAnsi="Georgia"/>
                <w:lang w:eastAsia="ko"/>
              </w:rPr>
              <w:t>연수</w:t>
            </w:r>
            <w:r w:rsidRPr="0003761A">
              <w:rPr>
                <w:rFonts w:ascii="Georgia" w:hAnsi="Georgia"/>
                <w:lang w:eastAsia="ko"/>
              </w:rPr>
              <w:t xml:space="preserve"> </w:t>
            </w:r>
            <w:r w:rsidRPr="0003761A">
              <w:rPr>
                <w:rFonts w:ascii="Georgia" w:hAnsi="Georgia"/>
                <w:lang w:eastAsia="ko"/>
              </w:rPr>
              <w:t>지역</w:t>
            </w:r>
          </w:p>
        </w:tc>
        <w:tc>
          <w:tcPr>
            <w:tcW w:w="2394" w:type="dxa"/>
          </w:tcPr>
          <w:p w14:paraId="6BCFBA3D" w14:textId="77777777" w:rsidR="006936EF" w:rsidRPr="0003761A" w:rsidRDefault="0003761A" w:rsidP="006936EF">
            <w:pPr>
              <w:pStyle w:val="BodyParagraph"/>
              <w:rPr>
                <w:rFonts w:ascii="Georgia" w:hAnsi="Georgia"/>
              </w:rPr>
            </w:pPr>
            <w:r w:rsidRPr="0003761A">
              <w:rPr>
                <w:rFonts w:ascii="Georgia" w:hAnsi="Georgia"/>
                <w:lang w:eastAsia="ko"/>
              </w:rPr>
              <w:t>출발일</w:t>
            </w:r>
            <w:r w:rsidRPr="0003761A">
              <w:rPr>
                <w:rFonts w:ascii="Georgia" w:hAnsi="Georgia"/>
                <w:lang w:eastAsia="ko"/>
              </w:rPr>
              <w:t>-</w:t>
            </w:r>
            <w:r w:rsidRPr="0003761A">
              <w:rPr>
                <w:rFonts w:ascii="Georgia" w:hAnsi="Georgia"/>
                <w:lang w:eastAsia="ko"/>
              </w:rPr>
              <w:t>귀국일</w:t>
            </w:r>
          </w:p>
        </w:tc>
      </w:tr>
      <w:tr w:rsidR="000B4E93" w:rsidRPr="0003761A" w14:paraId="6BCFBA43" w14:textId="77777777" w:rsidTr="006936EF">
        <w:tc>
          <w:tcPr>
            <w:tcW w:w="2394" w:type="dxa"/>
          </w:tcPr>
          <w:p w14:paraId="6BCFBA3F" w14:textId="77777777" w:rsidR="006936EF" w:rsidRPr="0003761A" w:rsidRDefault="006936EF" w:rsidP="006936EF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2394" w:type="dxa"/>
          </w:tcPr>
          <w:p w14:paraId="6BCFBA40" w14:textId="77777777" w:rsidR="006936EF" w:rsidRPr="0003761A" w:rsidRDefault="006936EF" w:rsidP="006936EF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2394" w:type="dxa"/>
          </w:tcPr>
          <w:p w14:paraId="6BCFBA41" w14:textId="77777777" w:rsidR="006936EF" w:rsidRPr="0003761A" w:rsidRDefault="006936EF" w:rsidP="006936EF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2394" w:type="dxa"/>
          </w:tcPr>
          <w:p w14:paraId="6BCFBA42" w14:textId="77777777" w:rsidR="006936EF" w:rsidRPr="0003761A" w:rsidRDefault="006936EF" w:rsidP="006936EF">
            <w:pPr>
              <w:pStyle w:val="BodyParagraph"/>
              <w:rPr>
                <w:rFonts w:ascii="Georgia" w:hAnsi="Georgia"/>
              </w:rPr>
            </w:pPr>
          </w:p>
        </w:tc>
      </w:tr>
      <w:tr w:rsidR="000B4E93" w:rsidRPr="0003761A" w14:paraId="6BCFBA48" w14:textId="77777777" w:rsidTr="006936EF">
        <w:tc>
          <w:tcPr>
            <w:tcW w:w="2394" w:type="dxa"/>
          </w:tcPr>
          <w:p w14:paraId="6BCFBA44" w14:textId="77777777" w:rsidR="006936EF" w:rsidRPr="0003761A" w:rsidRDefault="006936EF" w:rsidP="006936EF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2394" w:type="dxa"/>
          </w:tcPr>
          <w:p w14:paraId="6BCFBA45" w14:textId="77777777" w:rsidR="006936EF" w:rsidRPr="0003761A" w:rsidRDefault="006936EF" w:rsidP="006936EF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2394" w:type="dxa"/>
          </w:tcPr>
          <w:p w14:paraId="6BCFBA46" w14:textId="77777777" w:rsidR="006936EF" w:rsidRPr="0003761A" w:rsidRDefault="006936EF" w:rsidP="006936EF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2394" w:type="dxa"/>
          </w:tcPr>
          <w:p w14:paraId="6BCFBA47" w14:textId="77777777" w:rsidR="006936EF" w:rsidRPr="0003761A" w:rsidRDefault="006936EF" w:rsidP="006936EF">
            <w:pPr>
              <w:pStyle w:val="BodyParagraph"/>
              <w:rPr>
                <w:rFonts w:ascii="Georgia" w:hAnsi="Georgia"/>
              </w:rPr>
            </w:pPr>
          </w:p>
        </w:tc>
      </w:tr>
    </w:tbl>
    <w:p w14:paraId="6BCFBA49" w14:textId="77777777" w:rsidR="000B4CEF" w:rsidRPr="0003761A" w:rsidRDefault="0003761A" w:rsidP="000B4CEF">
      <w:pPr>
        <w:pStyle w:val="Heading3"/>
        <w:rPr>
          <w:rFonts w:ascii="Georgia" w:hAnsi="Georgia"/>
        </w:rPr>
      </w:pPr>
      <w:r w:rsidRPr="0003761A">
        <w:rPr>
          <w:rFonts w:ascii="Georgia" w:hAnsi="Georgia"/>
          <w:bCs/>
          <w:lang w:eastAsia="ko"/>
        </w:rPr>
        <w:t>장학금</w:t>
      </w:r>
    </w:p>
    <w:p w14:paraId="6BCFBA4A" w14:textId="77777777" w:rsidR="000B4CEF" w:rsidRPr="0003761A" w:rsidRDefault="0003761A" w:rsidP="00C92524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장학생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후보자의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예상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유학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기간은</w:t>
      </w:r>
      <w:r w:rsidRPr="0003761A">
        <w:rPr>
          <w:rFonts w:ascii="Georgia" w:hAnsi="Georgia"/>
          <w:bCs/>
          <w:lang w:eastAsia="ko"/>
        </w:rPr>
        <w:t xml:space="preserve">? </w:t>
      </w:r>
    </w:p>
    <w:p w14:paraId="6BCFBA4B" w14:textId="77777777" w:rsidR="000B4CEF" w:rsidRPr="0003761A" w:rsidRDefault="000B4CEF" w:rsidP="000B4CEF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A4C" w14:textId="77777777" w:rsidR="000B4CEF" w:rsidRPr="0003761A" w:rsidRDefault="000B4CEF" w:rsidP="000B4CEF">
      <w:pPr>
        <w:pStyle w:val="BodyParagraph"/>
        <w:rPr>
          <w:rFonts w:ascii="Georgia" w:hAnsi="Georgia"/>
          <w:b/>
          <w:lang w:eastAsia="ko-KR"/>
        </w:rPr>
      </w:pPr>
    </w:p>
    <w:p w14:paraId="6BCFBA4D" w14:textId="77777777" w:rsidR="007F33EA" w:rsidRPr="0003761A" w:rsidRDefault="0003761A" w:rsidP="007F33EA">
      <w:pPr>
        <w:pStyle w:val="Heading2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제</w:t>
      </w:r>
      <w:r w:rsidRPr="0003761A">
        <w:rPr>
          <w:rFonts w:ascii="Georgia" w:hAnsi="Georgia"/>
          <w:lang w:eastAsia="ko"/>
        </w:rPr>
        <w:t>7</w:t>
      </w:r>
      <w:r w:rsidRPr="0003761A">
        <w:rPr>
          <w:rFonts w:ascii="Georgia" w:hAnsi="Georgia"/>
          <w:lang w:eastAsia="ko"/>
        </w:rPr>
        <w:t>단계</w:t>
      </w:r>
      <w:r w:rsidRPr="0003761A">
        <w:rPr>
          <w:rFonts w:ascii="Georgia" w:hAnsi="Georgia"/>
          <w:lang w:eastAsia="ko"/>
        </w:rPr>
        <w:t xml:space="preserve">: </w:t>
      </w:r>
      <w:r w:rsidRPr="0003761A">
        <w:rPr>
          <w:rFonts w:ascii="Georgia" w:hAnsi="Georgia"/>
          <w:lang w:eastAsia="ko"/>
        </w:rPr>
        <w:t>참가자</w:t>
      </w:r>
    </w:p>
    <w:p w14:paraId="6BCFBA4E" w14:textId="77777777" w:rsidR="007F33EA" w:rsidRPr="0003761A" w:rsidRDefault="0003761A" w:rsidP="007F33EA">
      <w:pPr>
        <w:pStyle w:val="Heading3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직업연수팀</w:t>
      </w:r>
    </w:p>
    <w:p w14:paraId="6BCFBA4F" w14:textId="77777777" w:rsidR="002D378A" w:rsidRPr="0003761A" w:rsidRDefault="0003761A" w:rsidP="006936EF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섹션에서는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각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팀마다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최소한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리더</w:t>
      </w:r>
      <w:r w:rsidRPr="0003761A">
        <w:rPr>
          <w:rFonts w:ascii="Georgia" w:hAnsi="Georgia"/>
          <w:bCs/>
          <w:lang w:eastAsia="ko"/>
        </w:rPr>
        <w:t xml:space="preserve"> 1</w:t>
      </w:r>
      <w:r w:rsidRPr="0003761A">
        <w:rPr>
          <w:rFonts w:ascii="Georgia" w:hAnsi="Georgia"/>
          <w:bCs/>
          <w:lang w:eastAsia="ko"/>
        </w:rPr>
        <w:t>명과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그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외의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멤버</w:t>
      </w:r>
      <w:r w:rsidRPr="0003761A">
        <w:rPr>
          <w:rFonts w:ascii="Georgia" w:hAnsi="Georgia"/>
          <w:bCs/>
          <w:lang w:eastAsia="ko"/>
        </w:rPr>
        <w:t xml:space="preserve"> 2</w:t>
      </w:r>
      <w:r w:rsidRPr="0003761A">
        <w:rPr>
          <w:rFonts w:ascii="Georgia" w:hAnsi="Georgia"/>
          <w:bCs/>
          <w:lang w:eastAsia="ko"/>
        </w:rPr>
        <w:t>명이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추가되어야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합니다</w:t>
      </w:r>
    </w:p>
    <w:p w14:paraId="6BCFBA50" w14:textId="77777777" w:rsidR="006936EF" w:rsidRPr="0003761A" w:rsidRDefault="0003761A" w:rsidP="002D378A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각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멤버에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대해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이력서와</w:t>
      </w:r>
      <w:r w:rsidRPr="0003761A">
        <w:rPr>
          <w:rFonts w:ascii="Georgia" w:hAnsi="Georgia"/>
          <w:lang w:eastAsia="ko"/>
        </w:rPr>
        <w:t xml:space="preserve"> </w:t>
      </w:r>
      <w:hyperlink r:id="rId14" w:history="1">
        <w:r w:rsidRPr="0003761A">
          <w:rPr>
            <w:rStyle w:val="Hyperlink"/>
            <w:rFonts w:ascii="Georgia" w:hAnsi="Georgia"/>
            <w:lang w:eastAsia="ko"/>
          </w:rPr>
          <w:t>직업연수팀회원</w:t>
        </w:r>
        <w:r w:rsidRPr="0003761A">
          <w:rPr>
            <w:rStyle w:val="Hyperlink"/>
            <w:rFonts w:ascii="Georgia" w:hAnsi="Georgia"/>
            <w:lang w:eastAsia="ko"/>
          </w:rPr>
          <w:t>:</w:t>
        </w:r>
        <w:r w:rsidRPr="0003761A">
          <w:rPr>
            <w:rStyle w:val="Hyperlink"/>
            <w:rFonts w:ascii="Georgia" w:hAnsi="Georgia"/>
            <w:lang w:eastAsia="ko"/>
          </w:rPr>
          <w:t>신청서</w:t>
        </w:r>
      </w:hyperlink>
      <w:r w:rsidRPr="0003761A">
        <w:rPr>
          <w:rFonts w:ascii="Georgia" w:hAnsi="Georgia"/>
          <w:lang w:eastAsia="ko"/>
        </w:rPr>
        <w:t>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업로드하세요</w:t>
      </w:r>
      <w:r w:rsidRPr="0003761A">
        <w:rPr>
          <w:rFonts w:ascii="Georgia" w:hAnsi="Georgia"/>
          <w:lang w:eastAsia="ko"/>
        </w:rPr>
        <w:t xml:space="preserve">. </w:t>
      </w:r>
      <w:r w:rsidRPr="0003761A">
        <w:rPr>
          <w:rFonts w:ascii="Georgia" w:hAnsi="Georgia"/>
          <w:lang w:eastAsia="ko"/>
        </w:rPr>
        <w:t>팀의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일정도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섹션에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추가되어야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합니다</w:t>
      </w:r>
      <w:r w:rsidRPr="0003761A">
        <w:rPr>
          <w:rFonts w:ascii="Georgia" w:hAnsi="Georgia"/>
          <w:lang w:eastAsia="ko"/>
        </w:rPr>
        <w:t xml:space="preserve">. </w:t>
      </w:r>
      <w:r w:rsidRPr="0003761A">
        <w:rPr>
          <w:rFonts w:ascii="Georgia" w:hAnsi="Georgia"/>
          <w:lang w:eastAsia="ko"/>
        </w:rPr>
        <w:t>모든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멤버들의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서류를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수집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검토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업로드하는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것은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리더의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책임입니다</w:t>
      </w:r>
      <w:r w:rsidRPr="0003761A">
        <w:rPr>
          <w:rFonts w:ascii="Georgia" w:hAnsi="Georgia"/>
          <w:lang w:eastAsia="ko"/>
        </w:rPr>
        <w:t xml:space="preserve">. </w:t>
      </w:r>
    </w:p>
    <w:p w14:paraId="6BCFBA51" w14:textId="77777777" w:rsidR="007F33EA" w:rsidRPr="0003761A" w:rsidRDefault="0003761A" w:rsidP="006936EF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lastRenderedPageBreak/>
        <w:t>직업연수팀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신청서에는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다음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문항들이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포함되어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있습니다</w:t>
      </w:r>
      <w:r w:rsidRPr="0003761A">
        <w:rPr>
          <w:rFonts w:ascii="Georgia" w:hAnsi="Georgia"/>
          <w:bCs/>
          <w:lang w:eastAsia="ko"/>
        </w:rPr>
        <w:t xml:space="preserve">:  </w:t>
      </w:r>
    </w:p>
    <w:p w14:paraId="6BCFBA52" w14:textId="77777777" w:rsidR="005C3273" w:rsidRPr="0003761A" w:rsidRDefault="0003761A" w:rsidP="005C3273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학력과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경력은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해당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초점분야와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어떤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연관성이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있습니까</w:t>
      </w:r>
      <w:r w:rsidRPr="0003761A">
        <w:rPr>
          <w:rFonts w:ascii="Georgia" w:hAnsi="Georgia"/>
          <w:bCs/>
          <w:lang w:eastAsia="ko"/>
        </w:rPr>
        <w:t>?</w:t>
      </w:r>
    </w:p>
    <w:p w14:paraId="6BCFBA53" w14:textId="77777777" w:rsidR="005C3273" w:rsidRPr="0003761A" w:rsidRDefault="005C3273" w:rsidP="005C3273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A54" w14:textId="77777777" w:rsidR="005C3273" w:rsidRPr="0003761A" w:rsidRDefault="0003761A" w:rsidP="005C3273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귀하는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직업연수에서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어떤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역할을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담당합니까</w:t>
      </w:r>
      <w:r w:rsidRPr="0003761A">
        <w:rPr>
          <w:rFonts w:ascii="Georgia" w:hAnsi="Georgia"/>
          <w:bCs/>
          <w:lang w:eastAsia="ko"/>
        </w:rPr>
        <w:t xml:space="preserve">?  </w:t>
      </w:r>
      <w:r w:rsidRPr="0003761A">
        <w:rPr>
          <w:rFonts w:ascii="Georgia" w:hAnsi="Georgia"/>
          <w:bCs/>
          <w:lang w:eastAsia="ko"/>
        </w:rPr>
        <w:t>직업연수팀에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어떻게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참여할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것인지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기술해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주세요</w:t>
      </w:r>
      <w:r w:rsidRPr="0003761A">
        <w:rPr>
          <w:rFonts w:ascii="Georgia" w:hAnsi="Georgia"/>
          <w:bCs/>
          <w:lang w:eastAsia="ko"/>
        </w:rPr>
        <w:t>.</w:t>
      </w:r>
    </w:p>
    <w:p w14:paraId="6BCFBA55" w14:textId="77777777" w:rsidR="005C3273" w:rsidRPr="0003761A" w:rsidRDefault="005C3273" w:rsidP="005C3273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A56" w14:textId="77777777" w:rsidR="005C3273" w:rsidRPr="0003761A" w:rsidRDefault="005C3273" w:rsidP="007F33EA">
      <w:pPr>
        <w:pStyle w:val="BodyParagraph"/>
        <w:rPr>
          <w:rFonts w:ascii="Georgia" w:eastAsia="NanumGothic" w:hAnsi="Georgia"/>
          <w:b/>
          <w:smallCaps/>
          <w:color w:val="auto"/>
          <w:sz w:val="24"/>
          <w:szCs w:val="28"/>
          <w:u w:val="single"/>
          <w:lang w:eastAsia="ko-KR"/>
        </w:rPr>
      </w:pPr>
    </w:p>
    <w:p w14:paraId="6BCFBA57" w14:textId="77777777" w:rsidR="007F33EA" w:rsidRPr="0003761A" w:rsidRDefault="0003761A" w:rsidP="007F33EA">
      <w:pPr>
        <w:pStyle w:val="BodyParagraph"/>
        <w:rPr>
          <w:rFonts w:ascii="Georgia" w:eastAsia="NanumGothic" w:hAnsi="Georgia"/>
          <w:b/>
          <w:smallCaps/>
          <w:color w:val="auto"/>
          <w:sz w:val="24"/>
          <w:szCs w:val="28"/>
          <w:u w:val="single"/>
          <w:lang w:eastAsia="ko-KR"/>
        </w:rPr>
      </w:pPr>
      <w:r w:rsidRPr="0003761A">
        <w:rPr>
          <w:rFonts w:ascii="Georgia" w:eastAsia="NanumGothic" w:hAnsi="Georgia"/>
          <w:b/>
          <w:bCs/>
          <w:smallCaps/>
          <w:color w:val="auto"/>
          <w:sz w:val="24"/>
          <w:szCs w:val="28"/>
          <w:u w:val="single"/>
          <w:lang w:eastAsia="ko"/>
        </w:rPr>
        <w:t>협력단체</w:t>
      </w:r>
      <w:r w:rsidRPr="0003761A">
        <w:rPr>
          <w:rFonts w:ascii="Georgia" w:eastAsia="NanumGothic" w:hAnsi="Georgia"/>
          <w:b/>
          <w:bCs/>
          <w:smallCaps/>
          <w:color w:val="auto"/>
          <w:sz w:val="24"/>
          <w:szCs w:val="28"/>
          <w:u w:val="single"/>
          <w:lang w:eastAsia="ko"/>
        </w:rPr>
        <w:t xml:space="preserve"> (</w:t>
      </w:r>
      <w:r w:rsidRPr="0003761A">
        <w:rPr>
          <w:rFonts w:ascii="Georgia" w:eastAsia="NanumGothic" w:hAnsi="Georgia"/>
          <w:b/>
          <w:bCs/>
          <w:smallCaps/>
          <w:color w:val="auto"/>
          <w:sz w:val="24"/>
          <w:szCs w:val="28"/>
          <w:u w:val="single"/>
          <w:lang w:eastAsia="ko"/>
        </w:rPr>
        <w:t>선택항목</w:t>
      </w:r>
      <w:r w:rsidRPr="0003761A">
        <w:rPr>
          <w:rFonts w:ascii="Georgia" w:eastAsia="NanumGothic" w:hAnsi="Georgia"/>
          <w:b/>
          <w:bCs/>
          <w:smallCaps/>
          <w:color w:val="auto"/>
          <w:sz w:val="24"/>
          <w:szCs w:val="28"/>
          <w:u w:val="single"/>
          <w:lang w:eastAsia="ko"/>
        </w:rPr>
        <w:t xml:space="preserve">)  </w:t>
      </w:r>
    </w:p>
    <w:p w14:paraId="6BCFBA58" w14:textId="77777777" w:rsidR="00D15347" w:rsidRPr="0003761A" w:rsidRDefault="0003761A" w:rsidP="00D15347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각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협력단체의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이름</w:t>
      </w:r>
      <w:r w:rsidRPr="0003761A">
        <w:rPr>
          <w:rFonts w:ascii="Georgia" w:hAnsi="Georgia"/>
          <w:bCs/>
          <w:lang w:eastAsia="ko"/>
        </w:rPr>
        <w:t xml:space="preserve">, </w:t>
      </w:r>
      <w:r w:rsidRPr="0003761A">
        <w:rPr>
          <w:rFonts w:ascii="Georgia" w:hAnsi="Georgia"/>
          <w:bCs/>
          <w:lang w:eastAsia="ko"/>
        </w:rPr>
        <w:t>웹사이트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주소</w:t>
      </w:r>
      <w:r w:rsidRPr="0003761A">
        <w:rPr>
          <w:rFonts w:ascii="Georgia" w:hAnsi="Georgia"/>
          <w:bCs/>
          <w:lang w:eastAsia="ko"/>
        </w:rPr>
        <w:t xml:space="preserve">, </w:t>
      </w:r>
      <w:r w:rsidRPr="0003761A">
        <w:rPr>
          <w:rFonts w:ascii="Georgia" w:hAnsi="Georgia"/>
          <w:bCs/>
          <w:lang w:eastAsia="ko"/>
        </w:rPr>
        <w:t>소재지를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기입하세요</w:t>
      </w:r>
      <w:r w:rsidRPr="0003761A">
        <w:rPr>
          <w:rFonts w:ascii="Georgia" w:hAnsi="Georgia"/>
          <w:bCs/>
          <w:lang w:eastAsia="ko"/>
        </w:rPr>
        <w:t>.</w:t>
      </w:r>
    </w:p>
    <w:p w14:paraId="6BCFBA59" w14:textId="77777777" w:rsidR="002A71B0" w:rsidRPr="0003761A" w:rsidRDefault="0003761A" w:rsidP="002A71B0">
      <w:pPr>
        <w:pStyle w:val="BodyParagraph"/>
        <w:rPr>
          <w:rFonts w:ascii="Georgia" w:hAnsi="Georgia"/>
        </w:rPr>
      </w:pPr>
      <w:r w:rsidRPr="0003761A">
        <w:rPr>
          <w:rFonts w:ascii="Georgia" w:hAnsi="Georgia"/>
          <w:lang w:eastAsia="ko"/>
        </w:rPr>
        <w:t>협력단체는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프로젝트의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실행에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직접적으로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관여하는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비정부기구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지역사회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단체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정부기관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등을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말합니다</w:t>
      </w:r>
      <w:r w:rsidRPr="0003761A">
        <w:rPr>
          <w:rFonts w:ascii="Georgia" w:hAnsi="Georgia"/>
          <w:lang w:eastAsia="ko"/>
        </w:rPr>
        <w:t xml:space="preserve">. </w:t>
      </w:r>
      <w:r w:rsidRPr="0003761A">
        <w:rPr>
          <w:rFonts w:ascii="Georgia" w:hAnsi="Georgia"/>
          <w:lang w:eastAsia="ko"/>
        </w:rPr>
        <w:t>각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단체의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대표가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서명한</w:t>
      </w:r>
      <w:r w:rsidRPr="0003761A">
        <w:rPr>
          <w:rFonts w:ascii="Georgia" w:hAnsi="Georgia"/>
          <w:lang w:eastAsia="ko"/>
        </w:rPr>
        <w:t xml:space="preserve"> </w:t>
      </w:r>
      <w:hyperlink r:id="rId15" w:history="1">
        <w:r w:rsidRPr="0003761A">
          <w:rPr>
            <w:rStyle w:val="Hyperlink"/>
            <w:rFonts w:ascii="Georgia" w:hAnsi="Georgia"/>
            <w:lang w:eastAsia="ko"/>
          </w:rPr>
          <w:t>양해각서</w:t>
        </w:r>
        <w:r w:rsidRPr="0003761A">
          <w:rPr>
            <w:rStyle w:val="Hyperlink"/>
            <w:rFonts w:ascii="Georgia" w:hAnsi="Georgia"/>
            <w:lang w:eastAsia="ko"/>
          </w:rPr>
          <w:t>(MOU)</w:t>
        </w:r>
      </w:hyperlink>
      <w:r w:rsidRPr="0003761A">
        <w:rPr>
          <w:rFonts w:ascii="Georgia" w:hAnsi="Georgia"/>
          <w:lang w:eastAsia="ko"/>
        </w:rPr>
        <w:t>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첨부하세요</w:t>
      </w:r>
      <w:r w:rsidRPr="0003761A">
        <w:rPr>
          <w:rFonts w:ascii="Georgia" w:hAnsi="Georgia"/>
          <w:lang w:eastAsia="ko"/>
        </w:rPr>
        <w:t>. (</w:t>
      </w:r>
      <w:r w:rsidRPr="0003761A">
        <w:rPr>
          <w:rFonts w:ascii="Georgia" w:hAnsi="Georgia"/>
          <w:lang w:eastAsia="ko"/>
        </w:rPr>
        <w:t>필요에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따라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줄을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추가하세요</w:t>
      </w:r>
      <w:r w:rsidRPr="0003761A">
        <w:rPr>
          <w:rFonts w:ascii="Georgia" w:hAnsi="Georgia"/>
          <w:lang w:eastAsia="ko"/>
        </w:rPr>
        <w:t>.)</w:t>
      </w:r>
    </w:p>
    <w:p w14:paraId="6BCFBA5A" w14:textId="77777777" w:rsidR="002A71B0" w:rsidRPr="0003761A" w:rsidRDefault="002A71B0" w:rsidP="002A71B0">
      <w:pPr>
        <w:rPr>
          <w:rFonts w:ascii="Georgia" w:hAnsi="Georg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2"/>
        <w:gridCol w:w="3122"/>
        <w:gridCol w:w="3116"/>
      </w:tblGrid>
      <w:tr w:rsidR="000B4E93" w:rsidRPr="0003761A" w14:paraId="6BCFBA5E" w14:textId="77777777" w:rsidTr="00D15347">
        <w:tc>
          <w:tcPr>
            <w:tcW w:w="3192" w:type="dxa"/>
          </w:tcPr>
          <w:p w14:paraId="6BCFBA5B" w14:textId="77777777" w:rsidR="00D15347" w:rsidRPr="0003761A" w:rsidRDefault="0003761A" w:rsidP="00D15347">
            <w:pPr>
              <w:pStyle w:val="BodyParagraph"/>
              <w:rPr>
                <w:rFonts w:ascii="Georgia" w:hAnsi="Georgia"/>
              </w:rPr>
            </w:pPr>
            <w:r w:rsidRPr="0003761A">
              <w:rPr>
                <w:rFonts w:ascii="Georgia" w:hAnsi="Georgia"/>
                <w:lang w:eastAsia="ko"/>
              </w:rPr>
              <w:t>성명</w:t>
            </w:r>
            <w:r w:rsidRPr="0003761A">
              <w:rPr>
                <w:rFonts w:ascii="Georgia" w:hAnsi="Georgia"/>
                <w:lang w:eastAsia="ko"/>
              </w:rPr>
              <w:t>:</w:t>
            </w:r>
          </w:p>
        </w:tc>
        <w:tc>
          <w:tcPr>
            <w:tcW w:w="3192" w:type="dxa"/>
          </w:tcPr>
          <w:p w14:paraId="6BCFBA5C" w14:textId="77777777" w:rsidR="00D15347" w:rsidRPr="0003761A" w:rsidRDefault="0003761A" w:rsidP="00D15347">
            <w:pPr>
              <w:pStyle w:val="BodyParagraph"/>
              <w:rPr>
                <w:rFonts w:ascii="Georgia" w:hAnsi="Georgia"/>
              </w:rPr>
            </w:pPr>
            <w:r w:rsidRPr="0003761A">
              <w:rPr>
                <w:rFonts w:ascii="Georgia" w:hAnsi="Georgia"/>
                <w:lang w:eastAsia="ko"/>
              </w:rPr>
              <w:t>웹사이트</w:t>
            </w:r>
          </w:p>
        </w:tc>
        <w:tc>
          <w:tcPr>
            <w:tcW w:w="3192" w:type="dxa"/>
          </w:tcPr>
          <w:p w14:paraId="6BCFBA5D" w14:textId="77777777" w:rsidR="00D15347" w:rsidRPr="0003761A" w:rsidRDefault="0003761A" w:rsidP="00D15347">
            <w:pPr>
              <w:pStyle w:val="BodyParagraph"/>
              <w:rPr>
                <w:rFonts w:ascii="Georgia" w:hAnsi="Georgia"/>
              </w:rPr>
            </w:pPr>
            <w:r w:rsidRPr="0003761A">
              <w:rPr>
                <w:rFonts w:ascii="Georgia" w:hAnsi="Georgia"/>
                <w:lang w:eastAsia="ko"/>
              </w:rPr>
              <w:t>소재지</w:t>
            </w:r>
          </w:p>
        </w:tc>
      </w:tr>
      <w:tr w:rsidR="000B4E93" w:rsidRPr="0003761A" w14:paraId="6BCFBA62" w14:textId="77777777" w:rsidTr="00D15347">
        <w:tc>
          <w:tcPr>
            <w:tcW w:w="3192" w:type="dxa"/>
          </w:tcPr>
          <w:p w14:paraId="6BCFBA5F" w14:textId="77777777" w:rsidR="00D15347" w:rsidRPr="0003761A" w:rsidRDefault="00D15347" w:rsidP="00D15347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3192" w:type="dxa"/>
          </w:tcPr>
          <w:p w14:paraId="6BCFBA60" w14:textId="77777777" w:rsidR="00D15347" w:rsidRPr="0003761A" w:rsidRDefault="00D15347" w:rsidP="00D15347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3192" w:type="dxa"/>
          </w:tcPr>
          <w:p w14:paraId="6BCFBA61" w14:textId="77777777" w:rsidR="00D15347" w:rsidRPr="0003761A" w:rsidRDefault="00D15347" w:rsidP="00D15347">
            <w:pPr>
              <w:pStyle w:val="BodyParagraph"/>
              <w:rPr>
                <w:rFonts w:ascii="Georgia" w:hAnsi="Georgia"/>
              </w:rPr>
            </w:pPr>
          </w:p>
        </w:tc>
      </w:tr>
      <w:tr w:rsidR="000B4E93" w:rsidRPr="0003761A" w14:paraId="6BCFBA66" w14:textId="77777777" w:rsidTr="00D15347">
        <w:tc>
          <w:tcPr>
            <w:tcW w:w="3192" w:type="dxa"/>
          </w:tcPr>
          <w:p w14:paraId="6BCFBA63" w14:textId="77777777" w:rsidR="00D15347" w:rsidRPr="0003761A" w:rsidRDefault="00D15347" w:rsidP="00D15347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3192" w:type="dxa"/>
          </w:tcPr>
          <w:p w14:paraId="6BCFBA64" w14:textId="77777777" w:rsidR="00D15347" w:rsidRPr="0003761A" w:rsidRDefault="00D15347" w:rsidP="00D15347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3192" w:type="dxa"/>
          </w:tcPr>
          <w:p w14:paraId="6BCFBA65" w14:textId="77777777" w:rsidR="00D15347" w:rsidRPr="0003761A" w:rsidRDefault="00D15347" w:rsidP="00D15347">
            <w:pPr>
              <w:pStyle w:val="BodyParagraph"/>
              <w:rPr>
                <w:rFonts w:ascii="Georgia" w:hAnsi="Georgia"/>
              </w:rPr>
            </w:pPr>
          </w:p>
        </w:tc>
      </w:tr>
    </w:tbl>
    <w:p w14:paraId="6BCFBA67" w14:textId="77777777" w:rsidR="007F33EA" w:rsidRPr="0003761A" w:rsidRDefault="0003761A" w:rsidP="002902A0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단체를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파트너로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선정한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이유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그리고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프로젝트에서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단체가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수행할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역할은</w:t>
      </w:r>
      <w:r w:rsidRPr="0003761A">
        <w:rPr>
          <w:rFonts w:ascii="Georgia" w:hAnsi="Georgia"/>
          <w:bCs/>
          <w:lang w:eastAsia="ko"/>
        </w:rPr>
        <w:t>?</w:t>
      </w:r>
    </w:p>
    <w:p w14:paraId="6BCFBA68" w14:textId="77777777" w:rsidR="007F33EA" w:rsidRPr="0003761A" w:rsidRDefault="007F33EA" w:rsidP="007F33EA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A69" w14:textId="77777777" w:rsidR="007F33EA" w:rsidRPr="0003761A" w:rsidRDefault="0003761A" w:rsidP="007F33EA">
      <w:pPr>
        <w:pStyle w:val="Heading3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파트너</w:t>
      </w:r>
      <w:r w:rsidRPr="0003761A">
        <w:rPr>
          <w:rFonts w:ascii="Georgia" w:hAnsi="Georgia"/>
          <w:bCs/>
          <w:lang w:eastAsia="ko"/>
        </w:rPr>
        <w:t xml:space="preserve"> (</w:t>
      </w:r>
      <w:r w:rsidRPr="0003761A">
        <w:rPr>
          <w:rFonts w:ascii="Georgia" w:hAnsi="Georgia"/>
          <w:bCs/>
          <w:lang w:eastAsia="ko"/>
        </w:rPr>
        <w:t>선택항목</w:t>
      </w:r>
      <w:r w:rsidRPr="0003761A">
        <w:rPr>
          <w:rFonts w:ascii="Georgia" w:hAnsi="Georgia"/>
          <w:bCs/>
          <w:lang w:eastAsia="ko"/>
        </w:rPr>
        <w:t>)</w:t>
      </w:r>
    </w:p>
    <w:p w14:paraId="6BCFBA6A" w14:textId="77777777" w:rsidR="00D15347" w:rsidRPr="0003761A" w:rsidRDefault="0003761A" w:rsidP="00D15347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다른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로타리클럽이나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로타랙트클럽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로타리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지역사회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봉사단</w:t>
      </w:r>
      <w:r w:rsidRPr="0003761A">
        <w:rPr>
          <w:rFonts w:ascii="Georgia" w:hAnsi="Georgia"/>
          <w:lang w:eastAsia="ko"/>
        </w:rPr>
        <w:t xml:space="preserve">(RCC), </w:t>
      </w:r>
      <w:r w:rsidRPr="0003761A">
        <w:rPr>
          <w:rFonts w:ascii="Georgia" w:hAnsi="Georgia"/>
          <w:lang w:eastAsia="ko"/>
        </w:rPr>
        <w:t>개인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등이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파트너가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될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있습니다</w:t>
      </w:r>
      <w:r w:rsidRPr="0003761A">
        <w:rPr>
          <w:rFonts w:ascii="Georgia" w:hAnsi="Georgia"/>
          <w:lang w:eastAsia="ko"/>
        </w:rPr>
        <w:t>.</w:t>
      </w:r>
    </w:p>
    <w:p w14:paraId="6BCFBA6B" w14:textId="77777777" w:rsidR="007F33EA" w:rsidRPr="0003761A" w:rsidRDefault="0003761A" w:rsidP="002902A0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프로젝트에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참여할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다른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파트너가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있으면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아래에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명시하세요</w:t>
      </w:r>
      <w:r w:rsidRPr="0003761A">
        <w:rPr>
          <w:rFonts w:ascii="Georgia" w:hAnsi="Georgia"/>
          <w:bCs/>
          <w:lang w:eastAsia="ko"/>
        </w:rPr>
        <w:t>.</w:t>
      </w:r>
    </w:p>
    <w:p w14:paraId="6BCFBA6C" w14:textId="77777777" w:rsidR="007F33EA" w:rsidRPr="0003761A" w:rsidRDefault="007F33EA" w:rsidP="007F33EA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A6D" w14:textId="77777777" w:rsidR="001419DF" w:rsidRPr="0003761A" w:rsidRDefault="0003761A" w:rsidP="001419DF">
      <w:pPr>
        <w:pStyle w:val="Heading3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자원봉사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여행자</w:t>
      </w:r>
      <w:r w:rsidRPr="0003761A">
        <w:rPr>
          <w:rFonts w:ascii="Georgia" w:hAnsi="Georgia"/>
          <w:bCs/>
          <w:lang w:eastAsia="ko"/>
        </w:rPr>
        <w:t>(</w:t>
      </w:r>
      <w:r w:rsidRPr="0003761A">
        <w:rPr>
          <w:rFonts w:ascii="Georgia" w:hAnsi="Georgia"/>
          <w:bCs/>
          <w:lang w:eastAsia="ko"/>
        </w:rPr>
        <w:t>선택항목</w:t>
      </w:r>
      <w:r w:rsidRPr="0003761A">
        <w:rPr>
          <w:rFonts w:ascii="Georgia" w:hAnsi="Georgia"/>
          <w:bCs/>
          <w:lang w:eastAsia="ko"/>
        </w:rPr>
        <w:t xml:space="preserve">) </w:t>
      </w:r>
    </w:p>
    <w:p w14:paraId="6BCFBA6E" w14:textId="77777777" w:rsidR="00D15347" w:rsidRPr="0003761A" w:rsidRDefault="0003761A" w:rsidP="00D15347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인도주의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프로젝트의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경우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필요한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기술을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현지에서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확보할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없는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상황에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한해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연수를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제공하거나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프로젝트를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지원할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여행자의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경비를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최고</w:t>
      </w:r>
      <w:r w:rsidRPr="0003761A">
        <w:rPr>
          <w:rFonts w:ascii="Georgia" w:hAnsi="Georgia"/>
          <w:lang w:eastAsia="ko"/>
        </w:rPr>
        <w:t xml:space="preserve"> 2</w:t>
      </w:r>
      <w:r w:rsidRPr="0003761A">
        <w:rPr>
          <w:rFonts w:ascii="Georgia" w:hAnsi="Georgia"/>
          <w:lang w:eastAsia="ko"/>
        </w:rPr>
        <w:t>명까지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보조금에서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지불할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있습니다</w:t>
      </w:r>
      <w:r w:rsidRPr="0003761A">
        <w:rPr>
          <w:rFonts w:ascii="Georgia" w:hAnsi="Georgia"/>
          <w:lang w:eastAsia="ko"/>
        </w:rPr>
        <w:t>.</w:t>
      </w:r>
    </w:p>
    <w:p w14:paraId="6BCFBA6F" w14:textId="77777777" w:rsidR="001419DF" w:rsidRPr="0003761A" w:rsidRDefault="0003761A" w:rsidP="002902A0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각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여행자의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성명과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이메일을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기입하세요</w:t>
      </w:r>
      <w:r w:rsidRPr="0003761A">
        <w:rPr>
          <w:rFonts w:ascii="Georgia" w:hAnsi="Georgia"/>
          <w:bCs/>
          <w:lang w:eastAsia="ko"/>
        </w:rPr>
        <w:t>.</w:t>
      </w:r>
    </w:p>
    <w:p w14:paraId="6BCFBA70" w14:textId="77777777" w:rsidR="001419DF" w:rsidRPr="0003761A" w:rsidRDefault="001419DF" w:rsidP="001419DF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A71" w14:textId="77777777" w:rsidR="001419DF" w:rsidRPr="0003761A" w:rsidRDefault="0003761A" w:rsidP="002902A0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여행자가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프로젝트에서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담당할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역할을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설명하세요</w:t>
      </w:r>
      <w:r w:rsidRPr="0003761A">
        <w:rPr>
          <w:rFonts w:ascii="Georgia" w:hAnsi="Georgia"/>
          <w:bCs/>
          <w:lang w:eastAsia="ko"/>
        </w:rPr>
        <w:t xml:space="preserve">. </w:t>
      </w:r>
    </w:p>
    <w:p w14:paraId="6BCFBA72" w14:textId="77777777" w:rsidR="001419DF" w:rsidRPr="0003761A" w:rsidRDefault="001419DF" w:rsidP="001419DF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A73" w14:textId="77777777" w:rsidR="002902A0" w:rsidRPr="0003761A" w:rsidRDefault="0003761A" w:rsidP="002902A0">
      <w:pPr>
        <w:pStyle w:val="Heading3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장학생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후보</w:t>
      </w:r>
      <w:r w:rsidRPr="0003761A">
        <w:rPr>
          <w:rFonts w:ascii="Georgia" w:hAnsi="Georgia"/>
          <w:bCs/>
          <w:lang w:eastAsia="ko"/>
        </w:rPr>
        <w:t xml:space="preserve">  </w:t>
      </w:r>
    </w:p>
    <w:p w14:paraId="6BCFBA74" w14:textId="77777777" w:rsidR="00D15347" w:rsidRPr="0003761A" w:rsidRDefault="0003761A" w:rsidP="00D15347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lastRenderedPageBreak/>
        <w:t>장학생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후보의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성명과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이메일을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기입하세요</w:t>
      </w:r>
      <w:r w:rsidRPr="0003761A">
        <w:rPr>
          <w:rFonts w:ascii="Georgia" w:hAnsi="Georgia"/>
          <w:bCs/>
          <w:lang w:eastAsia="ko"/>
        </w:rPr>
        <w:t xml:space="preserve">. </w:t>
      </w:r>
      <w:r w:rsidRPr="0003761A">
        <w:rPr>
          <w:rFonts w:ascii="Georgia" w:hAnsi="Georgia"/>
          <w:bCs/>
          <w:lang w:eastAsia="ko"/>
        </w:rPr>
        <w:t>입학허가서가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첨부되어야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합니다</w:t>
      </w:r>
      <w:r w:rsidRPr="0003761A">
        <w:rPr>
          <w:rFonts w:ascii="Georgia" w:hAnsi="Georgia"/>
          <w:bCs/>
          <w:lang w:eastAsia="ko"/>
        </w:rPr>
        <w:t>.</w:t>
      </w:r>
    </w:p>
    <w:p w14:paraId="6BCFBA75" w14:textId="77777777" w:rsidR="00D15347" w:rsidRPr="0003761A" w:rsidRDefault="00D15347" w:rsidP="00D15347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A76" w14:textId="77777777" w:rsidR="007C56DD" w:rsidRPr="0003761A" w:rsidRDefault="0003761A" w:rsidP="007C56DD">
      <w:pPr>
        <w:pStyle w:val="Heading3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교육기관</w:t>
      </w:r>
    </w:p>
    <w:p w14:paraId="6BCFBA77" w14:textId="77777777" w:rsidR="007C56DD" w:rsidRPr="0003761A" w:rsidRDefault="0003761A" w:rsidP="007C56DD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유학할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교육기관의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이름과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주소를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기입하세요</w:t>
      </w:r>
      <w:r w:rsidRPr="0003761A">
        <w:rPr>
          <w:rFonts w:ascii="Georgia" w:hAnsi="Georgia"/>
          <w:bCs/>
          <w:lang w:eastAsia="ko"/>
        </w:rPr>
        <w:t>.</w:t>
      </w:r>
    </w:p>
    <w:p w14:paraId="6BCFBA78" w14:textId="77777777" w:rsidR="007C56DD" w:rsidRPr="0003761A" w:rsidRDefault="007C56DD" w:rsidP="007C56DD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A79" w14:textId="77777777" w:rsidR="001419DF" w:rsidRPr="0003761A" w:rsidRDefault="0003761A" w:rsidP="001419DF">
      <w:pPr>
        <w:pStyle w:val="Heading3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로타리안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참가자</w:t>
      </w:r>
      <w:r w:rsidRPr="0003761A">
        <w:rPr>
          <w:rFonts w:ascii="Georgia" w:hAnsi="Georgia"/>
          <w:bCs/>
          <w:lang w:eastAsia="ko"/>
        </w:rPr>
        <w:t xml:space="preserve"> </w:t>
      </w:r>
    </w:p>
    <w:p w14:paraId="6BCFBA7A" w14:textId="772A7173" w:rsidR="001419DF" w:rsidRPr="0003761A" w:rsidRDefault="00612852" w:rsidP="007C56DD">
      <w:pPr>
        <w:pStyle w:val="Heading4"/>
        <w:rPr>
          <w:rFonts w:ascii="Georgia" w:hAnsi="Georgia"/>
          <w:lang w:eastAsia="ko-KR"/>
        </w:rPr>
      </w:pPr>
      <w:r w:rsidRPr="00612852">
        <w:rPr>
          <w:rFonts w:ascii="Georgia" w:hAnsi="Georgia"/>
          <w:bCs/>
          <w:lang w:eastAsia="ko"/>
        </w:rPr>
        <w:t>이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프로젝트에서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호스트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스폰서와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국제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스폰서가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담당할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역할과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책임을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기술해주세요</w:t>
      </w:r>
      <w:r w:rsidRPr="00612852">
        <w:rPr>
          <w:rFonts w:ascii="Georgia" w:hAnsi="Georgia"/>
          <w:bCs/>
          <w:lang w:eastAsia="ko"/>
        </w:rPr>
        <w:t xml:space="preserve">:  </w:t>
      </w:r>
      <w:r w:rsidRPr="00612852">
        <w:rPr>
          <w:rFonts w:ascii="Georgia" w:hAnsi="Georgia"/>
          <w:bCs/>
          <w:lang w:eastAsia="ko"/>
        </w:rPr>
        <w:t>구체적으로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기입해주시기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바랍니다</w:t>
      </w:r>
      <w:r w:rsidRPr="00612852">
        <w:rPr>
          <w:rFonts w:ascii="Georgia" w:hAnsi="Georgia"/>
          <w:bCs/>
          <w:lang w:eastAsia="ko"/>
        </w:rPr>
        <w:t xml:space="preserve">.  </w:t>
      </w:r>
      <w:r w:rsidRPr="00612852">
        <w:rPr>
          <w:rFonts w:ascii="Georgia" w:hAnsi="Georgia"/>
          <w:bCs/>
          <w:lang w:eastAsia="ko"/>
        </w:rPr>
        <w:t>어떤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스폰서가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보조금을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수령해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관리합니까</w:t>
      </w:r>
      <w:r w:rsidRPr="00612852">
        <w:rPr>
          <w:rFonts w:ascii="Georgia" w:hAnsi="Georgia"/>
          <w:bCs/>
          <w:lang w:eastAsia="ko"/>
        </w:rPr>
        <w:t>?</w:t>
      </w:r>
    </w:p>
    <w:p w14:paraId="6BCFBA7B" w14:textId="77777777" w:rsidR="001419DF" w:rsidRPr="0003761A" w:rsidRDefault="001419DF" w:rsidP="001419DF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A7C" w14:textId="37DE8D29" w:rsidR="001419DF" w:rsidRPr="0003761A" w:rsidRDefault="00612852" w:rsidP="007C56DD">
      <w:pPr>
        <w:pStyle w:val="Heading4"/>
        <w:rPr>
          <w:rFonts w:ascii="Georgia" w:hAnsi="Georgia"/>
          <w:lang w:eastAsia="ko-KR"/>
        </w:rPr>
      </w:pPr>
      <w:r w:rsidRPr="00612852">
        <w:rPr>
          <w:rFonts w:ascii="Georgia" w:hAnsi="Georgia"/>
          <w:bCs/>
          <w:lang w:eastAsia="ko"/>
        </w:rPr>
        <w:t>호스트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스폰서와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국제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스폰서가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어떻게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서로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파트너가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되었는지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설명해주세요</w:t>
      </w:r>
      <w:r w:rsidRPr="00612852">
        <w:rPr>
          <w:rFonts w:ascii="Georgia" w:hAnsi="Georgia"/>
          <w:bCs/>
          <w:lang w:eastAsia="ko"/>
        </w:rPr>
        <w:t xml:space="preserve">.  </w:t>
      </w:r>
      <w:r w:rsidRPr="00612852">
        <w:rPr>
          <w:rFonts w:ascii="Georgia" w:hAnsi="Georgia"/>
          <w:bCs/>
          <w:lang w:eastAsia="ko"/>
        </w:rPr>
        <w:t>이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프로젝트가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성공적으로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시행될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수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있도록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스폰서들은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어떤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합의를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했습니까</w:t>
      </w:r>
      <w:r w:rsidRPr="00612852">
        <w:rPr>
          <w:rFonts w:ascii="Georgia" w:hAnsi="Georgia"/>
          <w:bCs/>
          <w:lang w:eastAsia="ko"/>
        </w:rPr>
        <w:t xml:space="preserve">?  </w:t>
      </w:r>
      <w:r w:rsidRPr="00612852">
        <w:rPr>
          <w:rFonts w:ascii="Georgia" w:hAnsi="Georgia"/>
          <w:bCs/>
          <w:lang w:eastAsia="ko"/>
        </w:rPr>
        <w:t>스폰서들은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프로젝트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전반에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걸쳐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발생하는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어려움을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어떻게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관리할</w:t>
      </w:r>
      <w:r w:rsidRPr="00612852">
        <w:rPr>
          <w:rFonts w:ascii="Georgia" w:hAnsi="Georgia"/>
          <w:bCs/>
          <w:lang w:eastAsia="ko"/>
        </w:rPr>
        <w:t xml:space="preserve"> </w:t>
      </w:r>
      <w:r w:rsidRPr="00612852">
        <w:rPr>
          <w:rFonts w:ascii="Georgia" w:hAnsi="Georgia"/>
          <w:bCs/>
          <w:lang w:eastAsia="ko"/>
        </w:rPr>
        <w:t>것입니까</w:t>
      </w:r>
      <w:r w:rsidRPr="00612852">
        <w:rPr>
          <w:rFonts w:ascii="Georgia" w:hAnsi="Georgia"/>
          <w:bCs/>
          <w:lang w:eastAsia="ko"/>
        </w:rPr>
        <w:t>?</w:t>
      </w:r>
    </w:p>
    <w:p w14:paraId="6BCFBA7D" w14:textId="77777777" w:rsidR="001419DF" w:rsidRPr="0003761A" w:rsidRDefault="001419DF" w:rsidP="001419DF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A7E" w14:textId="77777777" w:rsidR="00EC0DA8" w:rsidRPr="0003761A" w:rsidRDefault="00EC0DA8" w:rsidP="00EC0DA8">
      <w:pPr>
        <w:pStyle w:val="BodyParagraph"/>
        <w:rPr>
          <w:rFonts w:ascii="Georgia" w:hAnsi="Georgia"/>
          <w:lang w:eastAsia="ko-KR"/>
        </w:rPr>
      </w:pPr>
    </w:p>
    <w:p w14:paraId="6BCFBA7F" w14:textId="77777777" w:rsidR="00EC0DA8" w:rsidRPr="0003761A" w:rsidRDefault="0003761A" w:rsidP="00EC0DA8">
      <w:pPr>
        <w:pStyle w:val="Heading2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8</w:t>
      </w:r>
      <w:r w:rsidRPr="0003761A">
        <w:rPr>
          <w:rFonts w:ascii="Georgia" w:hAnsi="Georgia"/>
          <w:lang w:eastAsia="ko"/>
        </w:rPr>
        <w:t>단계</w:t>
      </w:r>
      <w:r w:rsidRPr="0003761A">
        <w:rPr>
          <w:rFonts w:ascii="Georgia" w:hAnsi="Georgia"/>
          <w:lang w:eastAsia="ko"/>
        </w:rPr>
        <w:t xml:space="preserve">:  </w:t>
      </w:r>
      <w:r w:rsidRPr="0003761A">
        <w:rPr>
          <w:rFonts w:ascii="Georgia" w:hAnsi="Georgia"/>
          <w:lang w:eastAsia="ko"/>
        </w:rPr>
        <w:t>예산</w:t>
      </w:r>
    </w:p>
    <w:p w14:paraId="6BCFBA80" w14:textId="77777777" w:rsidR="00EC0DA8" w:rsidRPr="0003761A" w:rsidRDefault="0003761A" w:rsidP="000015D7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프로젝트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예산에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사용될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통화는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무엇입니까</w:t>
      </w:r>
      <w:r w:rsidRPr="0003761A">
        <w:rPr>
          <w:rFonts w:ascii="Georgia" w:hAnsi="Georgia"/>
          <w:bCs/>
          <w:lang w:eastAsia="ko"/>
        </w:rPr>
        <w:t xml:space="preserve">? </w:t>
      </w:r>
    </w:p>
    <w:p w14:paraId="6BCFBA81" w14:textId="77777777" w:rsidR="00D15347" w:rsidRPr="0003761A" w:rsidRDefault="0003761A" w:rsidP="00826D1F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프로젝트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경비를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지출하는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데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가장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많이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사용될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통화를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선택하세요</w:t>
      </w:r>
      <w:r w:rsidRPr="0003761A">
        <w:rPr>
          <w:rFonts w:ascii="Georgia" w:hAnsi="Georgia"/>
          <w:lang w:eastAsia="ko"/>
        </w:rPr>
        <w:t>.</w:t>
      </w:r>
    </w:p>
    <w:p w14:paraId="6BCFBA82" w14:textId="77777777" w:rsidR="00EC0DA8" w:rsidRPr="0003761A" w:rsidRDefault="00EC0DA8" w:rsidP="00EC0DA8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A83" w14:textId="77777777" w:rsidR="00EC0DA8" w:rsidRPr="0003761A" w:rsidRDefault="0003761A" w:rsidP="000015D7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미화</w:t>
      </w:r>
      <w:r w:rsidRPr="0003761A">
        <w:rPr>
          <w:rFonts w:ascii="Georgia" w:hAnsi="Georgia"/>
          <w:bCs/>
          <w:lang w:eastAsia="ko"/>
        </w:rPr>
        <w:t>(USD) 1</w:t>
      </w:r>
      <w:r w:rsidRPr="0003761A">
        <w:rPr>
          <w:rFonts w:ascii="Georgia" w:hAnsi="Georgia"/>
          <w:bCs/>
          <w:lang w:eastAsia="ko"/>
        </w:rPr>
        <w:t>달러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대비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환율은</w:t>
      </w:r>
      <w:r w:rsidRPr="0003761A">
        <w:rPr>
          <w:rFonts w:ascii="Georgia" w:hAnsi="Georgia"/>
          <w:bCs/>
          <w:lang w:eastAsia="ko"/>
        </w:rPr>
        <w:t>?</w:t>
      </w:r>
    </w:p>
    <w:p w14:paraId="6BCFBA84" w14:textId="77777777" w:rsidR="00EC0DA8" w:rsidRPr="0003761A" w:rsidRDefault="00EC0DA8" w:rsidP="00EC0DA8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A85" w14:textId="77777777" w:rsidR="00EC0DA8" w:rsidRPr="0003761A" w:rsidRDefault="0003761A" w:rsidP="000015D7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프로젝트를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위한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예산은</w:t>
      </w:r>
      <w:r w:rsidRPr="0003761A">
        <w:rPr>
          <w:rFonts w:ascii="Georgia" w:hAnsi="Georgia"/>
          <w:bCs/>
          <w:lang w:eastAsia="ko"/>
        </w:rPr>
        <w:t xml:space="preserve">? </w:t>
      </w:r>
    </w:p>
    <w:p w14:paraId="6BCFBA86" w14:textId="400DFB82" w:rsidR="00826D1F" w:rsidRPr="0003761A" w:rsidRDefault="0003761A" w:rsidP="00826D1F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프로젝트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예산의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각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항목을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아래에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추가하세요</w:t>
      </w:r>
      <w:r w:rsidRPr="0003761A">
        <w:rPr>
          <w:rFonts w:ascii="Georgia" w:hAnsi="Georgia"/>
          <w:lang w:eastAsia="ko"/>
        </w:rPr>
        <w:t xml:space="preserve">. </w:t>
      </w:r>
      <w:r w:rsidRPr="0003761A">
        <w:rPr>
          <w:rFonts w:ascii="Georgia" w:hAnsi="Georgia"/>
          <w:lang w:eastAsia="ko"/>
        </w:rPr>
        <w:t>프로젝트의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총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예산은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반드시</w:t>
      </w:r>
      <w:r w:rsidRPr="0003761A">
        <w:rPr>
          <w:rFonts w:ascii="Georgia" w:hAnsi="Georgia"/>
          <w:lang w:eastAsia="ko"/>
        </w:rPr>
        <w:t xml:space="preserve"> 9</w:t>
      </w:r>
      <w:r w:rsidRPr="0003761A">
        <w:rPr>
          <w:rFonts w:ascii="Georgia" w:hAnsi="Georgia"/>
          <w:lang w:eastAsia="ko"/>
        </w:rPr>
        <w:t>단계에서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합산될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프로젝트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기금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총액과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일치해야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합니다</w:t>
      </w:r>
      <w:r w:rsidR="009871AE">
        <w:rPr>
          <w:rFonts w:ascii="Georgia" w:hAnsi="Georgia" w:hint="eastAsia"/>
          <w:lang w:eastAsia="ko"/>
        </w:rPr>
        <w:t xml:space="preserve">. </w:t>
      </w:r>
      <w:r w:rsidRPr="001A6FAB">
        <w:rPr>
          <w:rFonts w:ascii="Georgia" w:hAnsi="Georgia"/>
          <w:lang w:eastAsia="ko"/>
        </w:rPr>
        <w:t>프로젝트</w:t>
      </w:r>
      <w:r w:rsidRPr="001A6FAB">
        <w:rPr>
          <w:rFonts w:ascii="Georgia" w:hAnsi="Georgia"/>
          <w:lang w:eastAsia="ko"/>
        </w:rPr>
        <w:t xml:space="preserve"> </w:t>
      </w:r>
      <w:r w:rsidRPr="001A6FAB">
        <w:rPr>
          <w:rFonts w:ascii="Georgia" w:hAnsi="Georgia"/>
          <w:lang w:eastAsia="ko"/>
        </w:rPr>
        <w:t>예산은</w:t>
      </w:r>
      <w:r w:rsidRPr="001A6FAB">
        <w:rPr>
          <w:rFonts w:ascii="Georgia" w:hAnsi="Georgia"/>
          <w:lang w:eastAsia="ko"/>
        </w:rPr>
        <w:t xml:space="preserve"> </w:t>
      </w:r>
      <w:r w:rsidR="009871AE" w:rsidRPr="001A6FAB">
        <w:rPr>
          <w:rFonts w:ascii="Georgia" w:hAnsi="Georgia"/>
          <w:lang w:eastAsia="ko"/>
        </w:rPr>
        <w:t>세계기금</w:t>
      </w:r>
      <w:r w:rsidR="009871AE" w:rsidRPr="001A6FAB">
        <w:rPr>
          <w:rFonts w:ascii="Georgia" w:hAnsi="Georgia"/>
          <w:lang w:eastAsia="ko"/>
        </w:rPr>
        <w:t xml:space="preserve"> </w:t>
      </w:r>
      <w:r w:rsidR="009871AE" w:rsidRPr="001A6FAB">
        <w:rPr>
          <w:rFonts w:ascii="Georgia" w:hAnsi="Georgia"/>
          <w:lang w:eastAsia="ko"/>
        </w:rPr>
        <w:t>상응액을</w:t>
      </w:r>
      <w:r w:rsidR="009871AE" w:rsidRPr="001A6FAB">
        <w:rPr>
          <w:rFonts w:ascii="Georgia" w:hAnsi="Georgia"/>
          <w:lang w:eastAsia="ko"/>
        </w:rPr>
        <w:t xml:space="preserve"> </w:t>
      </w:r>
      <w:r w:rsidR="009871AE" w:rsidRPr="001A6FAB">
        <w:rPr>
          <w:rFonts w:ascii="Georgia" w:hAnsi="Georgia"/>
          <w:lang w:eastAsia="ko"/>
        </w:rPr>
        <w:t>포함</w:t>
      </w:r>
      <w:r w:rsidR="009871AE" w:rsidRPr="001A6FAB">
        <w:rPr>
          <w:rFonts w:ascii="Georgia" w:hAnsi="Georgia" w:hint="eastAsia"/>
          <w:lang w:eastAsia="ko-KR"/>
        </w:rPr>
        <w:t>해</w:t>
      </w:r>
      <w:r w:rsidR="009871AE" w:rsidRPr="001A6FAB">
        <w:rPr>
          <w:rFonts w:ascii="Georgia" w:hAnsi="Georgia" w:hint="eastAsia"/>
          <w:lang w:eastAsia="ko"/>
        </w:rPr>
        <w:t xml:space="preserve"> </w:t>
      </w:r>
      <w:r w:rsidR="009871AE" w:rsidRPr="001A6FAB">
        <w:rPr>
          <w:rFonts w:ascii="Georgia" w:hAnsi="Georgia"/>
          <w:lang w:eastAsia="ko"/>
        </w:rPr>
        <w:t>3</w:t>
      </w:r>
      <w:r w:rsidRPr="001A6FAB">
        <w:rPr>
          <w:rFonts w:ascii="Georgia" w:hAnsi="Georgia"/>
          <w:lang w:eastAsia="ko"/>
        </w:rPr>
        <w:t>0,000</w:t>
      </w:r>
      <w:r w:rsidRPr="001A6FAB">
        <w:rPr>
          <w:rFonts w:ascii="Georgia" w:hAnsi="Georgia"/>
          <w:lang w:eastAsia="ko"/>
        </w:rPr>
        <w:t>달러</w:t>
      </w:r>
      <w:r w:rsidRPr="001A6FAB">
        <w:rPr>
          <w:rFonts w:ascii="Georgia" w:hAnsi="Georgia"/>
          <w:lang w:eastAsia="ko"/>
        </w:rPr>
        <w:t xml:space="preserve"> </w:t>
      </w:r>
      <w:r w:rsidRPr="001A6FAB">
        <w:rPr>
          <w:rFonts w:ascii="Georgia" w:hAnsi="Georgia"/>
          <w:lang w:eastAsia="ko"/>
        </w:rPr>
        <w:t>이상이어야</w:t>
      </w:r>
      <w:r w:rsidRPr="001A6FAB">
        <w:rPr>
          <w:rFonts w:ascii="Georgia" w:hAnsi="Georgia"/>
          <w:lang w:eastAsia="ko"/>
        </w:rPr>
        <w:t xml:space="preserve"> </w:t>
      </w:r>
      <w:r w:rsidRPr="001A6FAB">
        <w:rPr>
          <w:rFonts w:ascii="Georgia" w:hAnsi="Georgia"/>
          <w:lang w:eastAsia="ko"/>
        </w:rPr>
        <w:t>합니다</w:t>
      </w:r>
      <w:r w:rsidRPr="001A6FAB">
        <w:rPr>
          <w:rFonts w:ascii="Georgia" w:hAnsi="Georgia"/>
          <w:lang w:eastAsia="ko"/>
        </w:rPr>
        <w:t>. (</w:t>
      </w:r>
      <w:r w:rsidRPr="0003761A">
        <w:rPr>
          <w:rFonts w:ascii="Georgia" w:hAnsi="Georgia"/>
          <w:lang w:eastAsia="ko"/>
        </w:rPr>
        <w:t>필요에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따라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줄을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추가하세요</w:t>
      </w:r>
      <w:r w:rsidRPr="0003761A">
        <w:rPr>
          <w:rFonts w:ascii="Georgia" w:hAnsi="Georgia"/>
          <w:lang w:eastAsia="ko"/>
        </w:rPr>
        <w:t>.)</w:t>
      </w:r>
    </w:p>
    <w:p w14:paraId="6BCFBA87" w14:textId="77777777" w:rsidR="002A71B0" w:rsidRPr="0003761A" w:rsidRDefault="002A71B0" w:rsidP="00826D1F">
      <w:pPr>
        <w:pStyle w:val="BodyParagraph"/>
        <w:rPr>
          <w:rFonts w:ascii="Georgia" w:hAnsi="Georgia"/>
          <w:lang w:eastAsia="ko-KR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7"/>
        <w:gridCol w:w="1917"/>
        <w:gridCol w:w="1945"/>
        <w:gridCol w:w="1592"/>
        <w:gridCol w:w="2033"/>
        <w:gridCol w:w="1400"/>
      </w:tblGrid>
      <w:tr w:rsidR="000B4E93" w:rsidRPr="0003761A" w14:paraId="6BCFBA8E" w14:textId="77777777" w:rsidTr="00EC0DA8">
        <w:trPr>
          <w:cantSplit/>
        </w:trPr>
        <w:tc>
          <w:tcPr>
            <w:tcW w:w="0" w:type="auto"/>
            <w:hideMark/>
          </w:tcPr>
          <w:p w14:paraId="6BCFBA88" w14:textId="77777777" w:rsidR="00EC0DA8" w:rsidRPr="0003761A" w:rsidRDefault="0003761A" w:rsidP="009A3F78">
            <w:pPr>
              <w:pStyle w:val="BodyParagraph"/>
              <w:rPr>
                <w:rFonts w:ascii="Georgia" w:hAnsi="Georgia"/>
                <w:lang w:eastAsia="ko-KR"/>
              </w:rPr>
            </w:pPr>
            <w:r w:rsidRPr="0003761A">
              <w:rPr>
                <w:rFonts w:ascii="Georgia" w:hAnsi="Georgia"/>
                <w:lang w:eastAsia="ko"/>
              </w:rPr>
              <w:t>#</w:t>
            </w:r>
          </w:p>
        </w:tc>
        <w:tc>
          <w:tcPr>
            <w:tcW w:w="1026" w:type="pct"/>
            <w:hideMark/>
          </w:tcPr>
          <w:p w14:paraId="6BCFBA89" w14:textId="77777777" w:rsidR="00EC0DA8" w:rsidRPr="0003761A" w:rsidRDefault="0003761A" w:rsidP="009A3F78">
            <w:pPr>
              <w:pStyle w:val="BodyParagraph"/>
              <w:rPr>
                <w:rFonts w:ascii="Georgia" w:hAnsi="Georgia"/>
                <w:lang w:eastAsia="ko-KR"/>
              </w:rPr>
            </w:pPr>
            <w:r w:rsidRPr="0003761A">
              <w:rPr>
                <w:rFonts w:ascii="Georgia" w:hAnsi="Georgia"/>
                <w:lang w:eastAsia="ko"/>
              </w:rPr>
              <w:t>분류</w:t>
            </w:r>
            <w:r w:rsidRPr="0003761A">
              <w:rPr>
                <w:rFonts w:ascii="Georgia" w:hAnsi="Georgia"/>
                <w:lang w:eastAsia="ko"/>
              </w:rPr>
              <w:t>*</w:t>
            </w:r>
          </w:p>
        </w:tc>
        <w:tc>
          <w:tcPr>
            <w:tcW w:w="1041" w:type="pct"/>
            <w:hideMark/>
          </w:tcPr>
          <w:p w14:paraId="6BCFBA8A" w14:textId="77777777" w:rsidR="00EC0DA8" w:rsidRPr="0003761A" w:rsidRDefault="0003761A" w:rsidP="009A3F78">
            <w:pPr>
              <w:pStyle w:val="BodyParagraph"/>
              <w:rPr>
                <w:rFonts w:ascii="Georgia" w:hAnsi="Georgia"/>
                <w:lang w:eastAsia="ko-KR"/>
              </w:rPr>
            </w:pPr>
            <w:r w:rsidRPr="0003761A">
              <w:rPr>
                <w:rFonts w:ascii="Georgia" w:hAnsi="Georgia"/>
                <w:lang w:eastAsia="ko"/>
              </w:rPr>
              <w:t>설명</w:t>
            </w:r>
          </w:p>
        </w:tc>
        <w:tc>
          <w:tcPr>
            <w:tcW w:w="852" w:type="pct"/>
            <w:hideMark/>
          </w:tcPr>
          <w:p w14:paraId="6BCFBA8B" w14:textId="77777777" w:rsidR="00EC0DA8" w:rsidRPr="0003761A" w:rsidRDefault="0003761A" w:rsidP="009A3F78">
            <w:pPr>
              <w:pStyle w:val="BodyParagraph"/>
              <w:rPr>
                <w:rFonts w:ascii="Georgia" w:hAnsi="Georgia"/>
                <w:lang w:eastAsia="ko-KR"/>
              </w:rPr>
            </w:pPr>
            <w:r w:rsidRPr="0003761A">
              <w:rPr>
                <w:rFonts w:ascii="Georgia" w:hAnsi="Georgia"/>
                <w:lang w:eastAsia="ko"/>
              </w:rPr>
              <w:t>공급업체</w:t>
            </w:r>
          </w:p>
        </w:tc>
        <w:tc>
          <w:tcPr>
            <w:tcW w:w="1088" w:type="pct"/>
            <w:hideMark/>
          </w:tcPr>
          <w:p w14:paraId="6BCFBA8C" w14:textId="77777777" w:rsidR="00EC0DA8" w:rsidRPr="0003761A" w:rsidRDefault="0003761A" w:rsidP="009A3F78">
            <w:pPr>
              <w:pStyle w:val="BodyParagraph"/>
              <w:rPr>
                <w:rFonts w:ascii="Georgia" w:hAnsi="Georgia"/>
                <w:lang w:eastAsia="ko-KR"/>
              </w:rPr>
            </w:pPr>
            <w:r w:rsidRPr="0003761A">
              <w:rPr>
                <w:rFonts w:ascii="Georgia" w:hAnsi="Georgia"/>
                <w:lang w:eastAsia="ko"/>
              </w:rPr>
              <w:t>금액</w:t>
            </w:r>
            <w:r w:rsidRPr="0003761A">
              <w:rPr>
                <w:rFonts w:ascii="Georgia" w:hAnsi="Georgia"/>
                <w:lang w:eastAsia="ko"/>
              </w:rPr>
              <w:t>/</w:t>
            </w:r>
            <w:r w:rsidRPr="0003761A">
              <w:rPr>
                <w:rFonts w:ascii="Georgia" w:hAnsi="Georgia"/>
                <w:lang w:eastAsia="ko"/>
              </w:rPr>
              <w:t>현지</w:t>
            </w:r>
            <w:r w:rsidRPr="0003761A">
              <w:rPr>
                <w:rFonts w:ascii="Georgia" w:hAnsi="Georgia"/>
                <w:lang w:eastAsia="ko"/>
              </w:rPr>
              <w:t xml:space="preserve"> </w:t>
            </w:r>
            <w:r w:rsidRPr="0003761A">
              <w:rPr>
                <w:rFonts w:ascii="Georgia" w:hAnsi="Georgia"/>
                <w:lang w:eastAsia="ko"/>
              </w:rPr>
              <w:t>통화</w:t>
            </w:r>
          </w:p>
        </w:tc>
        <w:tc>
          <w:tcPr>
            <w:tcW w:w="749" w:type="pct"/>
            <w:hideMark/>
          </w:tcPr>
          <w:p w14:paraId="6BCFBA8D" w14:textId="77777777" w:rsidR="00EC0DA8" w:rsidRPr="0003761A" w:rsidRDefault="0003761A" w:rsidP="009A3F78">
            <w:pPr>
              <w:pStyle w:val="BodyParagraph"/>
              <w:rPr>
                <w:rFonts w:ascii="Georgia" w:hAnsi="Georgia"/>
                <w:lang w:eastAsia="ko-KR"/>
              </w:rPr>
            </w:pPr>
            <w:r w:rsidRPr="0003761A">
              <w:rPr>
                <w:rFonts w:ascii="Georgia" w:hAnsi="Georgia"/>
                <w:lang w:eastAsia="ko"/>
              </w:rPr>
              <w:t>금액</w:t>
            </w:r>
            <w:r w:rsidRPr="0003761A">
              <w:rPr>
                <w:rFonts w:ascii="Georgia" w:hAnsi="Georgia"/>
                <w:lang w:eastAsia="ko"/>
              </w:rPr>
              <w:t>/USD</w:t>
            </w:r>
          </w:p>
        </w:tc>
      </w:tr>
      <w:tr w:rsidR="000B4E93" w:rsidRPr="0003761A" w14:paraId="6BCFBA95" w14:textId="77777777" w:rsidTr="00EC0DA8">
        <w:trPr>
          <w:cantSplit/>
        </w:trPr>
        <w:tc>
          <w:tcPr>
            <w:tcW w:w="0" w:type="auto"/>
          </w:tcPr>
          <w:p w14:paraId="6BCFBA8F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26" w:type="pct"/>
          </w:tcPr>
          <w:p w14:paraId="6BCFBA90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41" w:type="pct"/>
          </w:tcPr>
          <w:p w14:paraId="6BCFBA91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852" w:type="pct"/>
          </w:tcPr>
          <w:p w14:paraId="6BCFBA92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88" w:type="pct"/>
          </w:tcPr>
          <w:p w14:paraId="6BCFBA93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749" w:type="pct"/>
          </w:tcPr>
          <w:p w14:paraId="6BCFBA94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</w:tr>
      <w:tr w:rsidR="000B4E93" w:rsidRPr="0003761A" w14:paraId="6BCFBA9C" w14:textId="77777777" w:rsidTr="00EC0DA8">
        <w:trPr>
          <w:cantSplit/>
        </w:trPr>
        <w:tc>
          <w:tcPr>
            <w:tcW w:w="0" w:type="auto"/>
          </w:tcPr>
          <w:p w14:paraId="6BCFBA96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26" w:type="pct"/>
          </w:tcPr>
          <w:p w14:paraId="6BCFBA97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41" w:type="pct"/>
          </w:tcPr>
          <w:p w14:paraId="6BCFBA98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852" w:type="pct"/>
          </w:tcPr>
          <w:p w14:paraId="6BCFBA99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88" w:type="pct"/>
          </w:tcPr>
          <w:p w14:paraId="6BCFBA9A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749" w:type="pct"/>
          </w:tcPr>
          <w:p w14:paraId="6BCFBA9B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</w:tr>
      <w:tr w:rsidR="000B4E93" w:rsidRPr="0003761A" w14:paraId="6BCFBAA3" w14:textId="77777777" w:rsidTr="00EC0DA8">
        <w:trPr>
          <w:cantSplit/>
        </w:trPr>
        <w:tc>
          <w:tcPr>
            <w:tcW w:w="0" w:type="auto"/>
          </w:tcPr>
          <w:p w14:paraId="6BCFBA9D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26" w:type="pct"/>
          </w:tcPr>
          <w:p w14:paraId="6BCFBA9E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41" w:type="pct"/>
          </w:tcPr>
          <w:p w14:paraId="6BCFBA9F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852" w:type="pct"/>
          </w:tcPr>
          <w:p w14:paraId="6BCFBAA0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88" w:type="pct"/>
          </w:tcPr>
          <w:p w14:paraId="6BCFBAA1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749" w:type="pct"/>
          </w:tcPr>
          <w:p w14:paraId="6BCFBAA2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</w:tr>
      <w:tr w:rsidR="000B4E93" w:rsidRPr="0003761A" w14:paraId="6BCFBAAA" w14:textId="77777777" w:rsidTr="00EC0DA8">
        <w:trPr>
          <w:cantSplit/>
        </w:trPr>
        <w:tc>
          <w:tcPr>
            <w:tcW w:w="0" w:type="auto"/>
          </w:tcPr>
          <w:p w14:paraId="6BCFBAA4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26" w:type="pct"/>
          </w:tcPr>
          <w:p w14:paraId="6BCFBAA5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41" w:type="pct"/>
          </w:tcPr>
          <w:p w14:paraId="6BCFBAA6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852" w:type="pct"/>
          </w:tcPr>
          <w:p w14:paraId="6BCFBAA7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88" w:type="pct"/>
          </w:tcPr>
          <w:p w14:paraId="6BCFBAA8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749" w:type="pct"/>
          </w:tcPr>
          <w:p w14:paraId="6BCFBAA9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</w:tr>
      <w:tr w:rsidR="000B4E93" w:rsidRPr="0003761A" w14:paraId="6BCFBAB1" w14:textId="77777777" w:rsidTr="00EC0DA8">
        <w:trPr>
          <w:cantSplit/>
        </w:trPr>
        <w:tc>
          <w:tcPr>
            <w:tcW w:w="0" w:type="auto"/>
          </w:tcPr>
          <w:p w14:paraId="6BCFBAAB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26" w:type="pct"/>
          </w:tcPr>
          <w:p w14:paraId="6BCFBAAC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41" w:type="pct"/>
          </w:tcPr>
          <w:p w14:paraId="6BCFBAAD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852" w:type="pct"/>
          </w:tcPr>
          <w:p w14:paraId="6BCFBAAE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88" w:type="pct"/>
          </w:tcPr>
          <w:p w14:paraId="6BCFBAAF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749" w:type="pct"/>
          </w:tcPr>
          <w:p w14:paraId="6BCFBAB0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</w:tr>
      <w:tr w:rsidR="000B4E93" w:rsidRPr="0003761A" w14:paraId="6BCFBAB8" w14:textId="77777777" w:rsidTr="00EC0DA8">
        <w:trPr>
          <w:cantSplit/>
        </w:trPr>
        <w:tc>
          <w:tcPr>
            <w:tcW w:w="0" w:type="auto"/>
          </w:tcPr>
          <w:p w14:paraId="6BCFBAB2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26" w:type="pct"/>
          </w:tcPr>
          <w:p w14:paraId="6BCFBAB3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41" w:type="pct"/>
          </w:tcPr>
          <w:p w14:paraId="6BCFBAB4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852" w:type="pct"/>
          </w:tcPr>
          <w:p w14:paraId="6BCFBAB5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88" w:type="pct"/>
          </w:tcPr>
          <w:p w14:paraId="6BCFBAB6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749" w:type="pct"/>
          </w:tcPr>
          <w:p w14:paraId="6BCFBAB7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</w:tr>
      <w:tr w:rsidR="000B4E93" w:rsidRPr="0003761A" w14:paraId="6BCFBABF" w14:textId="77777777" w:rsidTr="00EC0DA8">
        <w:trPr>
          <w:cantSplit/>
        </w:trPr>
        <w:tc>
          <w:tcPr>
            <w:tcW w:w="0" w:type="auto"/>
          </w:tcPr>
          <w:p w14:paraId="6BCFBAB9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26" w:type="pct"/>
          </w:tcPr>
          <w:p w14:paraId="6BCFBABA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41" w:type="pct"/>
          </w:tcPr>
          <w:p w14:paraId="6BCFBABB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852" w:type="pct"/>
          </w:tcPr>
          <w:p w14:paraId="6BCFBABC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88" w:type="pct"/>
          </w:tcPr>
          <w:p w14:paraId="6BCFBABD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749" w:type="pct"/>
          </w:tcPr>
          <w:p w14:paraId="6BCFBABE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</w:tr>
      <w:tr w:rsidR="000B4E93" w:rsidRPr="0003761A" w14:paraId="6BCFBAC6" w14:textId="77777777" w:rsidTr="00EC0DA8">
        <w:trPr>
          <w:cantSplit/>
        </w:trPr>
        <w:tc>
          <w:tcPr>
            <w:tcW w:w="0" w:type="auto"/>
          </w:tcPr>
          <w:p w14:paraId="6BCFBAC0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26" w:type="pct"/>
          </w:tcPr>
          <w:p w14:paraId="6BCFBAC1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41" w:type="pct"/>
          </w:tcPr>
          <w:p w14:paraId="6BCFBAC2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852" w:type="pct"/>
          </w:tcPr>
          <w:p w14:paraId="6BCFBAC3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88" w:type="pct"/>
          </w:tcPr>
          <w:p w14:paraId="6BCFBAC4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749" w:type="pct"/>
          </w:tcPr>
          <w:p w14:paraId="6BCFBAC5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</w:tr>
      <w:tr w:rsidR="000B4E93" w:rsidRPr="0003761A" w14:paraId="6BCFBACD" w14:textId="77777777" w:rsidTr="00EC0DA8">
        <w:trPr>
          <w:cantSplit/>
        </w:trPr>
        <w:tc>
          <w:tcPr>
            <w:tcW w:w="0" w:type="auto"/>
          </w:tcPr>
          <w:p w14:paraId="6BCFBAC7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26" w:type="pct"/>
          </w:tcPr>
          <w:p w14:paraId="6BCFBAC8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41" w:type="pct"/>
          </w:tcPr>
          <w:p w14:paraId="6BCFBAC9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852" w:type="pct"/>
          </w:tcPr>
          <w:p w14:paraId="6BCFBACA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1088" w:type="pct"/>
          </w:tcPr>
          <w:p w14:paraId="6BCFBACB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749" w:type="pct"/>
          </w:tcPr>
          <w:p w14:paraId="6BCFBACC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</w:tr>
      <w:tr w:rsidR="000B4E93" w:rsidRPr="0003761A" w14:paraId="6BCFBAD1" w14:textId="77777777" w:rsidTr="00EC0DA8">
        <w:trPr>
          <w:cantSplit/>
        </w:trPr>
        <w:tc>
          <w:tcPr>
            <w:tcW w:w="3163" w:type="pct"/>
            <w:gridSpan w:val="4"/>
            <w:hideMark/>
          </w:tcPr>
          <w:p w14:paraId="6BCFBACE" w14:textId="77777777" w:rsidR="00EC0DA8" w:rsidRPr="0003761A" w:rsidRDefault="0003761A" w:rsidP="009A3F78">
            <w:pPr>
              <w:pStyle w:val="BodyParagraph"/>
              <w:rPr>
                <w:rFonts w:ascii="Georgia" w:hAnsi="Georgia"/>
                <w:lang w:eastAsia="ko-KR"/>
              </w:rPr>
            </w:pPr>
            <w:r w:rsidRPr="0003761A">
              <w:rPr>
                <w:rFonts w:ascii="Georgia" w:hAnsi="Georgia"/>
                <w:lang w:eastAsia="ko"/>
              </w:rPr>
              <w:t>총</w:t>
            </w:r>
            <w:r w:rsidRPr="0003761A">
              <w:rPr>
                <w:rFonts w:ascii="Georgia" w:hAnsi="Georgia"/>
                <w:lang w:eastAsia="ko"/>
              </w:rPr>
              <w:t xml:space="preserve"> </w:t>
            </w:r>
            <w:r w:rsidRPr="0003761A">
              <w:rPr>
                <w:rFonts w:ascii="Georgia" w:hAnsi="Georgia"/>
                <w:lang w:eastAsia="ko"/>
              </w:rPr>
              <w:t>예산</w:t>
            </w:r>
            <w:r w:rsidRPr="0003761A">
              <w:rPr>
                <w:rFonts w:ascii="Georgia" w:hAnsi="Georgia"/>
                <w:lang w:eastAsia="ko"/>
              </w:rPr>
              <w:t>:</w:t>
            </w:r>
          </w:p>
        </w:tc>
        <w:tc>
          <w:tcPr>
            <w:tcW w:w="1088" w:type="pct"/>
          </w:tcPr>
          <w:p w14:paraId="6BCFBACF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  <w:tc>
          <w:tcPr>
            <w:tcW w:w="749" w:type="pct"/>
          </w:tcPr>
          <w:p w14:paraId="6BCFBAD0" w14:textId="77777777" w:rsidR="00EC0DA8" w:rsidRPr="0003761A" w:rsidRDefault="00EC0DA8" w:rsidP="009A3F78">
            <w:pPr>
              <w:pStyle w:val="BodyParagraph"/>
              <w:rPr>
                <w:rFonts w:ascii="Georgia" w:hAnsi="Georgia"/>
                <w:lang w:eastAsia="ko-KR"/>
              </w:rPr>
            </w:pPr>
          </w:p>
        </w:tc>
      </w:tr>
    </w:tbl>
    <w:p w14:paraId="6BCFBAD2" w14:textId="77777777" w:rsidR="00EC0DA8" w:rsidRPr="0003761A" w:rsidRDefault="0003761A" w:rsidP="00EC0DA8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*</w:t>
      </w:r>
      <w:r w:rsidRPr="0003761A">
        <w:rPr>
          <w:rFonts w:ascii="Georgia" w:hAnsi="Georgia"/>
          <w:lang w:eastAsia="ko"/>
        </w:rPr>
        <w:t>가능한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예산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항목</w:t>
      </w:r>
      <w:r w:rsidRPr="0003761A">
        <w:rPr>
          <w:rFonts w:ascii="Georgia" w:hAnsi="Georgia"/>
          <w:lang w:eastAsia="ko"/>
        </w:rPr>
        <w:t xml:space="preserve">:  </w:t>
      </w:r>
      <w:r w:rsidRPr="0003761A">
        <w:rPr>
          <w:rFonts w:ascii="Georgia" w:hAnsi="Georgia"/>
          <w:lang w:eastAsia="ko"/>
        </w:rPr>
        <w:t>숙박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장비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모니터링</w:t>
      </w:r>
      <w:r w:rsidRPr="0003761A">
        <w:rPr>
          <w:rFonts w:ascii="Georgia" w:hAnsi="Georgia"/>
          <w:lang w:eastAsia="ko"/>
        </w:rPr>
        <w:t>/</w:t>
      </w:r>
      <w:r w:rsidRPr="0003761A">
        <w:rPr>
          <w:rFonts w:ascii="Georgia" w:hAnsi="Georgia"/>
          <w:lang w:eastAsia="ko"/>
        </w:rPr>
        <w:t>평가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운영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인원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프로젝트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관리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홍보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안내표지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물품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연수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여행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학비</w:t>
      </w:r>
    </w:p>
    <w:p w14:paraId="6BCFBAD3" w14:textId="77777777" w:rsidR="00826D1F" w:rsidRPr="0003761A" w:rsidRDefault="0003761A" w:rsidP="00826D1F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첨부자료</w:t>
      </w:r>
    </w:p>
    <w:p w14:paraId="6BCFBAD4" w14:textId="77777777" w:rsidR="00826D1F" w:rsidRPr="0003761A" w:rsidRDefault="0003761A" w:rsidP="00EC0DA8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입찰서류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견적송장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등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나열된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경비를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뒷받침할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있는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서류를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업로드하세요</w:t>
      </w:r>
      <w:r w:rsidRPr="0003761A">
        <w:rPr>
          <w:rFonts w:ascii="Georgia" w:hAnsi="Georgia"/>
          <w:lang w:eastAsia="ko"/>
        </w:rPr>
        <w:t xml:space="preserve">. </w:t>
      </w:r>
    </w:p>
    <w:p w14:paraId="6BCFBAD5" w14:textId="77777777" w:rsidR="00F342A2" w:rsidRPr="0003761A" w:rsidRDefault="00F342A2" w:rsidP="00EC0DA8">
      <w:pPr>
        <w:pStyle w:val="Heading2"/>
        <w:rPr>
          <w:rFonts w:ascii="Georgia" w:hAnsi="Georgia"/>
          <w:lang w:eastAsia="ko-KR"/>
        </w:rPr>
      </w:pPr>
    </w:p>
    <w:p w14:paraId="6BCFBAD6" w14:textId="77777777" w:rsidR="00EC0DA8" w:rsidRPr="0003761A" w:rsidRDefault="0003761A" w:rsidP="00EC0DA8">
      <w:pPr>
        <w:pStyle w:val="Heading2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9</w:t>
      </w:r>
      <w:r w:rsidRPr="0003761A">
        <w:rPr>
          <w:rFonts w:ascii="Georgia" w:hAnsi="Georgia"/>
          <w:lang w:eastAsia="ko"/>
        </w:rPr>
        <w:t>단계</w:t>
      </w:r>
      <w:r w:rsidRPr="0003761A">
        <w:rPr>
          <w:rFonts w:ascii="Georgia" w:hAnsi="Georgia"/>
          <w:lang w:eastAsia="ko"/>
        </w:rPr>
        <w:t xml:space="preserve">:  </w:t>
      </w:r>
      <w:r w:rsidRPr="0003761A">
        <w:rPr>
          <w:rFonts w:ascii="Georgia" w:hAnsi="Georgia"/>
          <w:lang w:eastAsia="ko"/>
        </w:rPr>
        <w:t>기금</w:t>
      </w:r>
    </w:p>
    <w:p w14:paraId="6BCFBAD7" w14:textId="77777777" w:rsidR="00EC0DA8" w:rsidRPr="0003761A" w:rsidRDefault="0003761A" w:rsidP="00F342A2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확보된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프로젝트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기금에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대해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알려주세요</w:t>
      </w:r>
      <w:r w:rsidRPr="0003761A">
        <w:rPr>
          <w:rFonts w:ascii="Georgia" w:hAnsi="Georgia"/>
          <w:bCs/>
          <w:lang w:eastAsia="ko"/>
        </w:rPr>
        <w:t>.</w:t>
      </w:r>
    </w:p>
    <w:p w14:paraId="6BCFBAD8" w14:textId="77777777" w:rsidR="00FA7EF3" w:rsidRPr="0003761A" w:rsidRDefault="0003761A" w:rsidP="00FA7EF3">
      <w:pPr>
        <w:pStyle w:val="BodyParagraph"/>
        <w:rPr>
          <w:rFonts w:ascii="Georgia" w:hAnsi="Georgia"/>
        </w:rPr>
      </w:pPr>
      <w:r w:rsidRPr="0003761A">
        <w:rPr>
          <w:rFonts w:ascii="Georgia" w:hAnsi="Georgia"/>
          <w:lang w:eastAsia="ko"/>
        </w:rPr>
        <w:t>입력된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정보를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바탕으로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세계기금에서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상응이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가능한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최대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금액이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계산됩니다</w:t>
      </w:r>
      <w:r w:rsidRPr="0003761A">
        <w:rPr>
          <w:rFonts w:ascii="Georgia" w:hAnsi="Georgia"/>
          <w:lang w:eastAsia="ko"/>
        </w:rPr>
        <w:t xml:space="preserve">. </w:t>
      </w:r>
      <w:r w:rsidRPr="0003761A">
        <w:rPr>
          <w:rFonts w:ascii="Georgia" w:hAnsi="Georgia"/>
          <w:lang w:eastAsia="ko"/>
        </w:rPr>
        <w:t>현금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기부와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지구지정기금</w:t>
      </w:r>
      <w:r w:rsidRPr="0003761A">
        <w:rPr>
          <w:rFonts w:ascii="Georgia" w:hAnsi="Georgia"/>
          <w:lang w:eastAsia="ko"/>
        </w:rPr>
        <w:t>(DDF)</w:t>
      </w:r>
      <w:r w:rsidRPr="0003761A">
        <w:rPr>
          <w:rFonts w:ascii="Georgia" w:hAnsi="Georgia"/>
          <w:lang w:eastAsia="ko"/>
        </w:rPr>
        <w:t>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포함한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모든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프로젝트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기금을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명시하세요</w:t>
      </w:r>
      <w:r w:rsidRPr="0003761A">
        <w:rPr>
          <w:rFonts w:ascii="Georgia" w:hAnsi="Georgia"/>
          <w:lang w:eastAsia="ko"/>
        </w:rPr>
        <w:t>. (</w:t>
      </w:r>
      <w:r w:rsidRPr="0003761A">
        <w:rPr>
          <w:rFonts w:ascii="Georgia" w:hAnsi="Georgia"/>
          <w:lang w:eastAsia="ko"/>
        </w:rPr>
        <w:t>필요에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따라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줄을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추가하세요</w:t>
      </w:r>
      <w:r w:rsidRPr="0003761A">
        <w:rPr>
          <w:rFonts w:ascii="Georgia" w:hAnsi="Georgia"/>
          <w:lang w:eastAsia="ko"/>
        </w:rPr>
        <w:t>.)</w:t>
      </w:r>
    </w:p>
    <w:p w14:paraId="6BCFBAD9" w14:textId="77777777" w:rsidR="002A71B0" w:rsidRPr="0003761A" w:rsidRDefault="002A71B0" w:rsidP="00FA7EF3">
      <w:pPr>
        <w:pStyle w:val="BodyParagraph"/>
        <w:rPr>
          <w:rFonts w:ascii="Georgia" w:hAnsi="Georgia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29"/>
        <w:gridCol w:w="1783"/>
        <w:gridCol w:w="1783"/>
        <w:gridCol w:w="1783"/>
        <w:gridCol w:w="1783"/>
        <w:gridCol w:w="1783"/>
      </w:tblGrid>
      <w:tr w:rsidR="000B4E93" w:rsidRPr="0003761A" w14:paraId="6BCFBAE0" w14:textId="77777777" w:rsidTr="00EC0DA8"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CFBADA" w14:textId="77777777" w:rsidR="00EC0DA8" w:rsidRPr="0003761A" w:rsidRDefault="0003761A" w:rsidP="009A3F78">
            <w:pPr>
              <w:pStyle w:val="BodyParagraph"/>
              <w:rPr>
                <w:rFonts w:ascii="Georgia" w:hAnsi="Georgia"/>
              </w:rPr>
            </w:pPr>
            <w:r w:rsidRPr="0003761A">
              <w:rPr>
                <w:rFonts w:ascii="Georgia" w:hAnsi="Georgia"/>
                <w:lang w:eastAsia="ko"/>
              </w:rPr>
              <w:t>#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CFBADB" w14:textId="77777777" w:rsidR="00EC0DA8" w:rsidRPr="0003761A" w:rsidRDefault="0003761A" w:rsidP="009A3F78">
            <w:pPr>
              <w:pStyle w:val="BodyParagraph"/>
              <w:rPr>
                <w:rFonts w:ascii="Georgia" w:hAnsi="Georgia"/>
              </w:rPr>
            </w:pPr>
            <w:r w:rsidRPr="0003761A">
              <w:rPr>
                <w:rFonts w:ascii="Georgia" w:hAnsi="Georgia"/>
                <w:lang w:eastAsia="ko"/>
              </w:rPr>
              <w:t>출처</w:t>
            </w:r>
            <w:r w:rsidRPr="0003761A">
              <w:rPr>
                <w:rFonts w:ascii="Georgia" w:hAnsi="Georgia"/>
                <w:lang w:eastAsia="ko"/>
              </w:rPr>
              <w:t>: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CFBADC" w14:textId="77777777" w:rsidR="00EC0DA8" w:rsidRPr="0003761A" w:rsidRDefault="0003761A" w:rsidP="009A3F78">
            <w:pPr>
              <w:pStyle w:val="BodyParagraph"/>
              <w:rPr>
                <w:rFonts w:ascii="Georgia" w:hAnsi="Georgia"/>
              </w:rPr>
            </w:pPr>
            <w:r w:rsidRPr="0003761A">
              <w:rPr>
                <w:rFonts w:ascii="Georgia" w:hAnsi="Georgia"/>
                <w:lang w:eastAsia="ko"/>
              </w:rPr>
              <w:t>상세</w:t>
            </w:r>
            <w:r w:rsidRPr="0003761A">
              <w:rPr>
                <w:rFonts w:ascii="Georgia" w:hAnsi="Georgia"/>
                <w:lang w:eastAsia="ko"/>
              </w:rPr>
              <w:t xml:space="preserve"> </w:t>
            </w:r>
            <w:r w:rsidRPr="0003761A">
              <w:rPr>
                <w:rFonts w:ascii="Georgia" w:hAnsi="Georgia"/>
                <w:lang w:eastAsia="ko"/>
              </w:rPr>
              <w:t>정보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FBADD" w14:textId="77777777" w:rsidR="00EC0DA8" w:rsidRPr="0003761A" w:rsidRDefault="0003761A" w:rsidP="009A3F78">
            <w:pPr>
              <w:pStyle w:val="BodyParagraph"/>
              <w:rPr>
                <w:rFonts w:ascii="Georgia" w:hAnsi="Georgia"/>
              </w:rPr>
            </w:pPr>
            <w:r w:rsidRPr="0003761A">
              <w:rPr>
                <w:rFonts w:ascii="Georgia" w:hAnsi="Georgia"/>
                <w:lang w:eastAsia="ko"/>
              </w:rPr>
              <w:t>금액</w:t>
            </w:r>
            <w:r w:rsidRPr="0003761A">
              <w:rPr>
                <w:rFonts w:ascii="Georgia" w:hAnsi="Georgia"/>
                <w:lang w:eastAsia="ko"/>
              </w:rPr>
              <w:t>(USD)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FBADE" w14:textId="77777777" w:rsidR="00EC0DA8" w:rsidRPr="0003761A" w:rsidRDefault="0003761A" w:rsidP="009A3F78">
            <w:pPr>
              <w:pStyle w:val="BodyParagraph"/>
              <w:rPr>
                <w:rFonts w:ascii="Georgia" w:hAnsi="Georgia"/>
              </w:rPr>
            </w:pPr>
            <w:r w:rsidRPr="0003761A">
              <w:rPr>
                <w:rFonts w:ascii="Georgia" w:hAnsi="Georgia"/>
                <w:lang w:eastAsia="ko"/>
              </w:rPr>
              <w:t>처리비</w:t>
            </w:r>
            <w:r w:rsidRPr="0003761A">
              <w:rPr>
                <w:rFonts w:ascii="Georgia" w:hAnsi="Georgia"/>
                <w:lang w:eastAsia="ko"/>
              </w:rPr>
              <w:t xml:space="preserve"> </w:t>
            </w:r>
            <w:r w:rsidRPr="0003761A">
              <w:rPr>
                <w:rFonts w:ascii="Georgia" w:hAnsi="Georgia"/>
                <w:lang w:eastAsia="ko"/>
              </w:rPr>
              <w:t>지원</w:t>
            </w:r>
            <w:r w:rsidRPr="0003761A">
              <w:rPr>
                <w:rFonts w:ascii="Georgia" w:hAnsi="Georgia"/>
                <w:lang w:eastAsia="ko"/>
              </w:rPr>
              <w:t>*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FBADF" w14:textId="77777777" w:rsidR="00EC0DA8" w:rsidRPr="0003761A" w:rsidRDefault="0003761A" w:rsidP="009A3F78">
            <w:pPr>
              <w:pStyle w:val="BodyParagraph"/>
              <w:rPr>
                <w:rFonts w:ascii="Georgia" w:hAnsi="Georgia"/>
              </w:rPr>
            </w:pPr>
            <w:r w:rsidRPr="0003761A">
              <w:rPr>
                <w:rFonts w:ascii="Georgia" w:hAnsi="Georgia"/>
                <w:lang w:eastAsia="ko"/>
              </w:rPr>
              <w:t>총계</w:t>
            </w:r>
          </w:p>
        </w:tc>
      </w:tr>
      <w:tr w:rsidR="000B4E93" w:rsidRPr="0003761A" w14:paraId="6BCFBAE7" w14:textId="77777777" w:rsidTr="00EC0DA8">
        <w:tc>
          <w:tcPr>
            <w:tcW w:w="2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E1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E2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E3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E4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E5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E6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</w:tr>
      <w:tr w:rsidR="000B4E93" w:rsidRPr="0003761A" w14:paraId="6BCFBAEE" w14:textId="77777777" w:rsidTr="00EC0DA8">
        <w:tc>
          <w:tcPr>
            <w:tcW w:w="2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E8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E9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EA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EB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EC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ED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</w:tr>
      <w:tr w:rsidR="000B4E93" w:rsidRPr="0003761A" w14:paraId="6BCFBAF5" w14:textId="77777777" w:rsidTr="00EC0DA8">
        <w:tc>
          <w:tcPr>
            <w:tcW w:w="2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EF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F0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F1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F2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F3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F4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</w:tr>
      <w:tr w:rsidR="000B4E93" w:rsidRPr="0003761A" w14:paraId="6BCFBAFC" w14:textId="77777777" w:rsidTr="00EC0DA8">
        <w:tc>
          <w:tcPr>
            <w:tcW w:w="2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F6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F7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F8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F9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FA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FB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</w:tr>
      <w:tr w:rsidR="000B4E93" w:rsidRPr="0003761A" w14:paraId="6BCFBB03" w14:textId="77777777" w:rsidTr="00EC0DA8">
        <w:tc>
          <w:tcPr>
            <w:tcW w:w="2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FD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FE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AFF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00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01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02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</w:tr>
      <w:tr w:rsidR="000B4E93" w:rsidRPr="0003761A" w14:paraId="6BCFBB0A" w14:textId="77777777" w:rsidTr="00EC0DA8">
        <w:tc>
          <w:tcPr>
            <w:tcW w:w="2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04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05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06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07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08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09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</w:tr>
      <w:tr w:rsidR="000B4E93" w:rsidRPr="0003761A" w14:paraId="6BCFBB11" w14:textId="77777777" w:rsidTr="00EC0DA8">
        <w:tc>
          <w:tcPr>
            <w:tcW w:w="2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0B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0C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0D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0E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0F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10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</w:tr>
      <w:tr w:rsidR="000B4E93" w:rsidRPr="0003761A" w14:paraId="6BCFBB18" w14:textId="77777777" w:rsidTr="00EC0DA8">
        <w:tc>
          <w:tcPr>
            <w:tcW w:w="2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12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13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14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15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16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17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</w:tr>
      <w:tr w:rsidR="000B4E93" w:rsidRPr="0003761A" w14:paraId="6BCFBB1F" w14:textId="77777777" w:rsidTr="00EC0DA8">
        <w:tc>
          <w:tcPr>
            <w:tcW w:w="2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19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1A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1B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1C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1D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1E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</w:tr>
      <w:tr w:rsidR="000B4E93" w:rsidRPr="0003761A" w14:paraId="6BCFBB26" w14:textId="77777777" w:rsidTr="00EC0DA8">
        <w:tc>
          <w:tcPr>
            <w:tcW w:w="2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20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21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22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23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24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FBB25" w14:textId="77777777" w:rsidR="00EC0DA8" w:rsidRPr="0003761A" w:rsidRDefault="00EC0DA8" w:rsidP="009A3F78">
            <w:pPr>
              <w:pStyle w:val="BodyParagraph"/>
              <w:rPr>
                <w:rFonts w:ascii="Georgia" w:hAnsi="Georgia"/>
              </w:rPr>
            </w:pPr>
          </w:p>
        </w:tc>
      </w:tr>
    </w:tbl>
    <w:p w14:paraId="6BCFBB27" w14:textId="77777777" w:rsidR="00EC0DA8" w:rsidRPr="0003761A" w:rsidRDefault="0003761A" w:rsidP="00EC0DA8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*</w:t>
      </w:r>
      <w:r w:rsidRPr="0003761A">
        <w:rPr>
          <w:rFonts w:ascii="Georgia" w:hAnsi="Georgia"/>
          <w:lang w:eastAsia="ko"/>
        </w:rPr>
        <w:t>글로벌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보조금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프로젝트의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기금조성을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위해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현금이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로타리재단에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기부될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경우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그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처리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비용을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충당하기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위해</w:t>
      </w:r>
      <w:r w:rsidRPr="0003761A">
        <w:rPr>
          <w:rFonts w:ascii="Georgia" w:hAnsi="Georgia"/>
          <w:lang w:eastAsia="ko"/>
        </w:rPr>
        <w:t xml:space="preserve"> 5 %</w:t>
      </w:r>
      <w:r w:rsidRPr="0003761A">
        <w:rPr>
          <w:rFonts w:ascii="Georgia" w:hAnsi="Georgia"/>
          <w:lang w:eastAsia="ko"/>
        </w:rPr>
        <w:t>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추가로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기부해야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합니다</w:t>
      </w:r>
      <w:r w:rsidRPr="0003761A">
        <w:rPr>
          <w:rFonts w:ascii="Georgia" w:hAnsi="Georgia"/>
          <w:lang w:eastAsia="ko"/>
        </w:rPr>
        <w:t xml:space="preserve">. </w:t>
      </w:r>
      <w:r w:rsidRPr="0003761A">
        <w:rPr>
          <w:rFonts w:ascii="Georgia" w:hAnsi="Georgia"/>
          <w:lang w:eastAsia="ko"/>
        </w:rPr>
        <w:t>클럽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또는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지구는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추가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기부에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대해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해리스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펠로우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표창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포인트를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수여받을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있습니다</w:t>
      </w:r>
      <w:r w:rsidRPr="0003761A">
        <w:rPr>
          <w:rFonts w:ascii="Georgia" w:hAnsi="Georgia"/>
          <w:lang w:eastAsia="ko"/>
        </w:rPr>
        <w:t>.</w:t>
      </w:r>
    </w:p>
    <w:p w14:paraId="6BCFBB28" w14:textId="77777777" w:rsidR="00EC0DA8" w:rsidRPr="0003761A" w:rsidRDefault="0003761A" w:rsidP="00F342A2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프로젝트를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위해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요청하고자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하는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세계기금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상응액은</w:t>
      </w:r>
      <w:r w:rsidRPr="0003761A">
        <w:rPr>
          <w:rFonts w:ascii="Georgia" w:hAnsi="Georgia"/>
          <w:bCs/>
          <w:lang w:eastAsia="ko"/>
        </w:rPr>
        <w:t>?</w:t>
      </w:r>
    </w:p>
    <w:p w14:paraId="6BCFBB2A" w14:textId="77777777" w:rsidR="00EC0DA8" w:rsidRPr="0003761A" w:rsidRDefault="00EC0DA8" w:rsidP="00EC0DA8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2B" w14:textId="77777777" w:rsidR="00EC0DA8" w:rsidRPr="0003761A" w:rsidRDefault="00EC0DA8" w:rsidP="00EC0DA8">
      <w:pPr>
        <w:pStyle w:val="BodyParagraph"/>
        <w:rPr>
          <w:rFonts w:ascii="Georgia" w:hAnsi="Georgia"/>
          <w:lang w:eastAsia="ko-KR"/>
        </w:rPr>
      </w:pPr>
    </w:p>
    <w:p w14:paraId="6BCFBB2C" w14:textId="77777777" w:rsidR="00373F85" w:rsidRPr="0003761A" w:rsidRDefault="0003761A" w:rsidP="00373F85">
      <w:pPr>
        <w:pStyle w:val="Heading2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제</w:t>
      </w:r>
      <w:r w:rsidRPr="0003761A">
        <w:rPr>
          <w:rFonts w:ascii="Georgia" w:hAnsi="Georgia"/>
          <w:lang w:eastAsia="ko"/>
        </w:rPr>
        <w:t>10</w:t>
      </w:r>
      <w:r w:rsidRPr="0003761A">
        <w:rPr>
          <w:rFonts w:ascii="Georgia" w:hAnsi="Georgia"/>
          <w:lang w:eastAsia="ko"/>
        </w:rPr>
        <w:t>단계</w:t>
      </w:r>
      <w:r w:rsidRPr="0003761A">
        <w:rPr>
          <w:rFonts w:ascii="Georgia" w:hAnsi="Georgia"/>
          <w:lang w:eastAsia="ko"/>
        </w:rPr>
        <w:t xml:space="preserve">: </w:t>
      </w:r>
      <w:r w:rsidRPr="0003761A">
        <w:rPr>
          <w:rFonts w:ascii="Georgia" w:hAnsi="Georgia"/>
          <w:lang w:eastAsia="ko"/>
        </w:rPr>
        <w:t>지속가능성</w:t>
      </w:r>
    </w:p>
    <w:p w14:paraId="6BCFBB2D" w14:textId="77777777" w:rsidR="00C26C5C" w:rsidRPr="0003761A" w:rsidRDefault="0003761A" w:rsidP="00C26C5C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지속가능한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프로젝트는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지역사회가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당면한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문제에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대한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장기적인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해결책을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제공합니다</w:t>
      </w:r>
      <w:r w:rsidRPr="0003761A">
        <w:rPr>
          <w:rFonts w:ascii="Georgia" w:hAnsi="Georgia"/>
          <w:lang w:eastAsia="ko"/>
        </w:rPr>
        <w:t xml:space="preserve">. </w:t>
      </w:r>
      <w:r w:rsidRPr="0003761A">
        <w:rPr>
          <w:rFonts w:ascii="Georgia" w:hAnsi="Georgia"/>
          <w:lang w:eastAsia="ko"/>
        </w:rPr>
        <w:t>즉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보조금이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모두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사용된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후에도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지역사회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주민들이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프로젝트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결과를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유지해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나갈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있어야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합니다</w:t>
      </w:r>
      <w:r w:rsidRPr="0003761A">
        <w:rPr>
          <w:rFonts w:ascii="Georgia" w:hAnsi="Georgia"/>
          <w:lang w:eastAsia="ko"/>
        </w:rPr>
        <w:t xml:space="preserve">. </w:t>
      </w:r>
      <w:r w:rsidRPr="0003761A">
        <w:rPr>
          <w:rFonts w:ascii="Georgia" w:hAnsi="Georgia"/>
          <w:lang w:eastAsia="ko"/>
        </w:rPr>
        <w:t>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프로젝트에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지속가능성을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부여하는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요소가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무엇인지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파악할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있도록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아래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질문들에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답해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주세요</w:t>
      </w:r>
      <w:r w:rsidRPr="0003761A">
        <w:rPr>
          <w:rFonts w:ascii="Georgia" w:hAnsi="Georgia"/>
          <w:lang w:eastAsia="ko"/>
        </w:rPr>
        <w:t>.</w:t>
      </w:r>
    </w:p>
    <w:p w14:paraId="6BCFBB2E" w14:textId="77777777" w:rsidR="00373F85" w:rsidRPr="0003761A" w:rsidRDefault="0003761A" w:rsidP="00373F85">
      <w:pPr>
        <w:pStyle w:val="Heading3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인도주의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프로젝트</w:t>
      </w:r>
      <w:r w:rsidRPr="0003761A">
        <w:rPr>
          <w:rFonts w:ascii="Georgia" w:hAnsi="Georgia"/>
          <w:bCs/>
          <w:lang w:eastAsia="ko"/>
        </w:rPr>
        <w:t xml:space="preserve"> – </w:t>
      </w:r>
      <w:r w:rsidRPr="0003761A">
        <w:rPr>
          <w:rFonts w:ascii="Georgia" w:hAnsi="Georgia"/>
          <w:bCs/>
          <w:lang w:eastAsia="ko"/>
        </w:rPr>
        <w:t>프로젝트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계획</w:t>
      </w:r>
    </w:p>
    <w:p w14:paraId="6BCFBB2F" w14:textId="77777777" w:rsidR="00373F85" w:rsidRPr="0003761A" w:rsidRDefault="0003761A" w:rsidP="00F342A2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프로젝트가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지역사회의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어떤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문제에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대처하기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위한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것인지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설명해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주세요</w:t>
      </w:r>
      <w:r w:rsidRPr="0003761A">
        <w:rPr>
          <w:rFonts w:ascii="Georgia" w:hAnsi="Georgia"/>
          <w:bCs/>
          <w:lang w:eastAsia="ko"/>
        </w:rPr>
        <w:t>.</w:t>
      </w:r>
    </w:p>
    <w:p w14:paraId="6BCFBB30" w14:textId="77777777" w:rsidR="00373F85" w:rsidRPr="0003761A" w:rsidRDefault="00373F85" w:rsidP="00373F85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31" w14:textId="77777777" w:rsidR="00373F85" w:rsidRPr="0003761A" w:rsidRDefault="0003761A" w:rsidP="00F342A2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이러한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필요성을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어떻게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확인했습니까</w:t>
      </w:r>
      <w:r w:rsidRPr="0003761A">
        <w:rPr>
          <w:rFonts w:ascii="Georgia" w:hAnsi="Georgia"/>
          <w:bCs/>
          <w:lang w:eastAsia="ko"/>
        </w:rPr>
        <w:t>?</w:t>
      </w:r>
    </w:p>
    <w:p w14:paraId="6BCFBB32" w14:textId="77777777" w:rsidR="00373F85" w:rsidRPr="0003761A" w:rsidRDefault="00373F85" w:rsidP="00373F85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33" w14:textId="77777777" w:rsidR="00373F85" w:rsidRPr="0003761A" w:rsidRDefault="0003761A" w:rsidP="00F342A2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해결책을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찾는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과정에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수혜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지역사회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구성원들이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어떠한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방식으로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참여했습니까</w:t>
      </w:r>
      <w:r w:rsidRPr="0003761A">
        <w:rPr>
          <w:rFonts w:ascii="Georgia" w:hAnsi="Georgia"/>
          <w:bCs/>
          <w:lang w:eastAsia="ko"/>
        </w:rPr>
        <w:t>?</w:t>
      </w:r>
    </w:p>
    <w:p w14:paraId="6BCFBB34" w14:textId="77777777" w:rsidR="00373F85" w:rsidRPr="0003761A" w:rsidRDefault="00373F85" w:rsidP="00373F85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35" w14:textId="678B4C1E" w:rsidR="00373F85" w:rsidRPr="0003761A" w:rsidRDefault="0003761A" w:rsidP="00F342A2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프로젝트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계획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과정에는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지역사회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구성원들이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어떻게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참여했습니까</w:t>
      </w:r>
      <w:r w:rsidR="009871AE">
        <w:rPr>
          <w:rFonts w:ascii="Georgia" w:hAnsi="Georgia" w:hint="eastAsia"/>
          <w:bCs/>
          <w:lang w:eastAsia="ko"/>
        </w:rPr>
        <w:t>?</w:t>
      </w:r>
    </w:p>
    <w:p w14:paraId="6BCFBB36" w14:textId="77777777" w:rsidR="00373F85" w:rsidRPr="0003761A" w:rsidRDefault="00373F85" w:rsidP="00373F85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37" w14:textId="77777777" w:rsidR="00373F85" w:rsidRPr="0003761A" w:rsidRDefault="0003761A" w:rsidP="00373F85">
      <w:pPr>
        <w:pStyle w:val="Heading3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인도주의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프로젝트</w:t>
      </w:r>
      <w:r w:rsidRPr="0003761A">
        <w:rPr>
          <w:rFonts w:ascii="Georgia" w:hAnsi="Georgia"/>
          <w:bCs/>
          <w:lang w:eastAsia="ko"/>
        </w:rPr>
        <w:t xml:space="preserve"> –</w:t>
      </w:r>
      <w:r w:rsidRPr="0003761A">
        <w:rPr>
          <w:rFonts w:ascii="Georgia" w:hAnsi="Georgia"/>
          <w:bCs/>
          <w:lang w:eastAsia="ko"/>
        </w:rPr>
        <w:t>프로젝트실행</w:t>
      </w:r>
    </w:p>
    <w:p w14:paraId="6BCFBB38" w14:textId="77777777" w:rsidR="00373F85" w:rsidRPr="0003761A" w:rsidRDefault="0003761A" w:rsidP="00F342A2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프로젝트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실행을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위한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각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단계를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아래에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요약하세요</w:t>
      </w:r>
      <w:r w:rsidRPr="0003761A">
        <w:rPr>
          <w:rFonts w:ascii="Georgia" w:hAnsi="Georgia"/>
          <w:bCs/>
          <w:lang w:eastAsia="ko"/>
        </w:rPr>
        <w:t>.</w:t>
      </w:r>
    </w:p>
    <w:p w14:paraId="6BCFBB39" w14:textId="77777777" w:rsidR="00C26C5C" w:rsidRPr="0003761A" w:rsidRDefault="0003761A" w:rsidP="00C26C5C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기금조성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보조금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신청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보고와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관련된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단계는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생략하세요</w:t>
      </w:r>
      <w:r w:rsidRPr="0003761A">
        <w:rPr>
          <w:rFonts w:ascii="Georgia" w:hAnsi="Georgia"/>
          <w:lang w:eastAsia="ko"/>
        </w:rPr>
        <w:t xml:space="preserve"> (</w:t>
      </w:r>
      <w:r w:rsidRPr="0003761A">
        <w:rPr>
          <w:rFonts w:ascii="Georgia" w:hAnsi="Georgia"/>
          <w:lang w:eastAsia="ko"/>
        </w:rPr>
        <w:t>필요에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따라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줄을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추가하세요</w:t>
      </w:r>
      <w:r w:rsidRPr="0003761A">
        <w:rPr>
          <w:rFonts w:ascii="Georgia" w:hAnsi="Georgia"/>
          <w:lang w:eastAsia="ko"/>
        </w:rPr>
        <w:t>.)</w:t>
      </w:r>
    </w:p>
    <w:p w14:paraId="6BCFBB3A" w14:textId="77777777" w:rsidR="002A71B0" w:rsidRPr="0003761A" w:rsidRDefault="002A71B0" w:rsidP="00C26C5C">
      <w:pPr>
        <w:pStyle w:val="BodyParagraph"/>
        <w:rPr>
          <w:rFonts w:ascii="Georgia" w:hAnsi="Georgia"/>
          <w:lang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"/>
        <w:gridCol w:w="6941"/>
        <w:gridCol w:w="2032"/>
      </w:tblGrid>
      <w:tr w:rsidR="000B4E93" w:rsidRPr="0003761A" w14:paraId="6BCFBB3E" w14:textId="77777777" w:rsidTr="00373F85">
        <w:tc>
          <w:tcPr>
            <w:tcW w:w="378" w:type="dxa"/>
          </w:tcPr>
          <w:p w14:paraId="6BCFBB3B" w14:textId="77777777" w:rsidR="00373F85" w:rsidRPr="0003761A" w:rsidRDefault="0003761A" w:rsidP="009A3F78">
            <w:pPr>
              <w:pStyle w:val="BodyParagraph"/>
              <w:rPr>
                <w:rFonts w:ascii="Georgia" w:hAnsi="Georgia"/>
              </w:rPr>
            </w:pPr>
            <w:r w:rsidRPr="0003761A">
              <w:rPr>
                <w:rFonts w:ascii="Georgia" w:hAnsi="Georgia"/>
                <w:lang w:eastAsia="ko"/>
              </w:rPr>
              <w:lastRenderedPageBreak/>
              <w:t>#</w:t>
            </w:r>
          </w:p>
        </w:tc>
        <w:tc>
          <w:tcPr>
            <w:tcW w:w="7110" w:type="dxa"/>
          </w:tcPr>
          <w:p w14:paraId="6BCFBB3C" w14:textId="77777777" w:rsidR="00373F85" w:rsidRPr="0003761A" w:rsidRDefault="0003761A" w:rsidP="009A3F78">
            <w:pPr>
              <w:pStyle w:val="BodyParagraph"/>
              <w:rPr>
                <w:rFonts w:ascii="Georgia" w:hAnsi="Georgia"/>
              </w:rPr>
            </w:pPr>
            <w:r w:rsidRPr="0003761A">
              <w:rPr>
                <w:rFonts w:ascii="Georgia" w:hAnsi="Georgia"/>
                <w:lang w:eastAsia="ko"/>
              </w:rPr>
              <w:t xml:space="preserve"> </w:t>
            </w:r>
            <w:r w:rsidRPr="0003761A">
              <w:rPr>
                <w:rFonts w:ascii="Georgia" w:hAnsi="Georgia"/>
                <w:lang w:eastAsia="ko"/>
              </w:rPr>
              <w:t>활동</w:t>
            </w:r>
          </w:p>
        </w:tc>
        <w:tc>
          <w:tcPr>
            <w:tcW w:w="2070" w:type="dxa"/>
          </w:tcPr>
          <w:p w14:paraId="6BCFBB3D" w14:textId="77777777" w:rsidR="00373F85" w:rsidRPr="0003761A" w:rsidRDefault="0003761A" w:rsidP="009A3F78">
            <w:pPr>
              <w:pStyle w:val="BodyParagraph"/>
              <w:rPr>
                <w:rFonts w:ascii="Georgia" w:hAnsi="Georgia"/>
              </w:rPr>
            </w:pPr>
            <w:r w:rsidRPr="0003761A">
              <w:rPr>
                <w:rFonts w:ascii="Georgia" w:hAnsi="Georgia"/>
                <w:lang w:eastAsia="ko"/>
              </w:rPr>
              <w:t>소요</w:t>
            </w:r>
            <w:r w:rsidRPr="0003761A">
              <w:rPr>
                <w:rFonts w:ascii="Georgia" w:hAnsi="Georgia"/>
                <w:lang w:eastAsia="ko"/>
              </w:rPr>
              <w:t xml:space="preserve"> </w:t>
            </w:r>
            <w:r w:rsidRPr="0003761A">
              <w:rPr>
                <w:rFonts w:ascii="Georgia" w:hAnsi="Georgia"/>
                <w:lang w:eastAsia="ko"/>
              </w:rPr>
              <w:t>기간</w:t>
            </w:r>
          </w:p>
        </w:tc>
      </w:tr>
      <w:tr w:rsidR="000B4E93" w:rsidRPr="0003761A" w14:paraId="6BCFBB42" w14:textId="77777777" w:rsidTr="00373F85">
        <w:tc>
          <w:tcPr>
            <w:tcW w:w="378" w:type="dxa"/>
          </w:tcPr>
          <w:p w14:paraId="6BCFBB3F" w14:textId="77777777" w:rsidR="00373F85" w:rsidRPr="0003761A" w:rsidRDefault="00373F85" w:rsidP="009A3F78">
            <w:pPr>
              <w:pStyle w:val="BodyParagraph"/>
              <w:rPr>
                <w:rFonts w:ascii="Georgia" w:hAnsi="Georgia"/>
                <w:b/>
              </w:rPr>
            </w:pPr>
          </w:p>
        </w:tc>
        <w:tc>
          <w:tcPr>
            <w:tcW w:w="7110" w:type="dxa"/>
          </w:tcPr>
          <w:p w14:paraId="6BCFBB40" w14:textId="77777777" w:rsidR="00373F85" w:rsidRPr="0003761A" w:rsidRDefault="00373F85" w:rsidP="009A3F78">
            <w:pPr>
              <w:pStyle w:val="BodyParagraph"/>
              <w:rPr>
                <w:rFonts w:ascii="Georgia" w:hAnsi="Georgia"/>
                <w:b/>
              </w:rPr>
            </w:pPr>
          </w:p>
        </w:tc>
        <w:tc>
          <w:tcPr>
            <w:tcW w:w="2070" w:type="dxa"/>
          </w:tcPr>
          <w:p w14:paraId="6BCFBB41" w14:textId="77777777" w:rsidR="00373F85" w:rsidRPr="0003761A" w:rsidRDefault="00373F85" w:rsidP="009A3F78">
            <w:pPr>
              <w:pStyle w:val="BodyParagraph"/>
              <w:rPr>
                <w:rFonts w:ascii="Georgia" w:hAnsi="Georgia"/>
                <w:b/>
              </w:rPr>
            </w:pPr>
          </w:p>
        </w:tc>
      </w:tr>
      <w:tr w:rsidR="000B4E93" w:rsidRPr="0003761A" w14:paraId="6BCFBB46" w14:textId="77777777" w:rsidTr="00373F85">
        <w:tc>
          <w:tcPr>
            <w:tcW w:w="378" w:type="dxa"/>
          </w:tcPr>
          <w:p w14:paraId="6BCFBB43" w14:textId="77777777" w:rsidR="00373F85" w:rsidRPr="0003761A" w:rsidRDefault="00373F85" w:rsidP="009A3F78">
            <w:pPr>
              <w:pStyle w:val="BodyParagraph"/>
              <w:rPr>
                <w:rFonts w:ascii="Georgia" w:hAnsi="Georgia"/>
                <w:b/>
              </w:rPr>
            </w:pPr>
          </w:p>
        </w:tc>
        <w:tc>
          <w:tcPr>
            <w:tcW w:w="7110" w:type="dxa"/>
          </w:tcPr>
          <w:p w14:paraId="6BCFBB44" w14:textId="77777777" w:rsidR="00373F85" w:rsidRPr="0003761A" w:rsidRDefault="00373F85" w:rsidP="009A3F78">
            <w:pPr>
              <w:pStyle w:val="BodyParagraph"/>
              <w:rPr>
                <w:rFonts w:ascii="Georgia" w:hAnsi="Georgia"/>
                <w:b/>
              </w:rPr>
            </w:pPr>
          </w:p>
        </w:tc>
        <w:tc>
          <w:tcPr>
            <w:tcW w:w="2070" w:type="dxa"/>
          </w:tcPr>
          <w:p w14:paraId="6BCFBB45" w14:textId="77777777" w:rsidR="00373F85" w:rsidRPr="0003761A" w:rsidRDefault="00373F85" w:rsidP="009A3F78">
            <w:pPr>
              <w:pStyle w:val="BodyParagraph"/>
              <w:rPr>
                <w:rFonts w:ascii="Georgia" w:hAnsi="Georgia"/>
                <w:b/>
              </w:rPr>
            </w:pPr>
          </w:p>
        </w:tc>
      </w:tr>
      <w:tr w:rsidR="000B4E93" w:rsidRPr="0003761A" w14:paraId="6BCFBB4A" w14:textId="77777777" w:rsidTr="00373F85">
        <w:tc>
          <w:tcPr>
            <w:tcW w:w="378" w:type="dxa"/>
          </w:tcPr>
          <w:p w14:paraId="6BCFBB47" w14:textId="77777777" w:rsidR="00373F85" w:rsidRPr="0003761A" w:rsidRDefault="00373F85" w:rsidP="009A3F78">
            <w:pPr>
              <w:pStyle w:val="BodyParagraph"/>
              <w:rPr>
                <w:rFonts w:ascii="Georgia" w:hAnsi="Georgia"/>
                <w:b/>
              </w:rPr>
            </w:pPr>
          </w:p>
        </w:tc>
        <w:tc>
          <w:tcPr>
            <w:tcW w:w="7110" w:type="dxa"/>
          </w:tcPr>
          <w:p w14:paraId="6BCFBB48" w14:textId="77777777" w:rsidR="00373F85" w:rsidRPr="0003761A" w:rsidRDefault="00373F85" w:rsidP="009A3F78">
            <w:pPr>
              <w:pStyle w:val="BodyParagraph"/>
              <w:rPr>
                <w:rFonts w:ascii="Georgia" w:hAnsi="Georgia"/>
                <w:b/>
              </w:rPr>
            </w:pPr>
          </w:p>
        </w:tc>
        <w:tc>
          <w:tcPr>
            <w:tcW w:w="2070" w:type="dxa"/>
          </w:tcPr>
          <w:p w14:paraId="6BCFBB49" w14:textId="77777777" w:rsidR="00373F85" w:rsidRPr="0003761A" w:rsidRDefault="00373F85" w:rsidP="009A3F78">
            <w:pPr>
              <w:pStyle w:val="BodyParagraph"/>
              <w:rPr>
                <w:rFonts w:ascii="Georgia" w:hAnsi="Georgia"/>
                <w:b/>
              </w:rPr>
            </w:pPr>
          </w:p>
        </w:tc>
      </w:tr>
    </w:tbl>
    <w:p w14:paraId="6BCFBB4B" w14:textId="77777777" w:rsidR="00373F85" w:rsidRPr="0003761A" w:rsidRDefault="0003761A" w:rsidP="00CD1788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지역사회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내에서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실시되는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관련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이니셔티브와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연계해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실행될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예정입니까</w:t>
      </w:r>
      <w:r w:rsidRPr="0003761A">
        <w:rPr>
          <w:rFonts w:ascii="Georgia" w:hAnsi="Georgia"/>
          <w:bCs/>
          <w:lang w:eastAsia="ko"/>
        </w:rPr>
        <w:t xml:space="preserve">? </w:t>
      </w:r>
      <w:r w:rsidRPr="0003761A">
        <w:rPr>
          <w:rFonts w:ascii="Georgia" w:hAnsi="Georgia"/>
          <w:bCs/>
          <w:lang w:eastAsia="ko"/>
        </w:rPr>
        <w:t>그러한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경우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해당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이니셔티브의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내용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그리고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프로젝트와의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연관성을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간략히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설명해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주세요</w:t>
      </w:r>
      <w:r w:rsidRPr="0003761A">
        <w:rPr>
          <w:rFonts w:ascii="Georgia" w:hAnsi="Georgia"/>
          <w:bCs/>
          <w:lang w:eastAsia="ko"/>
        </w:rPr>
        <w:t xml:space="preserve">. </w:t>
      </w:r>
      <w:r w:rsidRPr="0003761A">
        <w:rPr>
          <w:rFonts w:ascii="Georgia" w:hAnsi="Georgia"/>
          <w:bCs/>
          <w:lang w:eastAsia="ko"/>
        </w:rPr>
        <w:t>아닌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경우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이유를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설명해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주세요</w:t>
      </w:r>
      <w:r w:rsidRPr="0003761A">
        <w:rPr>
          <w:rFonts w:ascii="Georgia" w:hAnsi="Georgia"/>
          <w:bCs/>
          <w:lang w:eastAsia="ko"/>
        </w:rPr>
        <w:t xml:space="preserve">. </w:t>
      </w:r>
      <w:r w:rsidRPr="0003761A">
        <w:rPr>
          <w:rFonts w:ascii="Georgia" w:hAnsi="Georgia"/>
          <w:bCs/>
          <w:lang w:eastAsia="ko"/>
        </w:rPr>
        <w:t>지역사회에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해당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필요에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부합하는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이니셔티브가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없습니까</w:t>
      </w:r>
      <w:r w:rsidRPr="0003761A">
        <w:rPr>
          <w:rFonts w:ascii="Georgia" w:hAnsi="Georgia"/>
          <w:bCs/>
          <w:lang w:eastAsia="ko"/>
        </w:rPr>
        <w:t xml:space="preserve">? </w:t>
      </w:r>
      <w:r w:rsidRPr="0003761A">
        <w:rPr>
          <w:rFonts w:ascii="Georgia" w:hAnsi="Georgia"/>
          <w:bCs/>
          <w:lang w:eastAsia="ko"/>
        </w:rPr>
        <w:t>혹은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있다면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협력하지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않기로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결정하셨습니까</w:t>
      </w:r>
      <w:r w:rsidRPr="0003761A">
        <w:rPr>
          <w:rFonts w:ascii="Georgia" w:hAnsi="Georgia"/>
          <w:bCs/>
          <w:lang w:eastAsia="ko"/>
        </w:rPr>
        <w:t>?</w:t>
      </w:r>
    </w:p>
    <w:p w14:paraId="6BCFBB4C" w14:textId="77777777" w:rsidR="00C26C5C" w:rsidRPr="0003761A" w:rsidRDefault="0003761A" w:rsidP="00C26C5C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경우에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따라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정부기관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비영리단체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기업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등의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외부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단체와의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협력이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프로젝트에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가치를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더해줄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있습니다</w:t>
      </w:r>
      <w:r w:rsidRPr="0003761A">
        <w:rPr>
          <w:rFonts w:ascii="Georgia" w:hAnsi="Georgia"/>
          <w:lang w:eastAsia="ko"/>
        </w:rPr>
        <w:t>.</w:t>
      </w:r>
    </w:p>
    <w:p w14:paraId="6BCFBB4D" w14:textId="77777777" w:rsidR="00373F85" w:rsidRPr="0003761A" w:rsidRDefault="00373F85" w:rsidP="00373F85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4E" w14:textId="77777777" w:rsidR="00373F85" w:rsidRPr="0003761A" w:rsidRDefault="0003761A" w:rsidP="00CD1788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프로젝트에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포함된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연수나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교육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프로그램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혹은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지역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아웃리치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활동에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대해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설명하세요</w:t>
      </w:r>
      <w:r w:rsidRPr="0003761A">
        <w:rPr>
          <w:rFonts w:ascii="Georgia" w:hAnsi="Georgia"/>
          <w:bCs/>
          <w:lang w:eastAsia="ko"/>
        </w:rPr>
        <w:t>.</w:t>
      </w:r>
    </w:p>
    <w:p w14:paraId="6BCFBB4F" w14:textId="77777777" w:rsidR="00373F85" w:rsidRPr="0003761A" w:rsidRDefault="00373F85" w:rsidP="00373F85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50" w14:textId="77777777" w:rsidR="00373F85" w:rsidRPr="0003761A" w:rsidRDefault="0003761A" w:rsidP="00CD1788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이에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대한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필요성은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어떻게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파악했습니까</w:t>
      </w:r>
      <w:r w:rsidRPr="0003761A">
        <w:rPr>
          <w:rFonts w:ascii="Georgia" w:hAnsi="Georgia"/>
          <w:bCs/>
          <w:lang w:eastAsia="ko"/>
        </w:rPr>
        <w:t>?</w:t>
      </w:r>
    </w:p>
    <w:p w14:paraId="6BCFBB51" w14:textId="77777777" w:rsidR="00373F85" w:rsidRPr="0003761A" w:rsidRDefault="00373F85" w:rsidP="00373F85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52" w14:textId="77777777" w:rsidR="00373F85" w:rsidRPr="0003761A" w:rsidRDefault="0003761A" w:rsidP="00CD1788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지역사회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주민들의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프로젝트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참여를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북돋우기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위해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인센티브</w:t>
      </w:r>
      <w:r w:rsidRPr="0003761A">
        <w:rPr>
          <w:rFonts w:ascii="Georgia" w:hAnsi="Georgia"/>
          <w:bCs/>
          <w:lang w:eastAsia="ko"/>
        </w:rPr>
        <w:t>(</w:t>
      </w:r>
      <w:r w:rsidRPr="0003761A">
        <w:rPr>
          <w:rFonts w:ascii="Georgia" w:hAnsi="Georgia"/>
          <w:bCs/>
          <w:lang w:eastAsia="ko"/>
        </w:rPr>
        <w:t>금전적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보상</w:t>
      </w:r>
      <w:r w:rsidRPr="0003761A">
        <w:rPr>
          <w:rFonts w:ascii="Georgia" w:hAnsi="Georgia"/>
          <w:bCs/>
          <w:lang w:eastAsia="ko"/>
        </w:rPr>
        <w:t xml:space="preserve">, </w:t>
      </w:r>
      <w:r w:rsidRPr="0003761A">
        <w:rPr>
          <w:rFonts w:ascii="Georgia" w:hAnsi="Georgia"/>
          <w:bCs/>
          <w:lang w:eastAsia="ko"/>
        </w:rPr>
        <w:t>포상</w:t>
      </w:r>
      <w:r w:rsidRPr="0003761A">
        <w:rPr>
          <w:rFonts w:ascii="Georgia" w:hAnsi="Georgia"/>
          <w:bCs/>
          <w:lang w:eastAsia="ko"/>
        </w:rPr>
        <w:t xml:space="preserve">, </w:t>
      </w:r>
      <w:r w:rsidRPr="0003761A">
        <w:rPr>
          <w:rFonts w:ascii="Georgia" w:hAnsi="Georgia"/>
          <w:bCs/>
          <w:lang w:eastAsia="ko"/>
        </w:rPr>
        <w:t>인증</w:t>
      </w:r>
      <w:r w:rsidRPr="0003761A">
        <w:rPr>
          <w:rFonts w:ascii="Georgia" w:hAnsi="Georgia"/>
          <w:bCs/>
          <w:lang w:eastAsia="ko"/>
        </w:rPr>
        <w:t xml:space="preserve">, </w:t>
      </w:r>
      <w:r w:rsidRPr="0003761A">
        <w:rPr>
          <w:rFonts w:ascii="Georgia" w:hAnsi="Georgia"/>
          <w:bCs/>
          <w:lang w:eastAsia="ko"/>
        </w:rPr>
        <w:t>홍보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등</w:t>
      </w:r>
      <w:r w:rsidRPr="0003761A">
        <w:rPr>
          <w:rFonts w:ascii="Georgia" w:hAnsi="Georgia"/>
          <w:bCs/>
          <w:lang w:eastAsia="ko"/>
        </w:rPr>
        <w:t>)</w:t>
      </w:r>
      <w:r w:rsidRPr="0003761A">
        <w:rPr>
          <w:rFonts w:ascii="Georgia" w:hAnsi="Georgia"/>
          <w:bCs/>
          <w:lang w:eastAsia="ko"/>
        </w:rPr>
        <w:t>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사용하실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계획입니까</w:t>
      </w:r>
      <w:r w:rsidRPr="0003761A">
        <w:rPr>
          <w:rFonts w:ascii="Georgia" w:hAnsi="Georgia"/>
          <w:bCs/>
          <w:lang w:eastAsia="ko"/>
        </w:rPr>
        <w:t xml:space="preserve">? </w:t>
      </w:r>
      <w:r w:rsidRPr="0003761A">
        <w:rPr>
          <w:rFonts w:ascii="Georgia" w:hAnsi="Georgia"/>
          <w:bCs/>
          <w:lang w:eastAsia="ko"/>
        </w:rPr>
        <w:t>그렇다면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어떤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인센티브를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사용할지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설명해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주세요</w:t>
      </w:r>
      <w:r w:rsidRPr="0003761A">
        <w:rPr>
          <w:rFonts w:ascii="Georgia" w:hAnsi="Georgia"/>
          <w:bCs/>
          <w:lang w:eastAsia="ko"/>
        </w:rPr>
        <w:t>.</w:t>
      </w:r>
    </w:p>
    <w:p w14:paraId="6BCFBB53" w14:textId="77777777" w:rsidR="00373F85" w:rsidRPr="0003761A" w:rsidRDefault="00373F85" w:rsidP="00373F85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54" w14:textId="77777777" w:rsidR="00373F85" w:rsidRPr="0003761A" w:rsidRDefault="0003761A" w:rsidP="00CD1788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보조금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활동이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모두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완료된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후에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프로젝트를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지속적으로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감독</w:t>
      </w:r>
      <w:r w:rsidRPr="0003761A">
        <w:rPr>
          <w:rFonts w:ascii="Georgia" w:hAnsi="Georgia"/>
          <w:bCs/>
          <w:lang w:eastAsia="ko"/>
        </w:rPr>
        <w:t xml:space="preserve">, </w:t>
      </w:r>
      <w:r w:rsidRPr="0003761A">
        <w:rPr>
          <w:rFonts w:ascii="Georgia" w:hAnsi="Georgia"/>
          <w:bCs/>
          <w:lang w:eastAsia="ko"/>
        </w:rPr>
        <w:t>관리할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지역사회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구성원이나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단체가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있으면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아래에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나열하세요</w:t>
      </w:r>
      <w:r w:rsidRPr="0003761A">
        <w:rPr>
          <w:rFonts w:ascii="Georgia" w:hAnsi="Georgia"/>
          <w:bCs/>
          <w:lang w:eastAsia="ko"/>
        </w:rPr>
        <w:t>.</w:t>
      </w:r>
    </w:p>
    <w:p w14:paraId="6BCFBB55" w14:textId="77777777" w:rsidR="00C26C5C" w:rsidRPr="0003761A" w:rsidRDefault="0003761A" w:rsidP="00C26C5C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로타리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회원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또는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클럽이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아니어도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무방합니다</w:t>
      </w:r>
      <w:r w:rsidRPr="0003761A">
        <w:rPr>
          <w:rFonts w:ascii="Georgia" w:hAnsi="Georgia"/>
          <w:lang w:eastAsia="ko"/>
        </w:rPr>
        <w:t>.</w:t>
      </w:r>
    </w:p>
    <w:p w14:paraId="6BCFBB56" w14:textId="77777777" w:rsidR="00373F85" w:rsidRPr="0003761A" w:rsidRDefault="00373F85" w:rsidP="00373F85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57" w14:textId="77777777" w:rsidR="00373F85" w:rsidRPr="0003761A" w:rsidRDefault="0003761A" w:rsidP="00373F85">
      <w:pPr>
        <w:pStyle w:val="Heading3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직업연수팀</w:t>
      </w:r>
      <w:r w:rsidRPr="0003761A">
        <w:rPr>
          <w:rFonts w:ascii="Georgia" w:hAnsi="Georgia"/>
          <w:bCs/>
          <w:lang w:eastAsia="ko"/>
        </w:rPr>
        <w:t xml:space="preserve"> – </w:t>
      </w:r>
      <w:r w:rsidRPr="0003761A">
        <w:rPr>
          <w:rFonts w:ascii="Georgia" w:hAnsi="Georgia"/>
          <w:bCs/>
          <w:lang w:eastAsia="ko"/>
        </w:rPr>
        <w:t>프로젝트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실행</w:t>
      </w:r>
    </w:p>
    <w:p w14:paraId="6BCFBB58" w14:textId="77777777" w:rsidR="00875D8E" w:rsidRPr="0003761A" w:rsidRDefault="0003761A" w:rsidP="00875D8E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팀이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지역사회의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어떤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연수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필요성을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충족하기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위한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것인지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설명해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주세요</w:t>
      </w:r>
      <w:r w:rsidRPr="0003761A">
        <w:rPr>
          <w:rFonts w:ascii="Georgia" w:hAnsi="Georgia"/>
          <w:bCs/>
          <w:lang w:eastAsia="ko"/>
        </w:rPr>
        <w:t>.</w:t>
      </w:r>
    </w:p>
    <w:p w14:paraId="6BCFBB59" w14:textId="77777777" w:rsidR="00875D8E" w:rsidRPr="0003761A" w:rsidRDefault="00875D8E" w:rsidP="00875D8E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5A" w14:textId="77777777" w:rsidR="00875D8E" w:rsidRPr="0003761A" w:rsidRDefault="0003761A" w:rsidP="00875D8E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이러한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필요성을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어떻게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확인했습니까</w:t>
      </w:r>
      <w:r w:rsidRPr="0003761A">
        <w:rPr>
          <w:rFonts w:ascii="Georgia" w:hAnsi="Georgia"/>
          <w:bCs/>
          <w:lang w:eastAsia="ko"/>
        </w:rPr>
        <w:t>?</w:t>
      </w:r>
    </w:p>
    <w:p w14:paraId="6BCFBB5B" w14:textId="77777777" w:rsidR="00875D8E" w:rsidRPr="0003761A" w:rsidRDefault="00875D8E" w:rsidP="00875D8E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5C" w14:textId="77777777" w:rsidR="00373F85" w:rsidRPr="0003761A" w:rsidRDefault="0003761A" w:rsidP="009A3F78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피연수자들이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얻게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전문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지식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및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역량을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비롯한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구체적인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연수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목표를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제시하세요</w:t>
      </w:r>
      <w:r w:rsidRPr="0003761A">
        <w:rPr>
          <w:rFonts w:ascii="Georgia" w:hAnsi="Georgia"/>
          <w:bCs/>
          <w:lang w:eastAsia="ko"/>
        </w:rPr>
        <w:t>.</w:t>
      </w:r>
    </w:p>
    <w:p w14:paraId="6BCFBB5D" w14:textId="77777777" w:rsidR="00373F85" w:rsidRPr="0003761A" w:rsidRDefault="00373F85" w:rsidP="00373F85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5E" w14:textId="77777777" w:rsidR="00373F85" w:rsidRPr="0003761A" w:rsidRDefault="0003761A" w:rsidP="009A3F78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연수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계획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단계에서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지역사회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구성원들은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어떻게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참여하는지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밝혀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주십시오</w:t>
      </w:r>
      <w:r w:rsidRPr="0003761A">
        <w:rPr>
          <w:rFonts w:ascii="Georgia" w:hAnsi="Georgia"/>
          <w:bCs/>
          <w:lang w:eastAsia="ko"/>
        </w:rPr>
        <w:t>.</w:t>
      </w:r>
    </w:p>
    <w:p w14:paraId="6BCFBB5F" w14:textId="77777777" w:rsidR="00373F85" w:rsidRPr="0003761A" w:rsidRDefault="00373F85" w:rsidP="00373F85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60" w14:textId="77777777" w:rsidR="00373F85" w:rsidRPr="0003761A" w:rsidRDefault="0003761A" w:rsidP="009A3F78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lastRenderedPageBreak/>
        <w:t>지역사회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내에서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실시되는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관련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이니셔티브와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연계해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실행될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예정입니까</w:t>
      </w:r>
      <w:r w:rsidRPr="0003761A">
        <w:rPr>
          <w:rFonts w:ascii="Georgia" w:hAnsi="Georgia"/>
          <w:bCs/>
          <w:lang w:eastAsia="ko"/>
        </w:rPr>
        <w:t xml:space="preserve">? </w:t>
      </w:r>
      <w:r w:rsidRPr="0003761A">
        <w:rPr>
          <w:rFonts w:ascii="Georgia" w:hAnsi="Georgia"/>
          <w:bCs/>
          <w:lang w:eastAsia="ko"/>
        </w:rPr>
        <w:t>그러한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경우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해당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이니셔티브의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내용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그리고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프로젝트와의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연관성을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간략히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설명해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주세요</w:t>
      </w:r>
      <w:r w:rsidRPr="0003761A">
        <w:rPr>
          <w:rFonts w:ascii="Georgia" w:hAnsi="Georgia"/>
          <w:bCs/>
          <w:lang w:eastAsia="ko"/>
        </w:rPr>
        <w:t xml:space="preserve">. </w:t>
      </w:r>
      <w:r w:rsidRPr="0003761A">
        <w:rPr>
          <w:rFonts w:ascii="Georgia" w:hAnsi="Georgia"/>
          <w:bCs/>
          <w:lang w:eastAsia="ko"/>
        </w:rPr>
        <w:t>아닌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경우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이유를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설명해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주세요</w:t>
      </w:r>
      <w:r w:rsidRPr="0003761A">
        <w:rPr>
          <w:rFonts w:ascii="Georgia" w:hAnsi="Georgia"/>
          <w:bCs/>
          <w:lang w:eastAsia="ko"/>
        </w:rPr>
        <w:t xml:space="preserve">. </w:t>
      </w:r>
      <w:r w:rsidRPr="0003761A">
        <w:rPr>
          <w:rFonts w:ascii="Georgia" w:hAnsi="Georgia"/>
          <w:bCs/>
          <w:lang w:eastAsia="ko"/>
        </w:rPr>
        <w:t>지역사회에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해당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필요에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부합하는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이니셔티브가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없습니까</w:t>
      </w:r>
      <w:r w:rsidRPr="0003761A">
        <w:rPr>
          <w:rFonts w:ascii="Georgia" w:hAnsi="Georgia"/>
          <w:bCs/>
          <w:lang w:eastAsia="ko"/>
        </w:rPr>
        <w:t xml:space="preserve">? </w:t>
      </w:r>
      <w:r w:rsidRPr="0003761A">
        <w:rPr>
          <w:rFonts w:ascii="Georgia" w:hAnsi="Georgia"/>
          <w:bCs/>
          <w:lang w:eastAsia="ko"/>
        </w:rPr>
        <w:t>혹은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있다면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협력하지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않기로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결정하셨습니까</w:t>
      </w:r>
      <w:r w:rsidRPr="0003761A">
        <w:rPr>
          <w:rFonts w:ascii="Georgia" w:hAnsi="Georgia"/>
          <w:bCs/>
          <w:lang w:eastAsia="ko"/>
        </w:rPr>
        <w:t>?</w:t>
      </w:r>
    </w:p>
    <w:p w14:paraId="6BCFBB61" w14:textId="77777777" w:rsidR="0028605F" w:rsidRPr="0003761A" w:rsidRDefault="0003761A" w:rsidP="0028605F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경우에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따라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정부기관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비영리단체</w:t>
      </w:r>
      <w:r w:rsidRPr="0003761A">
        <w:rPr>
          <w:rFonts w:ascii="Georgia" w:hAnsi="Georgia"/>
          <w:lang w:eastAsia="ko"/>
        </w:rPr>
        <w:t xml:space="preserve">, </w:t>
      </w:r>
      <w:r w:rsidRPr="0003761A">
        <w:rPr>
          <w:rFonts w:ascii="Georgia" w:hAnsi="Georgia"/>
          <w:lang w:eastAsia="ko"/>
        </w:rPr>
        <w:t>기업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등의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외부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단체와의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협력이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프로젝트에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가치를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더해줄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수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있습니다</w:t>
      </w:r>
      <w:r w:rsidRPr="0003761A">
        <w:rPr>
          <w:rFonts w:ascii="Georgia" w:hAnsi="Georgia"/>
          <w:lang w:eastAsia="ko"/>
        </w:rPr>
        <w:t>.</w:t>
      </w:r>
    </w:p>
    <w:p w14:paraId="6BCFBB62" w14:textId="77777777" w:rsidR="00373F85" w:rsidRPr="0003761A" w:rsidRDefault="00373F85" w:rsidP="00373F85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63" w14:textId="77777777" w:rsidR="009A3F78" w:rsidRPr="0003761A" w:rsidRDefault="0003761A" w:rsidP="009A3F78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지역사회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주민들의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연수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참여를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북돋우기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위해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인센티브</w:t>
      </w:r>
      <w:r w:rsidRPr="0003761A">
        <w:rPr>
          <w:rFonts w:ascii="Georgia" w:hAnsi="Georgia"/>
          <w:bCs/>
          <w:lang w:eastAsia="ko"/>
        </w:rPr>
        <w:t>(</w:t>
      </w:r>
      <w:r w:rsidRPr="0003761A">
        <w:rPr>
          <w:rFonts w:ascii="Georgia" w:hAnsi="Georgia"/>
          <w:bCs/>
          <w:lang w:eastAsia="ko"/>
        </w:rPr>
        <w:t>금전적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보상</w:t>
      </w:r>
      <w:r w:rsidRPr="0003761A">
        <w:rPr>
          <w:rFonts w:ascii="Georgia" w:hAnsi="Georgia"/>
          <w:bCs/>
          <w:lang w:eastAsia="ko"/>
        </w:rPr>
        <w:t xml:space="preserve">, </w:t>
      </w:r>
      <w:r w:rsidRPr="0003761A">
        <w:rPr>
          <w:rFonts w:ascii="Georgia" w:hAnsi="Georgia"/>
          <w:bCs/>
          <w:lang w:eastAsia="ko"/>
        </w:rPr>
        <w:t>포상</w:t>
      </w:r>
      <w:r w:rsidRPr="0003761A">
        <w:rPr>
          <w:rFonts w:ascii="Georgia" w:hAnsi="Georgia"/>
          <w:bCs/>
          <w:lang w:eastAsia="ko"/>
        </w:rPr>
        <w:t xml:space="preserve">, </w:t>
      </w:r>
      <w:r w:rsidRPr="0003761A">
        <w:rPr>
          <w:rFonts w:ascii="Georgia" w:hAnsi="Georgia"/>
          <w:bCs/>
          <w:lang w:eastAsia="ko"/>
        </w:rPr>
        <w:t>인증</w:t>
      </w:r>
      <w:r w:rsidRPr="0003761A">
        <w:rPr>
          <w:rFonts w:ascii="Georgia" w:hAnsi="Georgia"/>
          <w:bCs/>
          <w:lang w:eastAsia="ko"/>
        </w:rPr>
        <w:t xml:space="preserve">, </w:t>
      </w:r>
      <w:r w:rsidRPr="0003761A">
        <w:rPr>
          <w:rFonts w:ascii="Georgia" w:hAnsi="Georgia"/>
          <w:bCs/>
          <w:lang w:eastAsia="ko"/>
        </w:rPr>
        <w:t>홍보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등</w:t>
      </w:r>
      <w:r w:rsidRPr="0003761A">
        <w:rPr>
          <w:rFonts w:ascii="Georgia" w:hAnsi="Georgia"/>
          <w:bCs/>
          <w:lang w:eastAsia="ko"/>
        </w:rPr>
        <w:t>)</w:t>
      </w:r>
      <w:r w:rsidRPr="0003761A">
        <w:rPr>
          <w:rFonts w:ascii="Georgia" w:hAnsi="Georgia"/>
          <w:bCs/>
          <w:lang w:eastAsia="ko"/>
        </w:rPr>
        <w:t>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사용하실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계획입니까</w:t>
      </w:r>
      <w:r w:rsidRPr="0003761A">
        <w:rPr>
          <w:rFonts w:ascii="Georgia" w:hAnsi="Georgia"/>
          <w:bCs/>
          <w:lang w:eastAsia="ko"/>
        </w:rPr>
        <w:t xml:space="preserve">? </w:t>
      </w:r>
      <w:r w:rsidRPr="0003761A">
        <w:rPr>
          <w:rFonts w:ascii="Georgia" w:hAnsi="Georgia"/>
          <w:bCs/>
          <w:lang w:eastAsia="ko"/>
        </w:rPr>
        <w:t>그렇다면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어떤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인센티브를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사용할지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설명해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주세요</w:t>
      </w:r>
      <w:r w:rsidRPr="0003761A">
        <w:rPr>
          <w:rFonts w:ascii="Georgia" w:hAnsi="Georgia"/>
          <w:bCs/>
          <w:lang w:eastAsia="ko"/>
        </w:rPr>
        <w:t>.</w:t>
      </w:r>
    </w:p>
    <w:p w14:paraId="6BCFBB64" w14:textId="77777777" w:rsidR="009A3F78" w:rsidRPr="0003761A" w:rsidRDefault="009A3F78" w:rsidP="009A3F78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65" w14:textId="77777777" w:rsidR="00373F85" w:rsidRPr="0003761A" w:rsidRDefault="0003761A" w:rsidP="009A3F78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연수가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완료된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후에도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피연수자들이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습득한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기술을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유지</w:t>
      </w:r>
      <w:r w:rsidRPr="0003761A">
        <w:rPr>
          <w:rFonts w:ascii="Georgia" w:hAnsi="Georgia"/>
          <w:bCs/>
          <w:lang w:eastAsia="ko"/>
        </w:rPr>
        <w:t xml:space="preserve">, </w:t>
      </w:r>
      <w:r w:rsidRPr="0003761A">
        <w:rPr>
          <w:rFonts w:ascii="Georgia" w:hAnsi="Georgia"/>
          <w:bCs/>
          <w:lang w:eastAsia="ko"/>
        </w:rPr>
        <w:t>발전시킬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있도록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어떠한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지원을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제공할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것입니까</w:t>
      </w:r>
      <w:r w:rsidRPr="0003761A">
        <w:rPr>
          <w:rFonts w:ascii="Georgia" w:hAnsi="Georgia"/>
          <w:bCs/>
          <w:lang w:eastAsia="ko"/>
        </w:rPr>
        <w:t>?</w:t>
      </w:r>
    </w:p>
    <w:p w14:paraId="6BCFBB66" w14:textId="77777777" w:rsidR="00373F85" w:rsidRPr="0003761A" w:rsidRDefault="00373F85" w:rsidP="00373F85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67" w14:textId="35F6E1F7" w:rsidR="00373F85" w:rsidRPr="0003761A" w:rsidRDefault="0003761A" w:rsidP="009A3F78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프로젝트가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완료된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후에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연수를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지속적으로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감독</w:t>
      </w:r>
      <w:r w:rsidRPr="0003761A">
        <w:rPr>
          <w:rFonts w:ascii="Georgia" w:hAnsi="Georgia"/>
          <w:bCs/>
          <w:lang w:eastAsia="ko"/>
        </w:rPr>
        <w:t xml:space="preserve">, </w:t>
      </w:r>
      <w:r w:rsidRPr="0003761A">
        <w:rPr>
          <w:rFonts w:ascii="Georgia" w:hAnsi="Georgia"/>
          <w:bCs/>
          <w:lang w:eastAsia="ko"/>
        </w:rPr>
        <w:t>관리할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지역사회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구성원이나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단체가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있으면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아래에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나열하세요</w:t>
      </w:r>
      <w:r w:rsidR="009871AE">
        <w:rPr>
          <w:rFonts w:ascii="Georgia" w:hAnsi="Georgia" w:hint="eastAsia"/>
          <w:bCs/>
          <w:lang w:eastAsia="ko"/>
        </w:rPr>
        <w:t>.</w:t>
      </w:r>
    </w:p>
    <w:p w14:paraId="6BCFBB68" w14:textId="77777777" w:rsidR="00CA78B5" w:rsidRPr="0003761A" w:rsidRDefault="0003761A" w:rsidP="00CA78B5">
      <w:pPr>
        <w:pStyle w:val="BodyParagraph"/>
        <w:rPr>
          <w:rFonts w:ascii="Georgia" w:hAnsi="Georgia"/>
          <w:lang w:eastAsia="ko-KR"/>
        </w:rPr>
      </w:pPr>
      <w:r w:rsidRPr="0003761A">
        <w:rPr>
          <w:rFonts w:ascii="Georgia" w:hAnsi="Georgia"/>
          <w:lang w:eastAsia="ko"/>
        </w:rPr>
        <w:t>로타리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회원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또는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클럽이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아니어도</w:t>
      </w:r>
      <w:r w:rsidRPr="0003761A">
        <w:rPr>
          <w:rFonts w:ascii="Georgia" w:hAnsi="Georgia"/>
          <w:lang w:eastAsia="ko"/>
        </w:rPr>
        <w:t xml:space="preserve"> </w:t>
      </w:r>
      <w:r w:rsidRPr="0003761A">
        <w:rPr>
          <w:rFonts w:ascii="Georgia" w:hAnsi="Georgia"/>
          <w:lang w:eastAsia="ko"/>
        </w:rPr>
        <w:t>무방합니다</w:t>
      </w:r>
      <w:r w:rsidRPr="0003761A">
        <w:rPr>
          <w:rFonts w:ascii="Georgia" w:hAnsi="Georgia"/>
          <w:lang w:eastAsia="ko"/>
        </w:rPr>
        <w:t>.</w:t>
      </w:r>
    </w:p>
    <w:p w14:paraId="6BCFBB69" w14:textId="77777777" w:rsidR="00373F85" w:rsidRPr="0003761A" w:rsidRDefault="00373F85" w:rsidP="00373F85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6A" w14:textId="77777777" w:rsidR="00C13439" w:rsidRPr="0003761A" w:rsidRDefault="0003761A" w:rsidP="00C13439">
      <w:pPr>
        <w:pStyle w:val="Heading3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장학금</w:t>
      </w:r>
      <w:r w:rsidRPr="0003761A">
        <w:rPr>
          <w:rFonts w:ascii="Georgia" w:hAnsi="Georgia"/>
          <w:bCs/>
          <w:lang w:eastAsia="ko"/>
        </w:rPr>
        <w:t>** (</w:t>
      </w:r>
      <w:r w:rsidRPr="0003761A">
        <w:rPr>
          <w:rFonts w:ascii="Georgia" w:hAnsi="Georgia"/>
          <w:bCs/>
          <w:lang w:eastAsia="ko"/>
        </w:rPr>
        <w:t>장학생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프로필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섹션의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문항은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아래를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참조하세요</w:t>
      </w:r>
      <w:r w:rsidRPr="0003761A">
        <w:rPr>
          <w:rFonts w:ascii="Georgia" w:hAnsi="Georgia"/>
          <w:bCs/>
          <w:lang w:eastAsia="ko"/>
        </w:rPr>
        <w:t>)</w:t>
      </w:r>
    </w:p>
    <w:p w14:paraId="6BCFBB6B" w14:textId="77777777" w:rsidR="00C13439" w:rsidRPr="0003761A" w:rsidRDefault="0003761A" w:rsidP="009A3F78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장학생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후보를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선출하는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데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사용된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절차를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기술하세요</w:t>
      </w:r>
      <w:r w:rsidRPr="0003761A">
        <w:rPr>
          <w:rFonts w:ascii="Georgia" w:hAnsi="Georgia"/>
          <w:bCs/>
          <w:lang w:eastAsia="ko"/>
        </w:rPr>
        <w:t>.</w:t>
      </w:r>
    </w:p>
    <w:p w14:paraId="6BCFBB6C" w14:textId="77777777" w:rsidR="00C13439" w:rsidRPr="0003761A" w:rsidRDefault="00C13439" w:rsidP="00C13439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6D" w14:textId="77777777" w:rsidR="00C13439" w:rsidRPr="0003761A" w:rsidRDefault="0003761A" w:rsidP="009A3F78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후보자의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배경</w:t>
      </w:r>
      <w:r w:rsidRPr="0003761A">
        <w:rPr>
          <w:rFonts w:ascii="Georgia" w:hAnsi="Georgia"/>
          <w:bCs/>
          <w:lang w:eastAsia="ko"/>
        </w:rPr>
        <w:t xml:space="preserve">, </w:t>
      </w:r>
      <w:r w:rsidRPr="0003761A">
        <w:rPr>
          <w:rFonts w:ascii="Georgia" w:hAnsi="Georgia"/>
          <w:bCs/>
          <w:lang w:eastAsia="ko"/>
        </w:rPr>
        <w:t>학력</w:t>
      </w:r>
      <w:r w:rsidRPr="0003761A">
        <w:rPr>
          <w:rFonts w:ascii="Georgia" w:hAnsi="Georgia"/>
          <w:bCs/>
          <w:lang w:eastAsia="ko"/>
        </w:rPr>
        <w:t xml:space="preserve">, </w:t>
      </w:r>
      <w:r w:rsidRPr="0003761A">
        <w:rPr>
          <w:rFonts w:ascii="Georgia" w:hAnsi="Georgia"/>
          <w:bCs/>
          <w:lang w:eastAsia="ko"/>
        </w:rPr>
        <w:t>향후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계획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등이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초점분야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내의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글로벌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보조금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요건에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어떻게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부합됩니까</w:t>
      </w:r>
      <w:r w:rsidRPr="0003761A">
        <w:rPr>
          <w:rFonts w:ascii="Georgia" w:hAnsi="Georgia"/>
          <w:bCs/>
          <w:lang w:eastAsia="ko"/>
        </w:rPr>
        <w:t>?</w:t>
      </w:r>
    </w:p>
    <w:p w14:paraId="6BCFBB6E" w14:textId="77777777" w:rsidR="00C13439" w:rsidRPr="0003761A" w:rsidRDefault="00C13439" w:rsidP="00C13439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6F" w14:textId="77777777" w:rsidR="00C13439" w:rsidRPr="0003761A" w:rsidRDefault="0003761A" w:rsidP="00C13439">
      <w:pPr>
        <w:pStyle w:val="Heading3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예산</w:t>
      </w:r>
    </w:p>
    <w:p w14:paraId="6BCFBB70" w14:textId="77777777" w:rsidR="00C13439" w:rsidRPr="0003761A" w:rsidRDefault="0003761A" w:rsidP="009A3F78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예산에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포함된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품목을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현지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업체로부터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구입하실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예정입니까</w:t>
      </w:r>
      <w:r w:rsidRPr="0003761A">
        <w:rPr>
          <w:rFonts w:ascii="Georgia" w:hAnsi="Georgia"/>
          <w:bCs/>
          <w:lang w:eastAsia="ko"/>
        </w:rPr>
        <w:t xml:space="preserve">?  </w:t>
      </w:r>
      <w:r w:rsidRPr="0003761A">
        <w:rPr>
          <w:rFonts w:ascii="Georgia" w:hAnsi="Georgia"/>
          <w:bCs/>
          <w:lang w:eastAsia="ko"/>
        </w:rPr>
        <w:t>업체를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선정하는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데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사용된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절차를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기술하세요</w:t>
      </w:r>
      <w:r w:rsidRPr="0003761A">
        <w:rPr>
          <w:rFonts w:ascii="Georgia" w:hAnsi="Georgia"/>
          <w:bCs/>
          <w:lang w:eastAsia="ko"/>
        </w:rPr>
        <w:t>.</w:t>
      </w:r>
    </w:p>
    <w:p w14:paraId="6BCFBB71" w14:textId="77777777" w:rsidR="00C13439" w:rsidRPr="0003761A" w:rsidRDefault="00C13439" w:rsidP="00C13439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72" w14:textId="77777777" w:rsidR="00C13439" w:rsidRPr="0003761A" w:rsidRDefault="0003761A" w:rsidP="009A3F78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경쟁입찰을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통해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업체를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선정했습니까</w:t>
      </w:r>
      <w:r w:rsidRPr="0003761A">
        <w:rPr>
          <w:rFonts w:ascii="Georgia" w:hAnsi="Georgia"/>
          <w:bCs/>
          <w:lang w:eastAsia="ko"/>
        </w:rPr>
        <w:t xml:space="preserve">? </w:t>
      </w:r>
      <w:r w:rsidRPr="0003761A">
        <w:rPr>
          <w:rFonts w:ascii="Georgia" w:hAnsi="Georgia"/>
          <w:bCs/>
          <w:lang w:eastAsia="ko"/>
        </w:rPr>
        <w:t>아닌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경우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이유를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설명해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주세요</w:t>
      </w:r>
      <w:r w:rsidRPr="0003761A">
        <w:rPr>
          <w:rFonts w:ascii="Georgia" w:hAnsi="Georgia"/>
          <w:bCs/>
          <w:lang w:eastAsia="ko"/>
        </w:rPr>
        <w:t>.</w:t>
      </w:r>
    </w:p>
    <w:p w14:paraId="6BCFBB73" w14:textId="77777777" w:rsidR="00C13439" w:rsidRPr="0003761A" w:rsidRDefault="00C13439" w:rsidP="00C13439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74" w14:textId="77777777" w:rsidR="00C13439" w:rsidRPr="0003761A" w:rsidRDefault="0003761A" w:rsidP="009A3F78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프로젝트를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위해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구입한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장비나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자재에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대한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운용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및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유지</w:t>
      </w:r>
      <w:r w:rsidRPr="0003761A">
        <w:rPr>
          <w:rFonts w:ascii="Georgia" w:hAnsi="Georgia"/>
          <w:bCs/>
          <w:lang w:eastAsia="ko"/>
        </w:rPr>
        <w:t>·</w:t>
      </w:r>
      <w:r w:rsidRPr="0003761A">
        <w:rPr>
          <w:rFonts w:ascii="Georgia" w:hAnsi="Georgia"/>
          <w:bCs/>
          <w:lang w:eastAsia="ko"/>
        </w:rPr>
        <w:t>보수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계획을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명시하세요</w:t>
      </w:r>
      <w:r w:rsidRPr="0003761A">
        <w:rPr>
          <w:rFonts w:ascii="Georgia" w:hAnsi="Georgia"/>
          <w:bCs/>
          <w:lang w:eastAsia="ko"/>
        </w:rPr>
        <w:t xml:space="preserve">. </w:t>
      </w:r>
      <w:r w:rsidRPr="0003761A">
        <w:rPr>
          <w:rFonts w:ascii="Georgia" w:hAnsi="Georgia"/>
          <w:bCs/>
          <w:lang w:eastAsia="ko"/>
        </w:rPr>
        <w:t>누가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장비를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운용</w:t>
      </w:r>
      <w:r w:rsidRPr="0003761A">
        <w:rPr>
          <w:rFonts w:ascii="Georgia" w:hAnsi="Georgia"/>
          <w:bCs/>
          <w:lang w:eastAsia="ko"/>
        </w:rPr>
        <w:t>/</w:t>
      </w:r>
      <w:r w:rsidRPr="0003761A">
        <w:rPr>
          <w:rFonts w:ascii="Georgia" w:hAnsi="Georgia"/>
          <w:bCs/>
          <w:lang w:eastAsia="ko"/>
        </w:rPr>
        <w:t>유지</w:t>
      </w:r>
      <w:r w:rsidRPr="0003761A">
        <w:rPr>
          <w:rFonts w:ascii="Georgia" w:hAnsi="Georgia"/>
          <w:bCs/>
          <w:lang w:eastAsia="ko"/>
        </w:rPr>
        <w:t>·</w:t>
      </w:r>
      <w:r w:rsidRPr="0003761A">
        <w:rPr>
          <w:rFonts w:ascii="Georgia" w:hAnsi="Georgia"/>
          <w:bCs/>
          <w:lang w:eastAsia="ko"/>
        </w:rPr>
        <w:t>보수할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것인지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그리고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이를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위해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어떠한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연수를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받을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것인지가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포함되어야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합니다</w:t>
      </w:r>
      <w:r w:rsidRPr="0003761A">
        <w:rPr>
          <w:rFonts w:ascii="Georgia" w:hAnsi="Georgia"/>
          <w:bCs/>
          <w:lang w:eastAsia="ko"/>
        </w:rPr>
        <w:t>.</w:t>
      </w:r>
    </w:p>
    <w:p w14:paraId="6BCFBB75" w14:textId="77777777" w:rsidR="00C13439" w:rsidRPr="0003761A" w:rsidRDefault="00C13439" w:rsidP="00C13439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76" w14:textId="77777777" w:rsidR="00C13439" w:rsidRPr="0003761A" w:rsidRDefault="0003761A" w:rsidP="009A3F78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lastRenderedPageBreak/>
        <w:t>보조금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활동이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모두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완료된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후에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지역사회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주민들이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해당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장비를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어떻게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유지</w:t>
      </w:r>
      <w:r w:rsidRPr="0003761A">
        <w:rPr>
          <w:rFonts w:ascii="Georgia" w:hAnsi="Georgia"/>
          <w:bCs/>
          <w:lang w:eastAsia="ko"/>
        </w:rPr>
        <w:t>·</w:t>
      </w:r>
      <w:r w:rsidRPr="0003761A">
        <w:rPr>
          <w:rFonts w:ascii="Georgia" w:hAnsi="Georgia"/>
          <w:bCs/>
          <w:lang w:eastAsia="ko"/>
        </w:rPr>
        <w:t>보수할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것인지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설명하세요</w:t>
      </w:r>
      <w:r w:rsidRPr="0003761A">
        <w:rPr>
          <w:rFonts w:ascii="Georgia" w:hAnsi="Georgia"/>
          <w:bCs/>
          <w:lang w:eastAsia="ko"/>
        </w:rPr>
        <w:t xml:space="preserve">. </w:t>
      </w:r>
      <w:r w:rsidRPr="0003761A">
        <w:rPr>
          <w:rFonts w:ascii="Georgia" w:hAnsi="Georgia"/>
          <w:bCs/>
          <w:lang w:eastAsia="ko"/>
        </w:rPr>
        <w:t>교체부품은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현지에서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조달이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가능합니까</w:t>
      </w:r>
      <w:r w:rsidRPr="0003761A">
        <w:rPr>
          <w:rFonts w:ascii="Georgia" w:hAnsi="Georgia"/>
          <w:bCs/>
          <w:lang w:eastAsia="ko"/>
        </w:rPr>
        <w:t>?</w:t>
      </w:r>
    </w:p>
    <w:p w14:paraId="6BCFBB77" w14:textId="77777777" w:rsidR="00C13439" w:rsidRPr="0003761A" w:rsidRDefault="00C13439" w:rsidP="00C13439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78" w14:textId="77777777" w:rsidR="00C13439" w:rsidRPr="0003761A" w:rsidRDefault="0003761A" w:rsidP="00170A1A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보조금으로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장비를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구입할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계획인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경우</w:t>
      </w:r>
      <w:r w:rsidRPr="0003761A">
        <w:rPr>
          <w:rFonts w:ascii="Georgia" w:hAnsi="Georgia"/>
          <w:bCs/>
          <w:lang w:eastAsia="ko"/>
        </w:rPr>
        <w:t xml:space="preserve">, </w:t>
      </w:r>
      <w:r w:rsidRPr="0003761A">
        <w:rPr>
          <w:rFonts w:ascii="Georgia" w:hAnsi="Georgia"/>
          <w:bCs/>
          <w:lang w:eastAsia="ko"/>
        </w:rPr>
        <w:t>장비가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문화적으로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적절하며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수혜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지역사회의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기술적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수준에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부합합니까</w:t>
      </w:r>
      <w:r w:rsidRPr="0003761A">
        <w:rPr>
          <w:rFonts w:ascii="Georgia" w:hAnsi="Georgia"/>
          <w:bCs/>
          <w:lang w:eastAsia="ko"/>
        </w:rPr>
        <w:t xml:space="preserve">? </w:t>
      </w:r>
      <w:r w:rsidRPr="0003761A">
        <w:rPr>
          <w:rFonts w:ascii="Georgia" w:hAnsi="Georgia"/>
          <w:bCs/>
          <w:lang w:eastAsia="ko"/>
        </w:rPr>
        <w:t>그러한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경우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구체적으로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설명해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주세요</w:t>
      </w:r>
      <w:r w:rsidRPr="0003761A">
        <w:rPr>
          <w:rFonts w:ascii="Georgia" w:hAnsi="Georgia"/>
          <w:bCs/>
          <w:lang w:eastAsia="ko"/>
        </w:rPr>
        <w:t xml:space="preserve">. </w:t>
      </w:r>
      <w:r w:rsidRPr="0003761A">
        <w:rPr>
          <w:rFonts w:ascii="Georgia" w:hAnsi="Georgia"/>
          <w:bCs/>
          <w:lang w:eastAsia="ko"/>
        </w:rPr>
        <w:t>아닌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경우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지역사회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주민들이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해당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기술을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적극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활용하도록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어떻게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지원할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것인지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설명하세요</w:t>
      </w:r>
      <w:r w:rsidRPr="0003761A">
        <w:rPr>
          <w:rFonts w:ascii="Georgia" w:hAnsi="Georgia"/>
          <w:bCs/>
          <w:lang w:eastAsia="ko"/>
        </w:rPr>
        <w:t>.</w:t>
      </w:r>
    </w:p>
    <w:p w14:paraId="6BCFBB79" w14:textId="77777777" w:rsidR="00C13439" w:rsidRPr="0003761A" w:rsidRDefault="00C13439" w:rsidP="00C13439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7A" w14:textId="77777777" w:rsidR="00C13439" w:rsidRPr="0003761A" w:rsidRDefault="0003761A" w:rsidP="00E043C4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프로젝트가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완료된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후에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보조금으로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구입된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장비나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물품은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누구의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소유가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됩니까</w:t>
      </w:r>
      <w:r w:rsidRPr="0003761A">
        <w:rPr>
          <w:rFonts w:ascii="Georgia" w:hAnsi="Georgia"/>
          <w:bCs/>
          <w:lang w:eastAsia="ko"/>
        </w:rPr>
        <w:t xml:space="preserve">?  </w:t>
      </w:r>
      <w:r w:rsidRPr="0003761A">
        <w:rPr>
          <w:rFonts w:ascii="Georgia" w:hAnsi="Georgia"/>
          <w:bCs/>
          <w:lang w:eastAsia="ko"/>
        </w:rPr>
        <w:t>로타리클럽</w:t>
      </w:r>
      <w:r w:rsidRPr="0003761A">
        <w:rPr>
          <w:rFonts w:ascii="Georgia" w:hAnsi="Georgia"/>
          <w:bCs/>
          <w:lang w:eastAsia="ko"/>
        </w:rPr>
        <w:t xml:space="preserve">, </w:t>
      </w:r>
      <w:r w:rsidRPr="0003761A">
        <w:rPr>
          <w:rFonts w:ascii="Georgia" w:hAnsi="Georgia"/>
          <w:bCs/>
          <w:lang w:eastAsia="ko"/>
        </w:rPr>
        <w:t>지구</w:t>
      </w:r>
      <w:r w:rsidRPr="0003761A">
        <w:rPr>
          <w:rFonts w:ascii="Georgia" w:hAnsi="Georgia"/>
          <w:bCs/>
          <w:lang w:eastAsia="ko"/>
        </w:rPr>
        <w:t xml:space="preserve">, </w:t>
      </w:r>
      <w:r w:rsidRPr="0003761A">
        <w:rPr>
          <w:rFonts w:ascii="Georgia" w:hAnsi="Georgia"/>
          <w:bCs/>
          <w:lang w:eastAsia="ko"/>
        </w:rPr>
        <w:t>회원은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이에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대한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소유권을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가질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없습니다</w:t>
      </w:r>
      <w:r w:rsidRPr="0003761A">
        <w:rPr>
          <w:rFonts w:ascii="Georgia" w:hAnsi="Georgia"/>
          <w:bCs/>
          <w:lang w:eastAsia="ko"/>
        </w:rPr>
        <w:t xml:space="preserve">. </w:t>
      </w:r>
    </w:p>
    <w:p w14:paraId="6BCFBB7B" w14:textId="77777777" w:rsidR="00C13439" w:rsidRPr="0003761A" w:rsidRDefault="00C13439" w:rsidP="00C13439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7C" w14:textId="77777777" w:rsidR="00C13439" w:rsidRPr="0003761A" w:rsidRDefault="0003761A" w:rsidP="00C13439">
      <w:pPr>
        <w:pStyle w:val="Heading3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기금</w:t>
      </w:r>
    </w:p>
    <w:p w14:paraId="6BCFBB7D" w14:textId="77777777" w:rsidR="00C13439" w:rsidRPr="0003761A" w:rsidRDefault="0003761A" w:rsidP="00E043C4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프로젝트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결과의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장기적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지속을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위한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현지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기금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출처를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확보해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두었습니까</w:t>
      </w:r>
      <w:r w:rsidRPr="0003761A">
        <w:rPr>
          <w:rFonts w:ascii="Georgia" w:hAnsi="Georgia"/>
          <w:bCs/>
          <w:lang w:eastAsia="ko"/>
        </w:rPr>
        <w:t xml:space="preserve">?  </w:t>
      </w:r>
      <w:r w:rsidRPr="0003761A">
        <w:rPr>
          <w:rFonts w:ascii="Georgia" w:hAnsi="Georgia"/>
          <w:bCs/>
          <w:lang w:eastAsia="ko"/>
        </w:rPr>
        <w:t>그러한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경우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설명해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주세요</w:t>
      </w:r>
      <w:r w:rsidRPr="0003761A">
        <w:rPr>
          <w:rFonts w:ascii="Georgia" w:hAnsi="Georgia"/>
          <w:bCs/>
          <w:lang w:eastAsia="ko"/>
        </w:rPr>
        <w:t>.</w:t>
      </w:r>
    </w:p>
    <w:p w14:paraId="6BCFBB7E" w14:textId="77777777" w:rsidR="00C13439" w:rsidRPr="0003761A" w:rsidRDefault="00C13439" w:rsidP="00C13439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7F" w14:textId="77777777" w:rsidR="00C13439" w:rsidRPr="0003761A" w:rsidRDefault="0003761A" w:rsidP="00E043C4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프로젝트에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지속적으로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수입을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창출하기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위한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요소가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가미되어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있습니까</w:t>
      </w:r>
      <w:r w:rsidRPr="0003761A">
        <w:rPr>
          <w:rFonts w:ascii="Georgia" w:hAnsi="Georgia"/>
          <w:bCs/>
          <w:lang w:eastAsia="ko"/>
        </w:rPr>
        <w:t xml:space="preserve">? </w:t>
      </w:r>
      <w:r w:rsidRPr="0003761A">
        <w:rPr>
          <w:rFonts w:ascii="Georgia" w:hAnsi="Georgia"/>
          <w:bCs/>
          <w:lang w:eastAsia="ko"/>
        </w:rPr>
        <w:t>그러한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경우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구체적으로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설명해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주세요</w:t>
      </w:r>
      <w:r w:rsidRPr="0003761A">
        <w:rPr>
          <w:rFonts w:ascii="Georgia" w:hAnsi="Georgia"/>
          <w:bCs/>
          <w:lang w:eastAsia="ko"/>
        </w:rPr>
        <w:t>.</w:t>
      </w:r>
    </w:p>
    <w:p w14:paraId="6BCFBB80" w14:textId="77777777" w:rsidR="00C13439" w:rsidRPr="0003761A" w:rsidRDefault="00C13439" w:rsidP="00C13439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81" w14:textId="77777777" w:rsidR="00875D8E" w:rsidRPr="0003761A" w:rsidRDefault="0003761A" w:rsidP="00875D8E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경제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및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지역사회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개발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프로젝트인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경우</w:t>
      </w:r>
      <w:r w:rsidRPr="0003761A">
        <w:rPr>
          <w:rFonts w:ascii="Georgia" w:hAnsi="Georgia"/>
          <w:bCs/>
          <w:lang w:eastAsia="ko"/>
        </w:rPr>
        <w:t xml:space="preserve">, </w:t>
      </w:r>
      <w:r w:rsidRPr="0003761A">
        <w:rPr>
          <w:rFonts w:ascii="Georgia" w:hAnsi="Georgia"/>
          <w:bCs/>
          <w:lang w:eastAsia="ko"/>
        </w:rPr>
        <w:t>프로젝트에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마이크로크레디트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활동이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포함되어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있습니까</w:t>
      </w:r>
      <w:r w:rsidRPr="0003761A">
        <w:rPr>
          <w:rFonts w:ascii="Georgia" w:hAnsi="Georgia"/>
          <w:bCs/>
          <w:lang w:eastAsia="ko"/>
        </w:rPr>
        <w:t xml:space="preserve">?  </w:t>
      </w:r>
      <w:r w:rsidRPr="0003761A">
        <w:rPr>
          <w:rFonts w:ascii="Georgia" w:hAnsi="Georgia"/>
          <w:bCs/>
          <w:lang w:eastAsia="ko"/>
        </w:rPr>
        <w:t>그러한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경우</w:t>
      </w:r>
      <w:r w:rsidRPr="0003761A">
        <w:rPr>
          <w:rFonts w:ascii="Georgia" w:hAnsi="Georgia"/>
          <w:bCs/>
          <w:lang w:eastAsia="ko"/>
        </w:rPr>
        <w:t xml:space="preserve"> </w:t>
      </w:r>
      <w:hyperlink r:id="rId16" w:history="1">
        <w:r w:rsidRPr="0003761A">
          <w:rPr>
            <w:rStyle w:val="Hyperlink"/>
            <w:rFonts w:ascii="Georgia" w:hAnsi="Georgia"/>
            <w:bCs/>
            <w:lang w:eastAsia="ko"/>
          </w:rPr>
          <w:t>마이크로</w:t>
        </w:r>
        <w:r w:rsidRPr="0003761A">
          <w:rPr>
            <w:rStyle w:val="Hyperlink"/>
            <w:rFonts w:ascii="Georgia" w:hAnsi="Georgia"/>
            <w:bCs/>
            <w:lang w:eastAsia="ko"/>
          </w:rPr>
          <w:t xml:space="preserve"> </w:t>
        </w:r>
        <w:r w:rsidRPr="0003761A">
          <w:rPr>
            <w:rStyle w:val="Hyperlink"/>
            <w:rFonts w:ascii="Georgia" w:hAnsi="Georgia"/>
            <w:bCs/>
            <w:lang w:eastAsia="ko"/>
          </w:rPr>
          <w:t>크레디트</w:t>
        </w:r>
        <w:r w:rsidRPr="0003761A">
          <w:rPr>
            <w:rStyle w:val="Hyperlink"/>
            <w:rFonts w:ascii="Georgia" w:hAnsi="Georgia"/>
            <w:bCs/>
            <w:lang w:eastAsia="ko"/>
          </w:rPr>
          <w:t xml:space="preserve"> </w:t>
        </w:r>
        <w:r w:rsidRPr="0003761A">
          <w:rPr>
            <w:rStyle w:val="Hyperlink"/>
            <w:rFonts w:ascii="Georgia" w:hAnsi="Georgia"/>
            <w:bCs/>
            <w:lang w:eastAsia="ko"/>
          </w:rPr>
          <w:t>보충자료</w:t>
        </w:r>
      </w:hyperlink>
      <w:r w:rsidRPr="0003761A">
        <w:rPr>
          <w:rFonts w:ascii="Georgia" w:hAnsi="Georgia"/>
          <w:bCs/>
          <w:lang w:eastAsia="ko"/>
        </w:rPr>
        <w:t>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업로드하세요</w:t>
      </w:r>
      <w:r w:rsidRPr="0003761A">
        <w:rPr>
          <w:rFonts w:ascii="Georgia" w:hAnsi="Georgia"/>
          <w:bCs/>
          <w:lang w:eastAsia="ko"/>
        </w:rPr>
        <w:t xml:space="preserve">. </w:t>
      </w:r>
    </w:p>
    <w:p w14:paraId="6BCFBB82" w14:textId="77777777" w:rsidR="00875D8E" w:rsidRPr="0003761A" w:rsidRDefault="00875D8E" w:rsidP="00875D8E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83" w14:textId="77777777" w:rsidR="00E043C4" w:rsidRPr="0003761A" w:rsidRDefault="0003761A">
      <w:pPr>
        <w:rPr>
          <w:rFonts w:ascii="Georgia" w:hAnsi="Georgia"/>
          <w:b/>
          <w:color w:val="000000"/>
          <w:sz w:val="20"/>
          <w:szCs w:val="22"/>
          <w:lang w:eastAsia="ko-KR"/>
        </w:rPr>
      </w:pPr>
      <w:r w:rsidRPr="0003761A">
        <w:rPr>
          <w:rFonts w:ascii="Georgia" w:hAnsi="Georgia"/>
          <w:smallCaps/>
          <w:color w:val="000000"/>
          <w:sz w:val="20"/>
          <w:szCs w:val="22"/>
          <w:lang w:eastAsia="ko"/>
        </w:rPr>
        <w:br w:type="page"/>
      </w:r>
    </w:p>
    <w:p w14:paraId="6BCFBB84" w14:textId="77777777" w:rsidR="00133DE3" w:rsidRPr="0003761A" w:rsidRDefault="0003761A" w:rsidP="005C7905">
      <w:pPr>
        <w:pStyle w:val="Heading3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lastRenderedPageBreak/>
        <w:t>**</w:t>
      </w:r>
      <w:r w:rsidRPr="0003761A">
        <w:rPr>
          <w:rFonts w:ascii="Georgia" w:hAnsi="Georgia"/>
          <w:bCs/>
          <w:lang w:eastAsia="ko"/>
        </w:rPr>
        <w:t>장학금을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신청하는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후보는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다음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질문에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답해야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합니다</w:t>
      </w:r>
      <w:r w:rsidRPr="0003761A">
        <w:rPr>
          <w:rFonts w:ascii="Georgia" w:hAnsi="Georgia"/>
          <w:bCs/>
          <w:lang w:eastAsia="ko"/>
        </w:rPr>
        <w:t>:</w:t>
      </w:r>
    </w:p>
    <w:p w14:paraId="6BCFBB85" w14:textId="77777777" w:rsidR="00133DE3" w:rsidRPr="0003761A" w:rsidRDefault="0003761A" w:rsidP="00E043C4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가장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최근에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재학한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교육기관</w:t>
      </w:r>
      <w:r w:rsidRPr="0003761A">
        <w:rPr>
          <w:rFonts w:ascii="Georgia" w:hAnsi="Georgia"/>
          <w:bCs/>
          <w:lang w:eastAsia="ko"/>
        </w:rPr>
        <w:t xml:space="preserve"> 2</w:t>
      </w:r>
      <w:r w:rsidRPr="0003761A">
        <w:rPr>
          <w:rFonts w:ascii="Georgia" w:hAnsi="Georgia"/>
          <w:bCs/>
          <w:lang w:eastAsia="ko"/>
        </w:rPr>
        <w:t>개를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나열하세요</w:t>
      </w:r>
      <w:r w:rsidRPr="0003761A">
        <w:rPr>
          <w:rFonts w:ascii="Georgia" w:hAnsi="Georgia"/>
          <w:bCs/>
          <w:lang w:eastAsia="ko"/>
        </w:rPr>
        <w:t>:</w:t>
      </w:r>
    </w:p>
    <w:p w14:paraId="6BCFBB86" w14:textId="77777777" w:rsidR="00133DE3" w:rsidRPr="0003761A" w:rsidRDefault="00133DE3" w:rsidP="00133DE3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87" w14:textId="77777777" w:rsidR="00133DE3" w:rsidRPr="0003761A" w:rsidRDefault="0003761A" w:rsidP="00E043C4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앞으로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수학하려는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교육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과정에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대해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다음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정보를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제공해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주세요</w:t>
      </w:r>
      <w:r w:rsidRPr="0003761A">
        <w:rPr>
          <w:rFonts w:ascii="Georgia" w:hAnsi="Georgia"/>
          <w:bCs/>
          <w:lang w:eastAsia="ko"/>
        </w:rPr>
        <w:t>:</w:t>
      </w:r>
    </w:p>
    <w:p w14:paraId="6BCFBB88" w14:textId="77777777" w:rsidR="00133DE3" w:rsidRPr="0003761A" w:rsidRDefault="0003761A" w:rsidP="00E043C4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교육기관</w:t>
      </w:r>
      <w:r w:rsidRPr="0003761A">
        <w:rPr>
          <w:rFonts w:ascii="Georgia" w:hAnsi="Georgia"/>
          <w:bCs/>
          <w:lang w:eastAsia="ko"/>
        </w:rPr>
        <w:t>(</w:t>
      </w:r>
      <w:r w:rsidRPr="0003761A">
        <w:rPr>
          <w:rFonts w:ascii="Georgia" w:hAnsi="Georgia"/>
          <w:bCs/>
          <w:lang w:eastAsia="ko"/>
        </w:rPr>
        <w:t>국가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및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도시명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포함</w:t>
      </w:r>
      <w:r w:rsidRPr="0003761A">
        <w:rPr>
          <w:rFonts w:ascii="Georgia" w:hAnsi="Georgia"/>
          <w:bCs/>
          <w:lang w:eastAsia="ko"/>
        </w:rPr>
        <w:t>):</w:t>
      </w:r>
    </w:p>
    <w:p w14:paraId="6BCFBB89" w14:textId="77777777" w:rsidR="00133DE3" w:rsidRPr="0003761A" w:rsidRDefault="00133DE3" w:rsidP="00133DE3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8A" w14:textId="77777777" w:rsidR="00133DE3" w:rsidRPr="0003761A" w:rsidRDefault="0003761A" w:rsidP="00E043C4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사용되는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언어</w:t>
      </w:r>
      <w:r w:rsidRPr="0003761A">
        <w:rPr>
          <w:rFonts w:ascii="Georgia" w:hAnsi="Georgia"/>
          <w:bCs/>
          <w:lang w:eastAsia="ko"/>
        </w:rPr>
        <w:t xml:space="preserve">: </w:t>
      </w:r>
    </w:p>
    <w:p w14:paraId="6BCFBB8B" w14:textId="77777777" w:rsidR="00133DE3" w:rsidRPr="0003761A" w:rsidRDefault="00133DE3" w:rsidP="00133DE3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8C" w14:textId="77777777" w:rsidR="00133DE3" w:rsidRPr="0003761A" w:rsidRDefault="0003761A" w:rsidP="00E043C4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웹사이트</w:t>
      </w:r>
      <w:r w:rsidRPr="0003761A">
        <w:rPr>
          <w:rFonts w:ascii="Georgia" w:hAnsi="Georgia"/>
          <w:bCs/>
          <w:lang w:eastAsia="ko"/>
        </w:rPr>
        <w:t xml:space="preserve">: </w:t>
      </w:r>
    </w:p>
    <w:p w14:paraId="6BCFBB8D" w14:textId="77777777" w:rsidR="00133DE3" w:rsidRPr="0003761A" w:rsidRDefault="00133DE3" w:rsidP="00133DE3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8E" w14:textId="77777777" w:rsidR="00133DE3" w:rsidRPr="0003761A" w:rsidRDefault="0003761A" w:rsidP="00E043C4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프로그램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명칭</w:t>
      </w:r>
      <w:r w:rsidRPr="0003761A">
        <w:rPr>
          <w:rFonts w:ascii="Georgia" w:hAnsi="Georgia"/>
          <w:bCs/>
          <w:lang w:eastAsia="ko"/>
        </w:rPr>
        <w:t>:</w:t>
      </w:r>
    </w:p>
    <w:p w14:paraId="6BCFBB8F" w14:textId="77777777" w:rsidR="00133DE3" w:rsidRPr="0003761A" w:rsidRDefault="00133DE3" w:rsidP="00133DE3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90" w14:textId="77777777" w:rsidR="00133DE3" w:rsidRPr="0003761A" w:rsidRDefault="0003761A" w:rsidP="00E043C4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프로그램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시작일</w:t>
      </w:r>
      <w:r w:rsidRPr="0003761A">
        <w:rPr>
          <w:rFonts w:ascii="Georgia" w:hAnsi="Georgia"/>
          <w:bCs/>
          <w:lang w:eastAsia="ko"/>
        </w:rPr>
        <w:t xml:space="preserve">:  </w:t>
      </w:r>
    </w:p>
    <w:p w14:paraId="6BCFBB91" w14:textId="77777777" w:rsidR="00133DE3" w:rsidRPr="0003761A" w:rsidRDefault="00133DE3" w:rsidP="00133DE3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92" w14:textId="77777777" w:rsidR="00133DE3" w:rsidRPr="0003761A" w:rsidRDefault="0003761A" w:rsidP="00E043C4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프로그램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종료일</w:t>
      </w:r>
      <w:r w:rsidRPr="0003761A">
        <w:rPr>
          <w:rFonts w:ascii="Georgia" w:hAnsi="Georgia"/>
          <w:bCs/>
          <w:lang w:eastAsia="ko"/>
        </w:rPr>
        <w:t xml:space="preserve">:  </w:t>
      </w:r>
    </w:p>
    <w:p w14:paraId="6BCFBB93" w14:textId="77777777" w:rsidR="00133DE3" w:rsidRPr="0003761A" w:rsidRDefault="00133DE3" w:rsidP="00133DE3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94" w14:textId="31D1A675" w:rsidR="00133DE3" w:rsidRPr="0003761A" w:rsidRDefault="0003761A" w:rsidP="00E043C4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수강하고자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하는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과목을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열거하고</w:t>
      </w:r>
      <w:r w:rsidRPr="0003761A">
        <w:rPr>
          <w:rFonts w:ascii="Georgia" w:hAnsi="Georgia"/>
          <w:bCs/>
          <w:lang w:eastAsia="ko"/>
        </w:rPr>
        <w:t xml:space="preserve">, </w:t>
      </w:r>
      <w:r w:rsidRPr="0003761A">
        <w:rPr>
          <w:rFonts w:ascii="Georgia" w:hAnsi="Georgia"/>
          <w:bCs/>
          <w:lang w:eastAsia="ko"/>
        </w:rPr>
        <w:t>프로그램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정보를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제시한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웹페이지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링크가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있는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경우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함께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제공해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주세요</w:t>
      </w:r>
      <w:r w:rsidR="009871AE">
        <w:rPr>
          <w:rFonts w:ascii="Georgia" w:hAnsi="Georgia" w:hint="eastAsia"/>
          <w:bCs/>
          <w:lang w:eastAsia="ko"/>
        </w:rPr>
        <w:t>.</w:t>
      </w:r>
    </w:p>
    <w:p w14:paraId="6BCFBB95" w14:textId="77777777" w:rsidR="00133DE3" w:rsidRPr="0003761A" w:rsidRDefault="00133DE3" w:rsidP="00133DE3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96" w14:textId="77777777" w:rsidR="00133DE3" w:rsidRPr="0003761A" w:rsidRDefault="0003761A" w:rsidP="00E043C4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귀하의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교육이나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전문적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경험</w:t>
      </w:r>
      <w:r w:rsidRPr="0003761A">
        <w:rPr>
          <w:rFonts w:ascii="Georgia" w:hAnsi="Georgia"/>
          <w:bCs/>
          <w:lang w:eastAsia="ko"/>
        </w:rPr>
        <w:t xml:space="preserve">, </w:t>
      </w:r>
      <w:r w:rsidRPr="0003761A">
        <w:rPr>
          <w:rFonts w:ascii="Georgia" w:hAnsi="Georgia"/>
          <w:bCs/>
          <w:lang w:eastAsia="ko"/>
        </w:rPr>
        <w:t>또는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봉사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경험이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어떻게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해당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초점분야와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관련되어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있습니까</w:t>
      </w:r>
      <w:r w:rsidRPr="0003761A">
        <w:rPr>
          <w:rFonts w:ascii="Georgia" w:hAnsi="Georgia"/>
          <w:bCs/>
          <w:lang w:eastAsia="ko"/>
        </w:rPr>
        <w:t>?</w:t>
      </w:r>
    </w:p>
    <w:p w14:paraId="6BCFBB97" w14:textId="77777777" w:rsidR="00133DE3" w:rsidRPr="0003761A" w:rsidRDefault="00133DE3" w:rsidP="00133DE3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98" w14:textId="77777777" w:rsidR="00133DE3" w:rsidRPr="0003761A" w:rsidRDefault="0003761A" w:rsidP="00E043C4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장학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기간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직후의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계획은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무엇입니까</w:t>
      </w:r>
      <w:r w:rsidRPr="0003761A">
        <w:rPr>
          <w:rFonts w:ascii="Georgia" w:hAnsi="Georgia"/>
          <w:bCs/>
          <w:lang w:eastAsia="ko"/>
        </w:rPr>
        <w:t>?</w:t>
      </w:r>
    </w:p>
    <w:p w14:paraId="6BCFBB99" w14:textId="77777777" w:rsidR="00133DE3" w:rsidRPr="0003761A" w:rsidRDefault="00133DE3" w:rsidP="00133DE3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9A" w14:textId="77777777" w:rsidR="00133DE3" w:rsidRPr="0003761A" w:rsidRDefault="0003761A" w:rsidP="00E043C4">
      <w:pPr>
        <w:pStyle w:val="Heading4"/>
        <w:rPr>
          <w:rFonts w:ascii="Georgia" w:hAnsi="Georgia"/>
          <w:lang w:eastAsia="ko-KR"/>
        </w:rPr>
      </w:pPr>
      <w:r w:rsidRPr="0003761A">
        <w:rPr>
          <w:rFonts w:ascii="Georgia" w:hAnsi="Georgia"/>
          <w:bCs/>
          <w:lang w:eastAsia="ko"/>
        </w:rPr>
        <w:t>귀하의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장기적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직업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목표가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어떻게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해당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초점분야와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관련되어</w:t>
      </w:r>
      <w:r w:rsidRPr="0003761A">
        <w:rPr>
          <w:rFonts w:ascii="Georgia" w:hAnsi="Georgia"/>
          <w:bCs/>
          <w:lang w:eastAsia="ko"/>
        </w:rPr>
        <w:t xml:space="preserve"> </w:t>
      </w:r>
      <w:r w:rsidRPr="0003761A">
        <w:rPr>
          <w:rFonts w:ascii="Georgia" w:hAnsi="Georgia"/>
          <w:bCs/>
          <w:lang w:eastAsia="ko"/>
        </w:rPr>
        <w:t>있습니까</w:t>
      </w:r>
      <w:r w:rsidRPr="0003761A">
        <w:rPr>
          <w:rFonts w:ascii="Georgia" w:hAnsi="Georgia"/>
          <w:bCs/>
          <w:lang w:eastAsia="ko"/>
        </w:rPr>
        <w:t>?</w:t>
      </w:r>
    </w:p>
    <w:p w14:paraId="6BCFBB9B" w14:textId="77777777" w:rsidR="00133DE3" w:rsidRPr="0003761A" w:rsidRDefault="00133DE3" w:rsidP="00133DE3">
      <w:pPr>
        <w:pStyle w:val="Body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lang w:eastAsia="ko-KR"/>
        </w:rPr>
      </w:pPr>
    </w:p>
    <w:p w14:paraId="6BCFBB9C" w14:textId="77777777" w:rsidR="00363A50" w:rsidRPr="0003761A" w:rsidRDefault="00363A50" w:rsidP="00EC0224">
      <w:pPr>
        <w:rPr>
          <w:rFonts w:ascii="Georgia" w:hAnsi="Georgia"/>
          <w:lang w:eastAsia="ko-KR"/>
        </w:rPr>
      </w:pPr>
    </w:p>
    <w:sectPr w:rsidR="00363A50" w:rsidRPr="0003761A" w:rsidSect="004C2458">
      <w:footerReference w:type="default" r:id="rId17"/>
      <w:pgSz w:w="12240" w:h="15840"/>
      <w:pgMar w:top="1037" w:right="1440" w:bottom="1440" w:left="1440" w:header="103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D4CB8" w14:textId="77777777" w:rsidR="00C84957" w:rsidRDefault="0003761A">
      <w:r>
        <w:separator/>
      </w:r>
    </w:p>
  </w:endnote>
  <w:endnote w:type="continuationSeparator" w:id="0">
    <w:p w14:paraId="786A491E" w14:textId="77777777" w:rsidR="00C84957" w:rsidRDefault="00037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numMyeongjo">
    <w:charset w:val="81"/>
    <w:family w:val="auto"/>
    <w:pitch w:val="variable"/>
    <w:sig w:usb0="80000003" w:usb1="09D7FCEB" w:usb2="00000010" w:usb3="00000000" w:csb0="00080001" w:csb1="00000000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FBBA5" w14:textId="6D3B1E9C" w:rsidR="009A3F78" w:rsidRPr="001C3202" w:rsidRDefault="0003761A" w:rsidP="00C515E2">
    <w:pPr>
      <w:pStyle w:val="Footer"/>
      <w:tabs>
        <w:tab w:val="clear" w:pos="4320"/>
        <w:tab w:val="clear" w:pos="8640"/>
        <w:tab w:val="right" w:pos="9990"/>
      </w:tabs>
      <w:rPr>
        <w:rFonts w:ascii="NanumGothic" w:eastAsia="NanumGothic" w:hAnsi="NanumGothic"/>
        <w:color w:val="0251A3"/>
        <w:sz w:val="18"/>
        <w:lang w:eastAsia="ko-KR"/>
      </w:rPr>
    </w:pPr>
    <w:r>
      <w:rPr>
        <w:rFonts w:ascii="NanumGothic" w:eastAsia="NanumGothic" w:hAnsi="NanumGothic"/>
        <w:color w:val="0251A3"/>
        <w:sz w:val="18"/>
        <w:lang w:eastAsia="ko"/>
      </w:rPr>
      <w:t>글로벌 보조금 신청서 템플릿 (20</w:t>
    </w:r>
    <w:r w:rsidR="009871AE">
      <w:rPr>
        <w:rFonts w:ascii="NanumGothic" w:eastAsia="NanumGothic" w:hAnsi="NanumGothic"/>
        <w:color w:val="0251A3"/>
        <w:sz w:val="18"/>
        <w:lang w:eastAsia="ko"/>
      </w:rPr>
      <w:t>2</w:t>
    </w:r>
    <w:r w:rsidR="00612852">
      <w:rPr>
        <w:rFonts w:ascii="NanumGothic" w:eastAsia="NanumGothic" w:hAnsi="NanumGothic"/>
        <w:color w:val="0251A3"/>
        <w:sz w:val="18"/>
        <w:lang w:eastAsia="ko"/>
      </w:rPr>
      <w:t>3</w:t>
    </w:r>
    <w:r>
      <w:rPr>
        <w:rFonts w:ascii="NanumGothic" w:eastAsia="NanumGothic" w:hAnsi="NanumGothic"/>
        <w:color w:val="0251A3"/>
        <w:sz w:val="18"/>
        <w:lang w:eastAsia="ko"/>
      </w:rPr>
      <w:t xml:space="preserve">년 </w:t>
    </w:r>
    <w:r w:rsidR="00612852">
      <w:rPr>
        <w:rFonts w:ascii="NanumGothic" w:eastAsia="NanumGothic" w:hAnsi="NanumGothic"/>
        <w:color w:val="0251A3"/>
        <w:sz w:val="18"/>
        <w:lang w:eastAsia="ko"/>
      </w:rPr>
      <w:t>6</w:t>
    </w:r>
    <w:r>
      <w:rPr>
        <w:rFonts w:ascii="NanumGothic" w:eastAsia="NanumGothic" w:hAnsi="NanumGothic"/>
        <w:color w:val="0251A3"/>
        <w:sz w:val="18"/>
        <w:lang w:eastAsia="ko"/>
      </w:rPr>
      <w:t>월</w:t>
    </w:r>
    <w:r>
      <w:rPr>
        <w:rFonts w:ascii="NanumGothic" w:eastAsia="NanumGothic" w:hAnsi="NanumGothic" w:hint="eastAsia"/>
        <w:color w:val="0251A3"/>
        <w:sz w:val="18"/>
        <w:lang w:eastAsia="ko"/>
      </w:rPr>
      <w:t>)</w:t>
    </w:r>
    <w:r>
      <w:rPr>
        <w:rFonts w:ascii="NanumGothic" w:eastAsia="NanumGothic" w:hAnsi="NanumGothic"/>
        <w:color w:val="0251A3"/>
        <w:sz w:val="18"/>
        <w:lang w:eastAsia="ko"/>
      </w:rPr>
      <w:tab/>
    </w:r>
    <w:r>
      <w:rPr>
        <w:rFonts w:ascii="NanumGothic" w:eastAsia="NanumGothic" w:hAnsi="NanumGothic"/>
        <w:color w:val="0251A3"/>
        <w:sz w:val="18"/>
        <w:lang w:eastAsia="ko"/>
      </w:rPr>
      <w:fldChar w:fldCharType="begin"/>
    </w:r>
    <w:r>
      <w:rPr>
        <w:rFonts w:ascii="NanumGothic" w:eastAsia="NanumGothic" w:hAnsi="NanumGothic"/>
        <w:color w:val="0251A3"/>
        <w:sz w:val="18"/>
        <w:lang w:eastAsia="ko"/>
      </w:rPr>
      <w:instrText xml:space="preserve"> PAGE </w:instrText>
    </w:r>
    <w:r>
      <w:rPr>
        <w:rFonts w:ascii="NanumGothic" w:eastAsia="NanumGothic" w:hAnsi="NanumGothic"/>
        <w:color w:val="0251A3"/>
        <w:sz w:val="18"/>
        <w:lang w:eastAsia="ko"/>
      </w:rPr>
      <w:fldChar w:fldCharType="separate"/>
    </w:r>
    <w:r w:rsidR="001A6FAB">
      <w:rPr>
        <w:rFonts w:ascii="NanumGothic" w:eastAsia="NanumGothic" w:hAnsi="NanumGothic"/>
        <w:noProof/>
        <w:color w:val="0251A3"/>
        <w:sz w:val="18"/>
        <w:lang w:eastAsia="ko"/>
      </w:rPr>
      <w:t>11</w:t>
    </w:r>
    <w:r>
      <w:rPr>
        <w:rFonts w:ascii="NanumGothic" w:eastAsia="NanumGothic" w:hAnsi="NanumGothic"/>
        <w:color w:val="0251A3"/>
        <w:sz w:val="18"/>
        <w:lang w:eastAsia="k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4281F" w14:textId="77777777" w:rsidR="00C84957" w:rsidRDefault="0003761A">
      <w:r>
        <w:separator/>
      </w:r>
    </w:p>
  </w:footnote>
  <w:footnote w:type="continuationSeparator" w:id="0">
    <w:p w14:paraId="372AA635" w14:textId="77777777" w:rsidR="00C84957" w:rsidRDefault="00037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AA678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eastAsia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eastAsia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NanumMyeongjo" w:eastAsia="NanumMyeongjo" w:hAnsi="NanumMyeongjo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NanumMyeongjo" w:eastAsia="NanumMyeongjo" w:hAnsi="NanumMyeongjo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NanumMyeongjo" w:eastAsia="NanumMyeongjo" w:hAnsi="NanumMyeongjo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eastAsia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NanumMyeongjo" w:eastAsia="NanumMyeongjo" w:hAnsi="NanumMyeongjo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NanumMyeongjo" w:eastAsia="NanumMyeongjo" w:hAnsi="NanumMyeongjo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NanumMyeongjo" w:eastAsia="NanumMyeongjo" w:hAnsi="NanumMyeongjo" w:hint="default"/>
      </w:rPr>
    </w:lvl>
  </w:abstractNum>
  <w:abstractNum w:abstractNumId="1" w15:restartNumberingAfterBreak="0">
    <w:nsid w:val="FFFFFF7C"/>
    <w:multiLevelType w:val="singleLevel"/>
    <w:tmpl w:val="9FD081B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699C0E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8C6805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FE3C1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E72470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Symbol" w:hAnsi="Symbol" w:hint="default"/>
      </w:rPr>
    </w:lvl>
  </w:abstractNum>
  <w:abstractNum w:abstractNumId="6" w15:restartNumberingAfterBreak="0">
    <w:nsid w:val="FFFFFF81"/>
    <w:multiLevelType w:val="singleLevel"/>
    <w:tmpl w:val="7EEC8B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Symbol" w:hAnsi="Symbol" w:hint="default"/>
      </w:rPr>
    </w:lvl>
  </w:abstractNum>
  <w:abstractNum w:abstractNumId="7" w15:restartNumberingAfterBreak="0">
    <w:nsid w:val="FFFFFF82"/>
    <w:multiLevelType w:val="singleLevel"/>
    <w:tmpl w:val="7C64894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Symbol" w:hAnsi="Symbol" w:hint="default"/>
      </w:rPr>
    </w:lvl>
  </w:abstractNum>
  <w:abstractNum w:abstractNumId="8" w15:restartNumberingAfterBreak="0">
    <w:nsid w:val="FFFFFF83"/>
    <w:multiLevelType w:val="singleLevel"/>
    <w:tmpl w:val="C5B66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ymbol" w:hAnsi="Symbol" w:hint="default"/>
      </w:rPr>
    </w:lvl>
  </w:abstractNum>
  <w:abstractNum w:abstractNumId="9" w15:restartNumberingAfterBreak="0">
    <w:nsid w:val="FFFFFF88"/>
    <w:multiLevelType w:val="singleLevel"/>
    <w:tmpl w:val="63FE9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09A0AE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hint="default"/>
      </w:rPr>
    </w:lvl>
  </w:abstractNum>
  <w:abstractNum w:abstractNumId="11" w15:restartNumberingAfterBreak="0">
    <w:nsid w:val="067B4CB7"/>
    <w:multiLevelType w:val="hybridMultilevel"/>
    <w:tmpl w:val="E8DCEBD4"/>
    <w:lvl w:ilvl="0" w:tplc="2370C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104EA2" w:tentative="1">
      <w:start w:val="1"/>
      <w:numFmt w:val="lowerLetter"/>
      <w:lvlText w:val="%2."/>
      <w:lvlJc w:val="left"/>
      <w:pPr>
        <w:ind w:left="1440" w:hanging="360"/>
      </w:pPr>
    </w:lvl>
    <w:lvl w:ilvl="2" w:tplc="0F14AFE4" w:tentative="1">
      <w:start w:val="1"/>
      <w:numFmt w:val="lowerRoman"/>
      <w:lvlText w:val="%3."/>
      <w:lvlJc w:val="right"/>
      <w:pPr>
        <w:ind w:left="2160" w:hanging="180"/>
      </w:pPr>
    </w:lvl>
    <w:lvl w:ilvl="3" w:tplc="4524DE3A" w:tentative="1">
      <w:start w:val="1"/>
      <w:numFmt w:val="decimal"/>
      <w:lvlText w:val="%4."/>
      <w:lvlJc w:val="left"/>
      <w:pPr>
        <w:ind w:left="2880" w:hanging="360"/>
      </w:pPr>
    </w:lvl>
    <w:lvl w:ilvl="4" w:tplc="F7DAFB30" w:tentative="1">
      <w:start w:val="1"/>
      <w:numFmt w:val="lowerLetter"/>
      <w:lvlText w:val="%5."/>
      <w:lvlJc w:val="left"/>
      <w:pPr>
        <w:ind w:left="3600" w:hanging="360"/>
      </w:pPr>
    </w:lvl>
    <w:lvl w:ilvl="5" w:tplc="00F40298" w:tentative="1">
      <w:start w:val="1"/>
      <w:numFmt w:val="lowerRoman"/>
      <w:lvlText w:val="%6."/>
      <w:lvlJc w:val="right"/>
      <w:pPr>
        <w:ind w:left="4320" w:hanging="180"/>
      </w:pPr>
    </w:lvl>
    <w:lvl w:ilvl="6" w:tplc="DC7C2498" w:tentative="1">
      <w:start w:val="1"/>
      <w:numFmt w:val="decimal"/>
      <w:lvlText w:val="%7."/>
      <w:lvlJc w:val="left"/>
      <w:pPr>
        <w:ind w:left="5040" w:hanging="360"/>
      </w:pPr>
    </w:lvl>
    <w:lvl w:ilvl="7" w:tplc="4BB485CC" w:tentative="1">
      <w:start w:val="1"/>
      <w:numFmt w:val="lowerLetter"/>
      <w:lvlText w:val="%8."/>
      <w:lvlJc w:val="left"/>
      <w:pPr>
        <w:ind w:left="5760" w:hanging="360"/>
      </w:pPr>
    </w:lvl>
    <w:lvl w:ilvl="8" w:tplc="8A682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4D76FC"/>
    <w:multiLevelType w:val="hybridMultilevel"/>
    <w:tmpl w:val="5CAEF876"/>
    <w:lvl w:ilvl="0" w:tplc="C50CF4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0E417A" w:tentative="1">
      <w:start w:val="1"/>
      <w:numFmt w:val="lowerLetter"/>
      <w:lvlText w:val="%2."/>
      <w:lvlJc w:val="left"/>
      <w:pPr>
        <w:ind w:left="1440" w:hanging="360"/>
      </w:pPr>
    </w:lvl>
    <w:lvl w:ilvl="2" w:tplc="6324E0F6" w:tentative="1">
      <w:start w:val="1"/>
      <w:numFmt w:val="lowerRoman"/>
      <w:lvlText w:val="%3."/>
      <w:lvlJc w:val="right"/>
      <w:pPr>
        <w:ind w:left="2160" w:hanging="180"/>
      </w:pPr>
    </w:lvl>
    <w:lvl w:ilvl="3" w:tplc="C6367A38" w:tentative="1">
      <w:start w:val="1"/>
      <w:numFmt w:val="decimal"/>
      <w:lvlText w:val="%4."/>
      <w:lvlJc w:val="left"/>
      <w:pPr>
        <w:ind w:left="2880" w:hanging="360"/>
      </w:pPr>
    </w:lvl>
    <w:lvl w:ilvl="4" w:tplc="2B0CDA62" w:tentative="1">
      <w:start w:val="1"/>
      <w:numFmt w:val="lowerLetter"/>
      <w:lvlText w:val="%5."/>
      <w:lvlJc w:val="left"/>
      <w:pPr>
        <w:ind w:left="3600" w:hanging="360"/>
      </w:pPr>
    </w:lvl>
    <w:lvl w:ilvl="5" w:tplc="68C8184A" w:tentative="1">
      <w:start w:val="1"/>
      <w:numFmt w:val="lowerRoman"/>
      <w:lvlText w:val="%6."/>
      <w:lvlJc w:val="right"/>
      <w:pPr>
        <w:ind w:left="4320" w:hanging="180"/>
      </w:pPr>
    </w:lvl>
    <w:lvl w:ilvl="6" w:tplc="2026D6E8" w:tentative="1">
      <w:start w:val="1"/>
      <w:numFmt w:val="decimal"/>
      <w:lvlText w:val="%7."/>
      <w:lvlJc w:val="left"/>
      <w:pPr>
        <w:ind w:left="5040" w:hanging="360"/>
      </w:pPr>
    </w:lvl>
    <w:lvl w:ilvl="7" w:tplc="1284DA2E" w:tentative="1">
      <w:start w:val="1"/>
      <w:numFmt w:val="lowerLetter"/>
      <w:lvlText w:val="%8."/>
      <w:lvlJc w:val="left"/>
      <w:pPr>
        <w:ind w:left="5760" w:hanging="360"/>
      </w:pPr>
    </w:lvl>
    <w:lvl w:ilvl="8" w:tplc="B3067B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132D93"/>
    <w:multiLevelType w:val="hybridMultilevel"/>
    <w:tmpl w:val="438CCDF4"/>
    <w:lvl w:ilvl="0" w:tplc="01E283F4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B67054B2" w:tentative="1">
      <w:start w:val="1"/>
      <w:numFmt w:val="bullet"/>
      <w:lvlText w:val="o"/>
      <w:lvlJc w:val="left"/>
      <w:pPr>
        <w:ind w:left="1440" w:hanging="360"/>
      </w:pPr>
      <w:rPr>
        <w:rFonts w:ascii="NanumMyeongjo" w:eastAsia="NanumMyeongjo" w:hAnsi="NanumMyeongjo" w:cs="NanumMyeongjo" w:hint="default"/>
      </w:rPr>
    </w:lvl>
    <w:lvl w:ilvl="2" w:tplc="CA80282A" w:tentative="1">
      <w:start w:val="1"/>
      <w:numFmt w:val="bullet"/>
      <w:lvlText w:val=""/>
      <w:lvlJc w:val="left"/>
      <w:pPr>
        <w:ind w:left="2160" w:hanging="360"/>
      </w:pPr>
      <w:rPr>
        <w:rFonts w:ascii="NanumMyeongjo" w:eastAsia="NanumMyeongjo" w:hAnsi="NanumMyeongjo" w:hint="default"/>
      </w:rPr>
    </w:lvl>
    <w:lvl w:ilvl="3" w:tplc="384C4DF4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F9E2DDD4" w:tentative="1">
      <w:start w:val="1"/>
      <w:numFmt w:val="bullet"/>
      <w:lvlText w:val="o"/>
      <w:lvlJc w:val="left"/>
      <w:pPr>
        <w:ind w:left="3600" w:hanging="360"/>
      </w:pPr>
      <w:rPr>
        <w:rFonts w:ascii="NanumMyeongjo" w:eastAsia="NanumMyeongjo" w:hAnsi="NanumMyeongjo" w:cs="NanumMyeongjo" w:hint="default"/>
      </w:rPr>
    </w:lvl>
    <w:lvl w:ilvl="5" w:tplc="BF02451C" w:tentative="1">
      <w:start w:val="1"/>
      <w:numFmt w:val="bullet"/>
      <w:lvlText w:val=""/>
      <w:lvlJc w:val="left"/>
      <w:pPr>
        <w:ind w:left="4320" w:hanging="360"/>
      </w:pPr>
      <w:rPr>
        <w:rFonts w:ascii="NanumMyeongjo" w:eastAsia="NanumMyeongjo" w:hAnsi="NanumMyeongjo" w:hint="default"/>
      </w:rPr>
    </w:lvl>
    <w:lvl w:ilvl="6" w:tplc="CAD86CA2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DC9CE7FE" w:tentative="1">
      <w:start w:val="1"/>
      <w:numFmt w:val="bullet"/>
      <w:lvlText w:val="o"/>
      <w:lvlJc w:val="left"/>
      <w:pPr>
        <w:ind w:left="5760" w:hanging="360"/>
      </w:pPr>
      <w:rPr>
        <w:rFonts w:ascii="NanumMyeongjo" w:eastAsia="NanumMyeongjo" w:hAnsi="NanumMyeongjo" w:cs="NanumMyeongjo" w:hint="default"/>
      </w:rPr>
    </w:lvl>
    <w:lvl w:ilvl="8" w:tplc="92AA0126" w:tentative="1">
      <w:start w:val="1"/>
      <w:numFmt w:val="bullet"/>
      <w:lvlText w:val=""/>
      <w:lvlJc w:val="left"/>
      <w:pPr>
        <w:ind w:left="6480" w:hanging="360"/>
      </w:pPr>
      <w:rPr>
        <w:rFonts w:ascii="NanumMyeongjo" w:eastAsia="NanumMyeongjo" w:hAnsi="NanumMyeongjo" w:hint="default"/>
      </w:rPr>
    </w:lvl>
  </w:abstractNum>
  <w:abstractNum w:abstractNumId="14" w15:restartNumberingAfterBreak="0">
    <w:nsid w:val="11CE3B11"/>
    <w:multiLevelType w:val="hybridMultilevel"/>
    <w:tmpl w:val="4C329268"/>
    <w:lvl w:ilvl="0" w:tplc="8A00B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A88C0E" w:tentative="1">
      <w:start w:val="1"/>
      <w:numFmt w:val="lowerLetter"/>
      <w:lvlText w:val="%2."/>
      <w:lvlJc w:val="left"/>
      <w:pPr>
        <w:ind w:left="1440" w:hanging="360"/>
      </w:pPr>
    </w:lvl>
    <w:lvl w:ilvl="2" w:tplc="9D28B0F6" w:tentative="1">
      <w:start w:val="1"/>
      <w:numFmt w:val="lowerRoman"/>
      <w:lvlText w:val="%3."/>
      <w:lvlJc w:val="right"/>
      <w:pPr>
        <w:ind w:left="2160" w:hanging="180"/>
      </w:pPr>
    </w:lvl>
    <w:lvl w:ilvl="3" w:tplc="42AAE71A" w:tentative="1">
      <w:start w:val="1"/>
      <w:numFmt w:val="decimal"/>
      <w:lvlText w:val="%4."/>
      <w:lvlJc w:val="left"/>
      <w:pPr>
        <w:ind w:left="2880" w:hanging="360"/>
      </w:pPr>
    </w:lvl>
    <w:lvl w:ilvl="4" w:tplc="55DEBBBA" w:tentative="1">
      <w:start w:val="1"/>
      <w:numFmt w:val="lowerLetter"/>
      <w:lvlText w:val="%5."/>
      <w:lvlJc w:val="left"/>
      <w:pPr>
        <w:ind w:left="3600" w:hanging="360"/>
      </w:pPr>
    </w:lvl>
    <w:lvl w:ilvl="5" w:tplc="7B7E1A4C" w:tentative="1">
      <w:start w:val="1"/>
      <w:numFmt w:val="lowerRoman"/>
      <w:lvlText w:val="%6."/>
      <w:lvlJc w:val="right"/>
      <w:pPr>
        <w:ind w:left="4320" w:hanging="180"/>
      </w:pPr>
    </w:lvl>
    <w:lvl w:ilvl="6" w:tplc="414A3522" w:tentative="1">
      <w:start w:val="1"/>
      <w:numFmt w:val="decimal"/>
      <w:lvlText w:val="%7."/>
      <w:lvlJc w:val="left"/>
      <w:pPr>
        <w:ind w:left="5040" w:hanging="360"/>
      </w:pPr>
    </w:lvl>
    <w:lvl w:ilvl="7" w:tplc="AFC81148" w:tentative="1">
      <w:start w:val="1"/>
      <w:numFmt w:val="lowerLetter"/>
      <w:lvlText w:val="%8."/>
      <w:lvlJc w:val="left"/>
      <w:pPr>
        <w:ind w:left="5760" w:hanging="360"/>
      </w:pPr>
    </w:lvl>
    <w:lvl w:ilvl="8" w:tplc="691E08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852CD9"/>
    <w:multiLevelType w:val="hybridMultilevel"/>
    <w:tmpl w:val="1CEAA924"/>
    <w:lvl w:ilvl="0" w:tplc="3788CC88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1E20210C" w:tentative="1">
      <w:start w:val="1"/>
      <w:numFmt w:val="bullet"/>
      <w:lvlText w:val="o"/>
      <w:lvlJc w:val="left"/>
      <w:pPr>
        <w:ind w:left="1440" w:hanging="360"/>
      </w:pPr>
      <w:rPr>
        <w:rFonts w:ascii="NanumMyeongjo" w:eastAsia="NanumMyeongjo" w:hAnsi="NanumMyeongjo" w:cs="NanumMyeongjo" w:hint="default"/>
      </w:rPr>
    </w:lvl>
    <w:lvl w:ilvl="2" w:tplc="3C1690F0" w:tentative="1">
      <w:start w:val="1"/>
      <w:numFmt w:val="bullet"/>
      <w:lvlText w:val=""/>
      <w:lvlJc w:val="left"/>
      <w:pPr>
        <w:ind w:left="2160" w:hanging="360"/>
      </w:pPr>
      <w:rPr>
        <w:rFonts w:ascii="NanumMyeongjo" w:eastAsia="NanumMyeongjo" w:hAnsi="NanumMyeongjo" w:hint="default"/>
      </w:rPr>
    </w:lvl>
    <w:lvl w:ilvl="3" w:tplc="DDFA81AE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8084CB0C" w:tentative="1">
      <w:start w:val="1"/>
      <w:numFmt w:val="bullet"/>
      <w:lvlText w:val="o"/>
      <w:lvlJc w:val="left"/>
      <w:pPr>
        <w:ind w:left="3600" w:hanging="360"/>
      </w:pPr>
      <w:rPr>
        <w:rFonts w:ascii="NanumMyeongjo" w:eastAsia="NanumMyeongjo" w:hAnsi="NanumMyeongjo" w:cs="NanumMyeongjo" w:hint="default"/>
      </w:rPr>
    </w:lvl>
    <w:lvl w:ilvl="5" w:tplc="4AB2FBC0" w:tentative="1">
      <w:start w:val="1"/>
      <w:numFmt w:val="bullet"/>
      <w:lvlText w:val=""/>
      <w:lvlJc w:val="left"/>
      <w:pPr>
        <w:ind w:left="4320" w:hanging="360"/>
      </w:pPr>
      <w:rPr>
        <w:rFonts w:ascii="NanumMyeongjo" w:eastAsia="NanumMyeongjo" w:hAnsi="NanumMyeongjo" w:hint="default"/>
      </w:rPr>
    </w:lvl>
    <w:lvl w:ilvl="6" w:tplc="A128FFFC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2AD6BC42" w:tentative="1">
      <w:start w:val="1"/>
      <w:numFmt w:val="bullet"/>
      <w:lvlText w:val="o"/>
      <w:lvlJc w:val="left"/>
      <w:pPr>
        <w:ind w:left="5760" w:hanging="360"/>
      </w:pPr>
      <w:rPr>
        <w:rFonts w:ascii="NanumMyeongjo" w:eastAsia="NanumMyeongjo" w:hAnsi="NanumMyeongjo" w:cs="NanumMyeongjo" w:hint="default"/>
      </w:rPr>
    </w:lvl>
    <w:lvl w:ilvl="8" w:tplc="C51EC2D0" w:tentative="1">
      <w:start w:val="1"/>
      <w:numFmt w:val="bullet"/>
      <w:lvlText w:val=""/>
      <w:lvlJc w:val="left"/>
      <w:pPr>
        <w:ind w:left="6480" w:hanging="360"/>
      </w:pPr>
      <w:rPr>
        <w:rFonts w:ascii="NanumMyeongjo" w:eastAsia="NanumMyeongjo" w:hAnsi="NanumMyeongjo" w:hint="default"/>
      </w:rPr>
    </w:lvl>
  </w:abstractNum>
  <w:abstractNum w:abstractNumId="16" w15:restartNumberingAfterBreak="0">
    <w:nsid w:val="1D737E90"/>
    <w:multiLevelType w:val="hybridMultilevel"/>
    <w:tmpl w:val="5484D694"/>
    <w:lvl w:ilvl="0" w:tplc="7286F75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BF54A842" w:tentative="1">
      <w:start w:val="1"/>
      <w:numFmt w:val="bullet"/>
      <w:lvlText w:val="o"/>
      <w:lvlJc w:val="left"/>
      <w:pPr>
        <w:ind w:left="1440" w:hanging="360"/>
      </w:pPr>
      <w:rPr>
        <w:rFonts w:ascii="NanumMyeongjo" w:eastAsia="NanumMyeongjo" w:hAnsi="NanumMyeongjo" w:cs="NanumMyeongjo" w:hint="default"/>
      </w:rPr>
    </w:lvl>
    <w:lvl w:ilvl="2" w:tplc="71AAE36E" w:tentative="1">
      <w:start w:val="1"/>
      <w:numFmt w:val="bullet"/>
      <w:lvlText w:val=""/>
      <w:lvlJc w:val="left"/>
      <w:pPr>
        <w:ind w:left="2160" w:hanging="360"/>
      </w:pPr>
      <w:rPr>
        <w:rFonts w:ascii="NanumMyeongjo" w:eastAsia="NanumMyeongjo" w:hAnsi="NanumMyeongjo" w:hint="default"/>
      </w:rPr>
    </w:lvl>
    <w:lvl w:ilvl="3" w:tplc="81BC6FAA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6AD282DE" w:tentative="1">
      <w:start w:val="1"/>
      <w:numFmt w:val="bullet"/>
      <w:lvlText w:val="o"/>
      <w:lvlJc w:val="left"/>
      <w:pPr>
        <w:ind w:left="3600" w:hanging="360"/>
      </w:pPr>
      <w:rPr>
        <w:rFonts w:ascii="NanumMyeongjo" w:eastAsia="NanumMyeongjo" w:hAnsi="NanumMyeongjo" w:cs="NanumMyeongjo" w:hint="default"/>
      </w:rPr>
    </w:lvl>
    <w:lvl w:ilvl="5" w:tplc="DFECE814" w:tentative="1">
      <w:start w:val="1"/>
      <w:numFmt w:val="bullet"/>
      <w:lvlText w:val=""/>
      <w:lvlJc w:val="left"/>
      <w:pPr>
        <w:ind w:left="4320" w:hanging="360"/>
      </w:pPr>
      <w:rPr>
        <w:rFonts w:ascii="NanumMyeongjo" w:eastAsia="NanumMyeongjo" w:hAnsi="NanumMyeongjo" w:hint="default"/>
      </w:rPr>
    </w:lvl>
    <w:lvl w:ilvl="6" w:tplc="E1DE95E0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4B96435E" w:tentative="1">
      <w:start w:val="1"/>
      <w:numFmt w:val="bullet"/>
      <w:lvlText w:val="o"/>
      <w:lvlJc w:val="left"/>
      <w:pPr>
        <w:ind w:left="5760" w:hanging="360"/>
      </w:pPr>
      <w:rPr>
        <w:rFonts w:ascii="NanumMyeongjo" w:eastAsia="NanumMyeongjo" w:hAnsi="NanumMyeongjo" w:cs="NanumMyeongjo" w:hint="default"/>
      </w:rPr>
    </w:lvl>
    <w:lvl w:ilvl="8" w:tplc="DCEA86F2" w:tentative="1">
      <w:start w:val="1"/>
      <w:numFmt w:val="bullet"/>
      <w:lvlText w:val=""/>
      <w:lvlJc w:val="left"/>
      <w:pPr>
        <w:ind w:left="6480" w:hanging="360"/>
      </w:pPr>
      <w:rPr>
        <w:rFonts w:ascii="NanumMyeongjo" w:eastAsia="NanumMyeongjo" w:hAnsi="NanumMyeongjo" w:hint="default"/>
      </w:rPr>
    </w:lvl>
  </w:abstractNum>
  <w:abstractNum w:abstractNumId="17" w15:restartNumberingAfterBreak="0">
    <w:nsid w:val="23827806"/>
    <w:multiLevelType w:val="hybridMultilevel"/>
    <w:tmpl w:val="9830D012"/>
    <w:lvl w:ilvl="0" w:tplc="ABEC22D2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2D5C6AE2" w:tentative="1">
      <w:start w:val="1"/>
      <w:numFmt w:val="bullet"/>
      <w:lvlText w:val="o"/>
      <w:lvlJc w:val="left"/>
      <w:pPr>
        <w:ind w:left="1440" w:hanging="360"/>
      </w:pPr>
      <w:rPr>
        <w:rFonts w:ascii="NanumMyeongjo" w:eastAsia="NanumMyeongjo" w:hAnsi="NanumMyeongjo" w:cs="NanumMyeongjo" w:hint="default"/>
      </w:rPr>
    </w:lvl>
    <w:lvl w:ilvl="2" w:tplc="D2CC9B32" w:tentative="1">
      <w:start w:val="1"/>
      <w:numFmt w:val="bullet"/>
      <w:lvlText w:val=""/>
      <w:lvlJc w:val="left"/>
      <w:pPr>
        <w:ind w:left="2160" w:hanging="360"/>
      </w:pPr>
      <w:rPr>
        <w:rFonts w:ascii="NanumMyeongjo" w:eastAsia="NanumMyeongjo" w:hAnsi="NanumMyeongjo" w:hint="default"/>
      </w:rPr>
    </w:lvl>
    <w:lvl w:ilvl="3" w:tplc="73643BAE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0F9889F2" w:tentative="1">
      <w:start w:val="1"/>
      <w:numFmt w:val="bullet"/>
      <w:lvlText w:val="o"/>
      <w:lvlJc w:val="left"/>
      <w:pPr>
        <w:ind w:left="3600" w:hanging="360"/>
      </w:pPr>
      <w:rPr>
        <w:rFonts w:ascii="NanumMyeongjo" w:eastAsia="NanumMyeongjo" w:hAnsi="NanumMyeongjo" w:cs="NanumMyeongjo" w:hint="default"/>
      </w:rPr>
    </w:lvl>
    <w:lvl w:ilvl="5" w:tplc="AF885F9A" w:tentative="1">
      <w:start w:val="1"/>
      <w:numFmt w:val="bullet"/>
      <w:lvlText w:val=""/>
      <w:lvlJc w:val="left"/>
      <w:pPr>
        <w:ind w:left="4320" w:hanging="360"/>
      </w:pPr>
      <w:rPr>
        <w:rFonts w:ascii="NanumMyeongjo" w:eastAsia="NanumMyeongjo" w:hAnsi="NanumMyeongjo" w:hint="default"/>
      </w:rPr>
    </w:lvl>
    <w:lvl w:ilvl="6" w:tplc="FDAC47C4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8B363B26" w:tentative="1">
      <w:start w:val="1"/>
      <w:numFmt w:val="bullet"/>
      <w:lvlText w:val="o"/>
      <w:lvlJc w:val="left"/>
      <w:pPr>
        <w:ind w:left="5760" w:hanging="360"/>
      </w:pPr>
      <w:rPr>
        <w:rFonts w:ascii="NanumMyeongjo" w:eastAsia="NanumMyeongjo" w:hAnsi="NanumMyeongjo" w:cs="NanumMyeongjo" w:hint="default"/>
      </w:rPr>
    </w:lvl>
    <w:lvl w:ilvl="8" w:tplc="7A603764" w:tentative="1">
      <w:start w:val="1"/>
      <w:numFmt w:val="bullet"/>
      <w:lvlText w:val=""/>
      <w:lvlJc w:val="left"/>
      <w:pPr>
        <w:ind w:left="6480" w:hanging="360"/>
      </w:pPr>
      <w:rPr>
        <w:rFonts w:ascii="NanumMyeongjo" w:eastAsia="NanumMyeongjo" w:hAnsi="NanumMyeongjo" w:hint="default"/>
      </w:rPr>
    </w:lvl>
  </w:abstractNum>
  <w:abstractNum w:abstractNumId="18" w15:restartNumberingAfterBreak="0">
    <w:nsid w:val="24F8649A"/>
    <w:multiLevelType w:val="hybridMultilevel"/>
    <w:tmpl w:val="67C8E226"/>
    <w:lvl w:ilvl="0" w:tplc="3A261E0A">
      <w:start w:val="1"/>
      <w:numFmt w:val="decimal"/>
      <w:lvlText w:val="%1."/>
      <w:lvlJc w:val="left"/>
      <w:pPr>
        <w:ind w:left="720" w:hanging="360"/>
      </w:pPr>
    </w:lvl>
    <w:lvl w:ilvl="1" w:tplc="B8CE681A" w:tentative="1">
      <w:start w:val="1"/>
      <w:numFmt w:val="lowerLetter"/>
      <w:lvlText w:val="%2."/>
      <w:lvlJc w:val="left"/>
      <w:pPr>
        <w:ind w:left="1440" w:hanging="360"/>
      </w:pPr>
    </w:lvl>
    <w:lvl w:ilvl="2" w:tplc="29A2A2C6" w:tentative="1">
      <w:start w:val="1"/>
      <w:numFmt w:val="lowerRoman"/>
      <w:lvlText w:val="%3."/>
      <w:lvlJc w:val="right"/>
      <w:pPr>
        <w:ind w:left="2160" w:hanging="180"/>
      </w:pPr>
    </w:lvl>
    <w:lvl w:ilvl="3" w:tplc="2F285FCA" w:tentative="1">
      <w:start w:val="1"/>
      <w:numFmt w:val="decimal"/>
      <w:lvlText w:val="%4."/>
      <w:lvlJc w:val="left"/>
      <w:pPr>
        <w:ind w:left="2880" w:hanging="360"/>
      </w:pPr>
    </w:lvl>
    <w:lvl w:ilvl="4" w:tplc="3C0AD43E" w:tentative="1">
      <w:start w:val="1"/>
      <w:numFmt w:val="lowerLetter"/>
      <w:lvlText w:val="%5."/>
      <w:lvlJc w:val="left"/>
      <w:pPr>
        <w:ind w:left="3600" w:hanging="360"/>
      </w:pPr>
    </w:lvl>
    <w:lvl w:ilvl="5" w:tplc="EF3A21FC" w:tentative="1">
      <w:start w:val="1"/>
      <w:numFmt w:val="lowerRoman"/>
      <w:lvlText w:val="%6."/>
      <w:lvlJc w:val="right"/>
      <w:pPr>
        <w:ind w:left="4320" w:hanging="180"/>
      </w:pPr>
    </w:lvl>
    <w:lvl w:ilvl="6" w:tplc="227C5CE2" w:tentative="1">
      <w:start w:val="1"/>
      <w:numFmt w:val="decimal"/>
      <w:lvlText w:val="%7."/>
      <w:lvlJc w:val="left"/>
      <w:pPr>
        <w:ind w:left="5040" w:hanging="360"/>
      </w:pPr>
    </w:lvl>
    <w:lvl w:ilvl="7" w:tplc="BD842268" w:tentative="1">
      <w:start w:val="1"/>
      <w:numFmt w:val="lowerLetter"/>
      <w:lvlText w:val="%8."/>
      <w:lvlJc w:val="left"/>
      <w:pPr>
        <w:ind w:left="5760" w:hanging="360"/>
      </w:pPr>
    </w:lvl>
    <w:lvl w:ilvl="8" w:tplc="70D03C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AC6DE7"/>
    <w:multiLevelType w:val="hybridMultilevel"/>
    <w:tmpl w:val="31B8BA66"/>
    <w:lvl w:ilvl="0" w:tplc="83F6F538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E02B2B8" w:tentative="1">
      <w:start w:val="1"/>
      <w:numFmt w:val="bullet"/>
      <w:lvlText w:val="o"/>
      <w:lvlJc w:val="left"/>
      <w:pPr>
        <w:ind w:left="1440" w:hanging="360"/>
      </w:pPr>
      <w:rPr>
        <w:rFonts w:ascii="NanumMyeongjo" w:eastAsia="NanumMyeongjo" w:hAnsi="NanumMyeongjo" w:cs="NanumMyeongjo" w:hint="default"/>
      </w:rPr>
    </w:lvl>
    <w:lvl w:ilvl="2" w:tplc="AF307226" w:tentative="1">
      <w:start w:val="1"/>
      <w:numFmt w:val="bullet"/>
      <w:lvlText w:val=""/>
      <w:lvlJc w:val="left"/>
      <w:pPr>
        <w:ind w:left="2160" w:hanging="360"/>
      </w:pPr>
      <w:rPr>
        <w:rFonts w:ascii="NanumMyeongjo" w:eastAsia="NanumMyeongjo" w:hAnsi="NanumMyeongjo" w:hint="default"/>
      </w:rPr>
    </w:lvl>
    <w:lvl w:ilvl="3" w:tplc="838E8858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15DE246C" w:tentative="1">
      <w:start w:val="1"/>
      <w:numFmt w:val="bullet"/>
      <w:lvlText w:val="o"/>
      <w:lvlJc w:val="left"/>
      <w:pPr>
        <w:ind w:left="3600" w:hanging="360"/>
      </w:pPr>
      <w:rPr>
        <w:rFonts w:ascii="NanumMyeongjo" w:eastAsia="NanumMyeongjo" w:hAnsi="NanumMyeongjo" w:cs="NanumMyeongjo" w:hint="default"/>
      </w:rPr>
    </w:lvl>
    <w:lvl w:ilvl="5" w:tplc="BE0C8BD2" w:tentative="1">
      <w:start w:val="1"/>
      <w:numFmt w:val="bullet"/>
      <w:lvlText w:val=""/>
      <w:lvlJc w:val="left"/>
      <w:pPr>
        <w:ind w:left="4320" w:hanging="360"/>
      </w:pPr>
      <w:rPr>
        <w:rFonts w:ascii="NanumMyeongjo" w:eastAsia="NanumMyeongjo" w:hAnsi="NanumMyeongjo" w:hint="default"/>
      </w:rPr>
    </w:lvl>
    <w:lvl w:ilvl="6" w:tplc="5F908E8A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AE76912E" w:tentative="1">
      <w:start w:val="1"/>
      <w:numFmt w:val="bullet"/>
      <w:lvlText w:val="o"/>
      <w:lvlJc w:val="left"/>
      <w:pPr>
        <w:ind w:left="5760" w:hanging="360"/>
      </w:pPr>
      <w:rPr>
        <w:rFonts w:ascii="NanumMyeongjo" w:eastAsia="NanumMyeongjo" w:hAnsi="NanumMyeongjo" w:cs="NanumMyeongjo" w:hint="default"/>
      </w:rPr>
    </w:lvl>
    <w:lvl w:ilvl="8" w:tplc="2B8889B2" w:tentative="1">
      <w:start w:val="1"/>
      <w:numFmt w:val="bullet"/>
      <w:lvlText w:val=""/>
      <w:lvlJc w:val="left"/>
      <w:pPr>
        <w:ind w:left="6480" w:hanging="360"/>
      </w:pPr>
      <w:rPr>
        <w:rFonts w:ascii="NanumMyeongjo" w:eastAsia="NanumMyeongjo" w:hAnsi="NanumMyeongjo" w:hint="default"/>
      </w:rPr>
    </w:lvl>
  </w:abstractNum>
  <w:abstractNum w:abstractNumId="20" w15:restartNumberingAfterBreak="0">
    <w:nsid w:val="2A6D6332"/>
    <w:multiLevelType w:val="hybridMultilevel"/>
    <w:tmpl w:val="5E2C1E98"/>
    <w:lvl w:ilvl="0" w:tplc="0E52A3A2">
      <w:start w:val="1"/>
      <w:numFmt w:val="decimal"/>
      <w:lvlText w:val="%1."/>
      <w:lvlJc w:val="left"/>
      <w:pPr>
        <w:ind w:left="720" w:hanging="360"/>
      </w:pPr>
    </w:lvl>
    <w:lvl w:ilvl="1" w:tplc="27B4ACCE" w:tentative="1">
      <w:start w:val="1"/>
      <w:numFmt w:val="lowerLetter"/>
      <w:lvlText w:val="%2."/>
      <w:lvlJc w:val="left"/>
      <w:pPr>
        <w:ind w:left="1440" w:hanging="360"/>
      </w:pPr>
    </w:lvl>
    <w:lvl w:ilvl="2" w:tplc="F50C81F8" w:tentative="1">
      <w:start w:val="1"/>
      <w:numFmt w:val="lowerRoman"/>
      <w:lvlText w:val="%3."/>
      <w:lvlJc w:val="right"/>
      <w:pPr>
        <w:ind w:left="2160" w:hanging="180"/>
      </w:pPr>
    </w:lvl>
    <w:lvl w:ilvl="3" w:tplc="A5C053F8" w:tentative="1">
      <w:start w:val="1"/>
      <w:numFmt w:val="decimal"/>
      <w:lvlText w:val="%4."/>
      <w:lvlJc w:val="left"/>
      <w:pPr>
        <w:ind w:left="2880" w:hanging="360"/>
      </w:pPr>
    </w:lvl>
    <w:lvl w:ilvl="4" w:tplc="EAC07786" w:tentative="1">
      <w:start w:val="1"/>
      <w:numFmt w:val="lowerLetter"/>
      <w:lvlText w:val="%5."/>
      <w:lvlJc w:val="left"/>
      <w:pPr>
        <w:ind w:left="3600" w:hanging="360"/>
      </w:pPr>
    </w:lvl>
    <w:lvl w:ilvl="5" w:tplc="E702C604" w:tentative="1">
      <w:start w:val="1"/>
      <w:numFmt w:val="lowerRoman"/>
      <w:lvlText w:val="%6."/>
      <w:lvlJc w:val="right"/>
      <w:pPr>
        <w:ind w:left="4320" w:hanging="180"/>
      </w:pPr>
    </w:lvl>
    <w:lvl w:ilvl="6" w:tplc="13448944" w:tentative="1">
      <w:start w:val="1"/>
      <w:numFmt w:val="decimal"/>
      <w:lvlText w:val="%7."/>
      <w:lvlJc w:val="left"/>
      <w:pPr>
        <w:ind w:left="5040" w:hanging="360"/>
      </w:pPr>
    </w:lvl>
    <w:lvl w:ilvl="7" w:tplc="95B60156" w:tentative="1">
      <w:start w:val="1"/>
      <w:numFmt w:val="lowerLetter"/>
      <w:lvlText w:val="%8."/>
      <w:lvlJc w:val="left"/>
      <w:pPr>
        <w:ind w:left="5760" w:hanging="360"/>
      </w:pPr>
    </w:lvl>
    <w:lvl w:ilvl="8" w:tplc="9E1658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B37CDC"/>
    <w:multiLevelType w:val="hybridMultilevel"/>
    <w:tmpl w:val="B81EF4E4"/>
    <w:lvl w:ilvl="0" w:tplc="A40A9E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D6160A" w:tentative="1">
      <w:start w:val="1"/>
      <w:numFmt w:val="lowerLetter"/>
      <w:lvlText w:val="%2."/>
      <w:lvlJc w:val="left"/>
      <w:pPr>
        <w:ind w:left="1440" w:hanging="360"/>
      </w:pPr>
    </w:lvl>
    <w:lvl w:ilvl="2" w:tplc="015EB01C" w:tentative="1">
      <w:start w:val="1"/>
      <w:numFmt w:val="lowerRoman"/>
      <w:lvlText w:val="%3."/>
      <w:lvlJc w:val="right"/>
      <w:pPr>
        <w:ind w:left="2160" w:hanging="180"/>
      </w:pPr>
    </w:lvl>
    <w:lvl w:ilvl="3" w:tplc="D466C7F0" w:tentative="1">
      <w:start w:val="1"/>
      <w:numFmt w:val="decimal"/>
      <w:lvlText w:val="%4."/>
      <w:lvlJc w:val="left"/>
      <w:pPr>
        <w:ind w:left="2880" w:hanging="360"/>
      </w:pPr>
    </w:lvl>
    <w:lvl w:ilvl="4" w:tplc="F4B2E8B0" w:tentative="1">
      <w:start w:val="1"/>
      <w:numFmt w:val="lowerLetter"/>
      <w:lvlText w:val="%5."/>
      <w:lvlJc w:val="left"/>
      <w:pPr>
        <w:ind w:left="3600" w:hanging="360"/>
      </w:pPr>
    </w:lvl>
    <w:lvl w:ilvl="5" w:tplc="23E67AFA" w:tentative="1">
      <w:start w:val="1"/>
      <w:numFmt w:val="lowerRoman"/>
      <w:lvlText w:val="%6."/>
      <w:lvlJc w:val="right"/>
      <w:pPr>
        <w:ind w:left="4320" w:hanging="180"/>
      </w:pPr>
    </w:lvl>
    <w:lvl w:ilvl="6" w:tplc="5FA6D458" w:tentative="1">
      <w:start w:val="1"/>
      <w:numFmt w:val="decimal"/>
      <w:lvlText w:val="%7."/>
      <w:lvlJc w:val="left"/>
      <w:pPr>
        <w:ind w:left="5040" w:hanging="360"/>
      </w:pPr>
    </w:lvl>
    <w:lvl w:ilvl="7" w:tplc="AC585254" w:tentative="1">
      <w:start w:val="1"/>
      <w:numFmt w:val="lowerLetter"/>
      <w:lvlText w:val="%8."/>
      <w:lvlJc w:val="left"/>
      <w:pPr>
        <w:ind w:left="5760" w:hanging="360"/>
      </w:pPr>
    </w:lvl>
    <w:lvl w:ilvl="8" w:tplc="B106C4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210A28"/>
    <w:multiLevelType w:val="hybridMultilevel"/>
    <w:tmpl w:val="B2444E16"/>
    <w:lvl w:ilvl="0" w:tplc="E5B8401E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868DD0C" w:tentative="1">
      <w:start w:val="1"/>
      <w:numFmt w:val="bullet"/>
      <w:lvlText w:val="o"/>
      <w:lvlJc w:val="left"/>
      <w:pPr>
        <w:ind w:left="1440" w:hanging="360"/>
      </w:pPr>
      <w:rPr>
        <w:rFonts w:ascii="NanumMyeongjo" w:eastAsia="NanumMyeongjo" w:hAnsi="NanumMyeongjo" w:cs="NanumMyeongjo" w:hint="default"/>
      </w:rPr>
    </w:lvl>
    <w:lvl w:ilvl="2" w:tplc="9D1E01A2" w:tentative="1">
      <w:start w:val="1"/>
      <w:numFmt w:val="bullet"/>
      <w:lvlText w:val=""/>
      <w:lvlJc w:val="left"/>
      <w:pPr>
        <w:ind w:left="2160" w:hanging="360"/>
      </w:pPr>
      <w:rPr>
        <w:rFonts w:ascii="NanumMyeongjo" w:eastAsia="NanumMyeongjo" w:hAnsi="NanumMyeongjo" w:hint="default"/>
      </w:rPr>
    </w:lvl>
    <w:lvl w:ilvl="3" w:tplc="FF6EE150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61F43F9E" w:tentative="1">
      <w:start w:val="1"/>
      <w:numFmt w:val="bullet"/>
      <w:lvlText w:val="o"/>
      <w:lvlJc w:val="left"/>
      <w:pPr>
        <w:ind w:left="3600" w:hanging="360"/>
      </w:pPr>
      <w:rPr>
        <w:rFonts w:ascii="NanumMyeongjo" w:eastAsia="NanumMyeongjo" w:hAnsi="NanumMyeongjo" w:cs="NanumMyeongjo" w:hint="default"/>
      </w:rPr>
    </w:lvl>
    <w:lvl w:ilvl="5" w:tplc="1E4A8820" w:tentative="1">
      <w:start w:val="1"/>
      <w:numFmt w:val="bullet"/>
      <w:lvlText w:val=""/>
      <w:lvlJc w:val="left"/>
      <w:pPr>
        <w:ind w:left="4320" w:hanging="360"/>
      </w:pPr>
      <w:rPr>
        <w:rFonts w:ascii="NanumMyeongjo" w:eastAsia="NanumMyeongjo" w:hAnsi="NanumMyeongjo" w:hint="default"/>
      </w:rPr>
    </w:lvl>
    <w:lvl w:ilvl="6" w:tplc="A81A9B6C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23280DFC" w:tentative="1">
      <w:start w:val="1"/>
      <w:numFmt w:val="bullet"/>
      <w:lvlText w:val="o"/>
      <w:lvlJc w:val="left"/>
      <w:pPr>
        <w:ind w:left="5760" w:hanging="360"/>
      </w:pPr>
      <w:rPr>
        <w:rFonts w:ascii="NanumMyeongjo" w:eastAsia="NanumMyeongjo" w:hAnsi="NanumMyeongjo" w:cs="NanumMyeongjo" w:hint="default"/>
      </w:rPr>
    </w:lvl>
    <w:lvl w:ilvl="8" w:tplc="C3A4DC72" w:tentative="1">
      <w:start w:val="1"/>
      <w:numFmt w:val="bullet"/>
      <w:lvlText w:val=""/>
      <w:lvlJc w:val="left"/>
      <w:pPr>
        <w:ind w:left="6480" w:hanging="360"/>
      </w:pPr>
      <w:rPr>
        <w:rFonts w:ascii="NanumMyeongjo" w:eastAsia="NanumMyeongjo" w:hAnsi="NanumMyeongjo" w:hint="default"/>
      </w:rPr>
    </w:lvl>
  </w:abstractNum>
  <w:abstractNum w:abstractNumId="23" w15:restartNumberingAfterBreak="0">
    <w:nsid w:val="4F024282"/>
    <w:multiLevelType w:val="hybridMultilevel"/>
    <w:tmpl w:val="92822DF0"/>
    <w:lvl w:ilvl="0" w:tplc="2A5C4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705FE2" w:tentative="1">
      <w:start w:val="1"/>
      <w:numFmt w:val="lowerLetter"/>
      <w:lvlText w:val="%2."/>
      <w:lvlJc w:val="left"/>
      <w:pPr>
        <w:ind w:left="1440" w:hanging="360"/>
      </w:pPr>
    </w:lvl>
    <w:lvl w:ilvl="2" w:tplc="E336530A" w:tentative="1">
      <w:start w:val="1"/>
      <w:numFmt w:val="lowerRoman"/>
      <w:lvlText w:val="%3."/>
      <w:lvlJc w:val="right"/>
      <w:pPr>
        <w:ind w:left="2160" w:hanging="180"/>
      </w:pPr>
    </w:lvl>
    <w:lvl w:ilvl="3" w:tplc="39026DFC" w:tentative="1">
      <w:start w:val="1"/>
      <w:numFmt w:val="decimal"/>
      <w:lvlText w:val="%4."/>
      <w:lvlJc w:val="left"/>
      <w:pPr>
        <w:ind w:left="2880" w:hanging="360"/>
      </w:pPr>
    </w:lvl>
    <w:lvl w:ilvl="4" w:tplc="EBEE963C" w:tentative="1">
      <w:start w:val="1"/>
      <w:numFmt w:val="lowerLetter"/>
      <w:lvlText w:val="%5."/>
      <w:lvlJc w:val="left"/>
      <w:pPr>
        <w:ind w:left="3600" w:hanging="360"/>
      </w:pPr>
    </w:lvl>
    <w:lvl w:ilvl="5" w:tplc="10EC6FF8" w:tentative="1">
      <w:start w:val="1"/>
      <w:numFmt w:val="lowerRoman"/>
      <w:lvlText w:val="%6."/>
      <w:lvlJc w:val="right"/>
      <w:pPr>
        <w:ind w:left="4320" w:hanging="180"/>
      </w:pPr>
    </w:lvl>
    <w:lvl w:ilvl="6" w:tplc="046C2170" w:tentative="1">
      <w:start w:val="1"/>
      <w:numFmt w:val="decimal"/>
      <w:lvlText w:val="%7."/>
      <w:lvlJc w:val="left"/>
      <w:pPr>
        <w:ind w:left="5040" w:hanging="360"/>
      </w:pPr>
    </w:lvl>
    <w:lvl w:ilvl="7" w:tplc="275434CE" w:tentative="1">
      <w:start w:val="1"/>
      <w:numFmt w:val="lowerLetter"/>
      <w:lvlText w:val="%8."/>
      <w:lvlJc w:val="left"/>
      <w:pPr>
        <w:ind w:left="5760" w:hanging="360"/>
      </w:pPr>
    </w:lvl>
    <w:lvl w:ilvl="8" w:tplc="3A7AD4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1C66E8"/>
    <w:multiLevelType w:val="hybridMultilevel"/>
    <w:tmpl w:val="5F164F30"/>
    <w:lvl w:ilvl="0" w:tplc="FB44FDE6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50AD106" w:tentative="1">
      <w:start w:val="1"/>
      <w:numFmt w:val="bullet"/>
      <w:lvlText w:val="o"/>
      <w:lvlJc w:val="left"/>
      <w:pPr>
        <w:ind w:left="1440" w:hanging="360"/>
      </w:pPr>
      <w:rPr>
        <w:rFonts w:ascii="NanumMyeongjo" w:eastAsia="NanumMyeongjo" w:hAnsi="NanumMyeongjo" w:cs="NanumMyeongjo" w:hint="default"/>
      </w:rPr>
    </w:lvl>
    <w:lvl w:ilvl="2" w:tplc="4ACE28C2" w:tentative="1">
      <w:start w:val="1"/>
      <w:numFmt w:val="bullet"/>
      <w:lvlText w:val=""/>
      <w:lvlJc w:val="left"/>
      <w:pPr>
        <w:ind w:left="2160" w:hanging="360"/>
      </w:pPr>
      <w:rPr>
        <w:rFonts w:ascii="NanumMyeongjo" w:eastAsia="NanumMyeongjo" w:hAnsi="NanumMyeongjo" w:hint="default"/>
      </w:rPr>
    </w:lvl>
    <w:lvl w:ilvl="3" w:tplc="E660B300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AB4298B0" w:tentative="1">
      <w:start w:val="1"/>
      <w:numFmt w:val="bullet"/>
      <w:lvlText w:val="o"/>
      <w:lvlJc w:val="left"/>
      <w:pPr>
        <w:ind w:left="3600" w:hanging="360"/>
      </w:pPr>
      <w:rPr>
        <w:rFonts w:ascii="NanumMyeongjo" w:eastAsia="NanumMyeongjo" w:hAnsi="NanumMyeongjo" w:cs="NanumMyeongjo" w:hint="default"/>
      </w:rPr>
    </w:lvl>
    <w:lvl w:ilvl="5" w:tplc="153C1A5E" w:tentative="1">
      <w:start w:val="1"/>
      <w:numFmt w:val="bullet"/>
      <w:lvlText w:val=""/>
      <w:lvlJc w:val="left"/>
      <w:pPr>
        <w:ind w:left="4320" w:hanging="360"/>
      </w:pPr>
      <w:rPr>
        <w:rFonts w:ascii="NanumMyeongjo" w:eastAsia="NanumMyeongjo" w:hAnsi="NanumMyeongjo" w:hint="default"/>
      </w:rPr>
    </w:lvl>
    <w:lvl w:ilvl="6" w:tplc="FBFC791A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35FC6868" w:tentative="1">
      <w:start w:val="1"/>
      <w:numFmt w:val="bullet"/>
      <w:lvlText w:val="o"/>
      <w:lvlJc w:val="left"/>
      <w:pPr>
        <w:ind w:left="5760" w:hanging="360"/>
      </w:pPr>
      <w:rPr>
        <w:rFonts w:ascii="NanumMyeongjo" w:eastAsia="NanumMyeongjo" w:hAnsi="NanumMyeongjo" w:cs="NanumMyeongjo" w:hint="default"/>
      </w:rPr>
    </w:lvl>
    <w:lvl w:ilvl="8" w:tplc="C2FA7576" w:tentative="1">
      <w:start w:val="1"/>
      <w:numFmt w:val="bullet"/>
      <w:lvlText w:val=""/>
      <w:lvlJc w:val="left"/>
      <w:pPr>
        <w:ind w:left="6480" w:hanging="360"/>
      </w:pPr>
      <w:rPr>
        <w:rFonts w:ascii="NanumMyeongjo" w:eastAsia="NanumMyeongjo" w:hAnsi="NanumMyeongjo" w:hint="default"/>
      </w:rPr>
    </w:lvl>
  </w:abstractNum>
  <w:abstractNum w:abstractNumId="25" w15:restartNumberingAfterBreak="0">
    <w:nsid w:val="5AEB3D98"/>
    <w:multiLevelType w:val="hybridMultilevel"/>
    <w:tmpl w:val="6A0CDFE2"/>
    <w:lvl w:ilvl="0" w:tplc="A204E368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B09A88A0" w:tentative="1">
      <w:start w:val="1"/>
      <w:numFmt w:val="bullet"/>
      <w:lvlText w:val="o"/>
      <w:lvlJc w:val="left"/>
      <w:pPr>
        <w:ind w:left="1440" w:hanging="360"/>
      </w:pPr>
      <w:rPr>
        <w:rFonts w:ascii="NanumMyeongjo" w:eastAsia="NanumMyeongjo" w:hAnsi="NanumMyeongjo" w:cs="NanumMyeongjo" w:hint="default"/>
      </w:rPr>
    </w:lvl>
    <w:lvl w:ilvl="2" w:tplc="E26CE96A" w:tentative="1">
      <w:start w:val="1"/>
      <w:numFmt w:val="bullet"/>
      <w:lvlText w:val=""/>
      <w:lvlJc w:val="left"/>
      <w:pPr>
        <w:ind w:left="2160" w:hanging="360"/>
      </w:pPr>
      <w:rPr>
        <w:rFonts w:ascii="NanumMyeongjo" w:eastAsia="NanumMyeongjo" w:hAnsi="NanumMyeongjo" w:hint="default"/>
      </w:rPr>
    </w:lvl>
    <w:lvl w:ilvl="3" w:tplc="365CCA32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7FB6FF12" w:tentative="1">
      <w:start w:val="1"/>
      <w:numFmt w:val="bullet"/>
      <w:lvlText w:val="o"/>
      <w:lvlJc w:val="left"/>
      <w:pPr>
        <w:ind w:left="3600" w:hanging="360"/>
      </w:pPr>
      <w:rPr>
        <w:rFonts w:ascii="NanumMyeongjo" w:eastAsia="NanumMyeongjo" w:hAnsi="NanumMyeongjo" w:cs="NanumMyeongjo" w:hint="default"/>
      </w:rPr>
    </w:lvl>
    <w:lvl w:ilvl="5" w:tplc="044C4080" w:tentative="1">
      <w:start w:val="1"/>
      <w:numFmt w:val="bullet"/>
      <w:lvlText w:val=""/>
      <w:lvlJc w:val="left"/>
      <w:pPr>
        <w:ind w:left="4320" w:hanging="360"/>
      </w:pPr>
      <w:rPr>
        <w:rFonts w:ascii="NanumMyeongjo" w:eastAsia="NanumMyeongjo" w:hAnsi="NanumMyeongjo" w:hint="default"/>
      </w:rPr>
    </w:lvl>
    <w:lvl w:ilvl="6" w:tplc="E3D4BE70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81E25E90" w:tentative="1">
      <w:start w:val="1"/>
      <w:numFmt w:val="bullet"/>
      <w:lvlText w:val="o"/>
      <w:lvlJc w:val="left"/>
      <w:pPr>
        <w:ind w:left="5760" w:hanging="360"/>
      </w:pPr>
      <w:rPr>
        <w:rFonts w:ascii="NanumMyeongjo" w:eastAsia="NanumMyeongjo" w:hAnsi="NanumMyeongjo" w:cs="NanumMyeongjo" w:hint="default"/>
      </w:rPr>
    </w:lvl>
    <w:lvl w:ilvl="8" w:tplc="17FA4A50" w:tentative="1">
      <w:start w:val="1"/>
      <w:numFmt w:val="bullet"/>
      <w:lvlText w:val=""/>
      <w:lvlJc w:val="left"/>
      <w:pPr>
        <w:ind w:left="6480" w:hanging="360"/>
      </w:pPr>
      <w:rPr>
        <w:rFonts w:ascii="NanumMyeongjo" w:eastAsia="NanumMyeongjo" w:hAnsi="NanumMyeongjo" w:hint="default"/>
      </w:rPr>
    </w:lvl>
  </w:abstractNum>
  <w:abstractNum w:abstractNumId="26" w15:restartNumberingAfterBreak="0">
    <w:nsid w:val="5C4511CA"/>
    <w:multiLevelType w:val="hybridMultilevel"/>
    <w:tmpl w:val="2A24FE06"/>
    <w:lvl w:ilvl="0" w:tplc="A2262A42">
      <w:start w:val="1"/>
      <w:numFmt w:val="decimal"/>
      <w:lvlText w:val="%1."/>
      <w:lvlJc w:val="left"/>
      <w:pPr>
        <w:ind w:left="720" w:hanging="360"/>
      </w:pPr>
    </w:lvl>
    <w:lvl w:ilvl="1" w:tplc="AEBABF70" w:tentative="1">
      <w:start w:val="1"/>
      <w:numFmt w:val="lowerLetter"/>
      <w:lvlText w:val="%2."/>
      <w:lvlJc w:val="left"/>
      <w:pPr>
        <w:ind w:left="1440" w:hanging="360"/>
      </w:pPr>
    </w:lvl>
    <w:lvl w:ilvl="2" w:tplc="E4844502" w:tentative="1">
      <w:start w:val="1"/>
      <w:numFmt w:val="lowerRoman"/>
      <w:lvlText w:val="%3."/>
      <w:lvlJc w:val="right"/>
      <w:pPr>
        <w:ind w:left="2160" w:hanging="180"/>
      </w:pPr>
    </w:lvl>
    <w:lvl w:ilvl="3" w:tplc="C950AA6E" w:tentative="1">
      <w:start w:val="1"/>
      <w:numFmt w:val="decimal"/>
      <w:lvlText w:val="%4."/>
      <w:lvlJc w:val="left"/>
      <w:pPr>
        <w:ind w:left="2880" w:hanging="360"/>
      </w:pPr>
    </w:lvl>
    <w:lvl w:ilvl="4" w:tplc="DDCEA6F0" w:tentative="1">
      <w:start w:val="1"/>
      <w:numFmt w:val="lowerLetter"/>
      <w:lvlText w:val="%5."/>
      <w:lvlJc w:val="left"/>
      <w:pPr>
        <w:ind w:left="3600" w:hanging="360"/>
      </w:pPr>
    </w:lvl>
    <w:lvl w:ilvl="5" w:tplc="BE56817C" w:tentative="1">
      <w:start w:val="1"/>
      <w:numFmt w:val="lowerRoman"/>
      <w:lvlText w:val="%6."/>
      <w:lvlJc w:val="right"/>
      <w:pPr>
        <w:ind w:left="4320" w:hanging="180"/>
      </w:pPr>
    </w:lvl>
    <w:lvl w:ilvl="6" w:tplc="EE34FA12" w:tentative="1">
      <w:start w:val="1"/>
      <w:numFmt w:val="decimal"/>
      <w:lvlText w:val="%7."/>
      <w:lvlJc w:val="left"/>
      <w:pPr>
        <w:ind w:left="5040" w:hanging="360"/>
      </w:pPr>
    </w:lvl>
    <w:lvl w:ilvl="7" w:tplc="272069F2" w:tentative="1">
      <w:start w:val="1"/>
      <w:numFmt w:val="lowerLetter"/>
      <w:lvlText w:val="%8."/>
      <w:lvlJc w:val="left"/>
      <w:pPr>
        <w:ind w:left="5760" w:hanging="360"/>
      </w:pPr>
    </w:lvl>
    <w:lvl w:ilvl="8" w:tplc="CA5A9A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C59B5"/>
    <w:multiLevelType w:val="hybridMultilevel"/>
    <w:tmpl w:val="5A20006A"/>
    <w:lvl w:ilvl="0" w:tplc="A6DCB8E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98F2E8D4" w:tentative="1">
      <w:start w:val="1"/>
      <w:numFmt w:val="bullet"/>
      <w:lvlText w:val="o"/>
      <w:lvlJc w:val="left"/>
      <w:pPr>
        <w:ind w:left="1440" w:hanging="360"/>
      </w:pPr>
      <w:rPr>
        <w:rFonts w:ascii="NanumMyeongjo" w:eastAsia="NanumMyeongjo" w:hAnsi="NanumMyeongjo" w:cs="NanumMyeongjo" w:hint="default"/>
      </w:rPr>
    </w:lvl>
    <w:lvl w:ilvl="2" w:tplc="AB4853EC" w:tentative="1">
      <w:start w:val="1"/>
      <w:numFmt w:val="bullet"/>
      <w:lvlText w:val=""/>
      <w:lvlJc w:val="left"/>
      <w:pPr>
        <w:ind w:left="2160" w:hanging="360"/>
      </w:pPr>
      <w:rPr>
        <w:rFonts w:ascii="NanumMyeongjo" w:eastAsia="NanumMyeongjo" w:hAnsi="NanumMyeongjo" w:hint="default"/>
      </w:rPr>
    </w:lvl>
    <w:lvl w:ilvl="3" w:tplc="D64E1C26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3612B9E8" w:tentative="1">
      <w:start w:val="1"/>
      <w:numFmt w:val="bullet"/>
      <w:lvlText w:val="o"/>
      <w:lvlJc w:val="left"/>
      <w:pPr>
        <w:ind w:left="3600" w:hanging="360"/>
      </w:pPr>
      <w:rPr>
        <w:rFonts w:ascii="NanumMyeongjo" w:eastAsia="NanumMyeongjo" w:hAnsi="NanumMyeongjo" w:cs="NanumMyeongjo" w:hint="default"/>
      </w:rPr>
    </w:lvl>
    <w:lvl w:ilvl="5" w:tplc="9D3CB2AE" w:tentative="1">
      <w:start w:val="1"/>
      <w:numFmt w:val="bullet"/>
      <w:lvlText w:val=""/>
      <w:lvlJc w:val="left"/>
      <w:pPr>
        <w:ind w:left="4320" w:hanging="360"/>
      </w:pPr>
      <w:rPr>
        <w:rFonts w:ascii="NanumMyeongjo" w:eastAsia="NanumMyeongjo" w:hAnsi="NanumMyeongjo" w:hint="default"/>
      </w:rPr>
    </w:lvl>
    <w:lvl w:ilvl="6" w:tplc="52AE38AE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DE7AA504" w:tentative="1">
      <w:start w:val="1"/>
      <w:numFmt w:val="bullet"/>
      <w:lvlText w:val="o"/>
      <w:lvlJc w:val="left"/>
      <w:pPr>
        <w:ind w:left="5760" w:hanging="360"/>
      </w:pPr>
      <w:rPr>
        <w:rFonts w:ascii="NanumMyeongjo" w:eastAsia="NanumMyeongjo" w:hAnsi="NanumMyeongjo" w:cs="NanumMyeongjo" w:hint="default"/>
      </w:rPr>
    </w:lvl>
    <w:lvl w:ilvl="8" w:tplc="05CE2322" w:tentative="1">
      <w:start w:val="1"/>
      <w:numFmt w:val="bullet"/>
      <w:lvlText w:val=""/>
      <w:lvlJc w:val="left"/>
      <w:pPr>
        <w:ind w:left="6480" w:hanging="360"/>
      </w:pPr>
      <w:rPr>
        <w:rFonts w:ascii="NanumMyeongjo" w:eastAsia="NanumMyeongjo" w:hAnsi="NanumMyeongjo" w:hint="default"/>
      </w:rPr>
    </w:lvl>
  </w:abstractNum>
  <w:abstractNum w:abstractNumId="28" w15:restartNumberingAfterBreak="0">
    <w:nsid w:val="6E447281"/>
    <w:multiLevelType w:val="hybridMultilevel"/>
    <w:tmpl w:val="353A6410"/>
    <w:lvl w:ilvl="0" w:tplc="4F3E61BE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162E34EC" w:tentative="1">
      <w:start w:val="1"/>
      <w:numFmt w:val="bullet"/>
      <w:lvlText w:val="o"/>
      <w:lvlJc w:val="left"/>
      <w:pPr>
        <w:ind w:left="1440" w:hanging="360"/>
      </w:pPr>
      <w:rPr>
        <w:rFonts w:ascii="NanumMyeongjo" w:eastAsia="NanumMyeongjo" w:hAnsi="NanumMyeongjo" w:cs="NanumMyeongjo" w:hint="default"/>
      </w:rPr>
    </w:lvl>
    <w:lvl w:ilvl="2" w:tplc="B6F2E97A" w:tentative="1">
      <w:start w:val="1"/>
      <w:numFmt w:val="bullet"/>
      <w:lvlText w:val=""/>
      <w:lvlJc w:val="left"/>
      <w:pPr>
        <w:ind w:left="2160" w:hanging="360"/>
      </w:pPr>
      <w:rPr>
        <w:rFonts w:ascii="NanumMyeongjo" w:eastAsia="NanumMyeongjo" w:hAnsi="NanumMyeongjo" w:hint="default"/>
      </w:rPr>
    </w:lvl>
    <w:lvl w:ilvl="3" w:tplc="AEAA47DA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C8980A5A" w:tentative="1">
      <w:start w:val="1"/>
      <w:numFmt w:val="bullet"/>
      <w:lvlText w:val="o"/>
      <w:lvlJc w:val="left"/>
      <w:pPr>
        <w:ind w:left="3600" w:hanging="360"/>
      </w:pPr>
      <w:rPr>
        <w:rFonts w:ascii="NanumMyeongjo" w:eastAsia="NanumMyeongjo" w:hAnsi="NanumMyeongjo" w:cs="NanumMyeongjo" w:hint="default"/>
      </w:rPr>
    </w:lvl>
    <w:lvl w:ilvl="5" w:tplc="9A9CC012" w:tentative="1">
      <w:start w:val="1"/>
      <w:numFmt w:val="bullet"/>
      <w:lvlText w:val=""/>
      <w:lvlJc w:val="left"/>
      <w:pPr>
        <w:ind w:left="4320" w:hanging="360"/>
      </w:pPr>
      <w:rPr>
        <w:rFonts w:ascii="NanumMyeongjo" w:eastAsia="NanumMyeongjo" w:hAnsi="NanumMyeongjo" w:hint="default"/>
      </w:rPr>
    </w:lvl>
    <w:lvl w:ilvl="6" w:tplc="2EDE7D58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2A4E5A7C" w:tentative="1">
      <w:start w:val="1"/>
      <w:numFmt w:val="bullet"/>
      <w:lvlText w:val="o"/>
      <w:lvlJc w:val="left"/>
      <w:pPr>
        <w:ind w:left="5760" w:hanging="360"/>
      </w:pPr>
      <w:rPr>
        <w:rFonts w:ascii="NanumMyeongjo" w:eastAsia="NanumMyeongjo" w:hAnsi="NanumMyeongjo" w:cs="NanumMyeongjo" w:hint="default"/>
      </w:rPr>
    </w:lvl>
    <w:lvl w:ilvl="8" w:tplc="B1FA55DC" w:tentative="1">
      <w:start w:val="1"/>
      <w:numFmt w:val="bullet"/>
      <w:lvlText w:val=""/>
      <w:lvlJc w:val="left"/>
      <w:pPr>
        <w:ind w:left="6480" w:hanging="360"/>
      </w:pPr>
      <w:rPr>
        <w:rFonts w:ascii="NanumMyeongjo" w:eastAsia="NanumMyeongjo" w:hAnsi="NanumMyeongjo" w:hint="default"/>
      </w:rPr>
    </w:lvl>
  </w:abstractNum>
  <w:abstractNum w:abstractNumId="29" w15:restartNumberingAfterBreak="0">
    <w:nsid w:val="6EA16BD7"/>
    <w:multiLevelType w:val="hybridMultilevel"/>
    <w:tmpl w:val="9FE0CBBE"/>
    <w:lvl w:ilvl="0" w:tplc="25382B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241952" w:tentative="1">
      <w:start w:val="1"/>
      <w:numFmt w:val="lowerLetter"/>
      <w:lvlText w:val="%2."/>
      <w:lvlJc w:val="left"/>
      <w:pPr>
        <w:ind w:left="1440" w:hanging="360"/>
      </w:pPr>
    </w:lvl>
    <w:lvl w:ilvl="2" w:tplc="AFF848BA" w:tentative="1">
      <w:start w:val="1"/>
      <w:numFmt w:val="lowerRoman"/>
      <w:lvlText w:val="%3."/>
      <w:lvlJc w:val="right"/>
      <w:pPr>
        <w:ind w:left="2160" w:hanging="180"/>
      </w:pPr>
    </w:lvl>
    <w:lvl w:ilvl="3" w:tplc="651A0852" w:tentative="1">
      <w:start w:val="1"/>
      <w:numFmt w:val="decimal"/>
      <w:lvlText w:val="%4."/>
      <w:lvlJc w:val="left"/>
      <w:pPr>
        <w:ind w:left="2880" w:hanging="360"/>
      </w:pPr>
    </w:lvl>
    <w:lvl w:ilvl="4" w:tplc="6B54F422" w:tentative="1">
      <w:start w:val="1"/>
      <w:numFmt w:val="lowerLetter"/>
      <w:lvlText w:val="%5."/>
      <w:lvlJc w:val="left"/>
      <w:pPr>
        <w:ind w:left="3600" w:hanging="360"/>
      </w:pPr>
    </w:lvl>
    <w:lvl w:ilvl="5" w:tplc="4C1AE9FE" w:tentative="1">
      <w:start w:val="1"/>
      <w:numFmt w:val="lowerRoman"/>
      <w:lvlText w:val="%6."/>
      <w:lvlJc w:val="right"/>
      <w:pPr>
        <w:ind w:left="4320" w:hanging="180"/>
      </w:pPr>
    </w:lvl>
    <w:lvl w:ilvl="6" w:tplc="3C7240BC" w:tentative="1">
      <w:start w:val="1"/>
      <w:numFmt w:val="decimal"/>
      <w:lvlText w:val="%7."/>
      <w:lvlJc w:val="left"/>
      <w:pPr>
        <w:ind w:left="5040" w:hanging="360"/>
      </w:pPr>
    </w:lvl>
    <w:lvl w:ilvl="7" w:tplc="FB36DDA8" w:tentative="1">
      <w:start w:val="1"/>
      <w:numFmt w:val="lowerLetter"/>
      <w:lvlText w:val="%8."/>
      <w:lvlJc w:val="left"/>
      <w:pPr>
        <w:ind w:left="5760" w:hanging="360"/>
      </w:pPr>
    </w:lvl>
    <w:lvl w:ilvl="8" w:tplc="F46C83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201E5"/>
    <w:multiLevelType w:val="hybridMultilevel"/>
    <w:tmpl w:val="A224EBD2"/>
    <w:lvl w:ilvl="0" w:tplc="E8D27966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C0BC8626" w:tentative="1">
      <w:start w:val="1"/>
      <w:numFmt w:val="bullet"/>
      <w:lvlText w:val="o"/>
      <w:lvlJc w:val="left"/>
      <w:pPr>
        <w:ind w:left="1440" w:hanging="360"/>
      </w:pPr>
      <w:rPr>
        <w:rFonts w:ascii="NanumMyeongjo" w:eastAsia="NanumMyeongjo" w:hAnsi="NanumMyeongjo" w:cs="NanumMyeongjo" w:hint="default"/>
      </w:rPr>
    </w:lvl>
    <w:lvl w:ilvl="2" w:tplc="C8C0F726" w:tentative="1">
      <w:start w:val="1"/>
      <w:numFmt w:val="bullet"/>
      <w:lvlText w:val=""/>
      <w:lvlJc w:val="left"/>
      <w:pPr>
        <w:ind w:left="2160" w:hanging="360"/>
      </w:pPr>
      <w:rPr>
        <w:rFonts w:ascii="NanumMyeongjo" w:eastAsia="NanumMyeongjo" w:hAnsi="NanumMyeongjo" w:hint="default"/>
      </w:rPr>
    </w:lvl>
    <w:lvl w:ilvl="3" w:tplc="FFD677A2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F014E6EE" w:tentative="1">
      <w:start w:val="1"/>
      <w:numFmt w:val="bullet"/>
      <w:lvlText w:val="o"/>
      <w:lvlJc w:val="left"/>
      <w:pPr>
        <w:ind w:left="3600" w:hanging="360"/>
      </w:pPr>
      <w:rPr>
        <w:rFonts w:ascii="NanumMyeongjo" w:eastAsia="NanumMyeongjo" w:hAnsi="NanumMyeongjo" w:cs="NanumMyeongjo" w:hint="default"/>
      </w:rPr>
    </w:lvl>
    <w:lvl w:ilvl="5" w:tplc="C69E3928" w:tentative="1">
      <w:start w:val="1"/>
      <w:numFmt w:val="bullet"/>
      <w:lvlText w:val=""/>
      <w:lvlJc w:val="left"/>
      <w:pPr>
        <w:ind w:left="4320" w:hanging="360"/>
      </w:pPr>
      <w:rPr>
        <w:rFonts w:ascii="NanumMyeongjo" w:eastAsia="NanumMyeongjo" w:hAnsi="NanumMyeongjo" w:hint="default"/>
      </w:rPr>
    </w:lvl>
    <w:lvl w:ilvl="6" w:tplc="3D1AA2D8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E7F8DA86" w:tentative="1">
      <w:start w:val="1"/>
      <w:numFmt w:val="bullet"/>
      <w:lvlText w:val="o"/>
      <w:lvlJc w:val="left"/>
      <w:pPr>
        <w:ind w:left="5760" w:hanging="360"/>
      </w:pPr>
      <w:rPr>
        <w:rFonts w:ascii="NanumMyeongjo" w:eastAsia="NanumMyeongjo" w:hAnsi="NanumMyeongjo" w:cs="NanumMyeongjo" w:hint="default"/>
      </w:rPr>
    </w:lvl>
    <w:lvl w:ilvl="8" w:tplc="F190C0F8" w:tentative="1">
      <w:start w:val="1"/>
      <w:numFmt w:val="bullet"/>
      <w:lvlText w:val=""/>
      <w:lvlJc w:val="left"/>
      <w:pPr>
        <w:ind w:left="6480" w:hanging="360"/>
      </w:pPr>
      <w:rPr>
        <w:rFonts w:ascii="NanumMyeongjo" w:eastAsia="NanumMyeongjo" w:hAnsi="NanumMyeongjo" w:hint="default"/>
      </w:rPr>
    </w:lvl>
  </w:abstractNum>
  <w:abstractNum w:abstractNumId="31" w15:restartNumberingAfterBreak="0">
    <w:nsid w:val="718142C7"/>
    <w:multiLevelType w:val="hybridMultilevel"/>
    <w:tmpl w:val="36DA900C"/>
    <w:lvl w:ilvl="0" w:tplc="E990E64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3D4ABB8E" w:tentative="1">
      <w:start w:val="1"/>
      <w:numFmt w:val="bullet"/>
      <w:lvlText w:val="o"/>
      <w:lvlJc w:val="left"/>
      <w:pPr>
        <w:ind w:left="1440" w:hanging="360"/>
      </w:pPr>
      <w:rPr>
        <w:rFonts w:ascii="NanumMyeongjo" w:eastAsia="NanumMyeongjo" w:hAnsi="NanumMyeongjo" w:cs="NanumMyeongjo" w:hint="default"/>
      </w:rPr>
    </w:lvl>
    <w:lvl w:ilvl="2" w:tplc="E75AF356" w:tentative="1">
      <w:start w:val="1"/>
      <w:numFmt w:val="bullet"/>
      <w:lvlText w:val=""/>
      <w:lvlJc w:val="left"/>
      <w:pPr>
        <w:ind w:left="2160" w:hanging="360"/>
      </w:pPr>
      <w:rPr>
        <w:rFonts w:ascii="NanumMyeongjo" w:eastAsia="NanumMyeongjo" w:hAnsi="NanumMyeongjo" w:hint="default"/>
      </w:rPr>
    </w:lvl>
    <w:lvl w:ilvl="3" w:tplc="E39A465A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53F8C4DC" w:tentative="1">
      <w:start w:val="1"/>
      <w:numFmt w:val="bullet"/>
      <w:lvlText w:val="o"/>
      <w:lvlJc w:val="left"/>
      <w:pPr>
        <w:ind w:left="3600" w:hanging="360"/>
      </w:pPr>
      <w:rPr>
        <w:rFonts w:ascii="NanumMyeongjo" w:eastAsia="NanumMyeongjo" w:hAnsi="NanumMyeongjo" w:cs="NanumMyeongjo" w:hint="default"/>
      </w:rPr>
    </w:lvl>
    <w:lvl w:ilvl="5" w:tplc="D1BEE482" w:tentative="1">
      <w:start w:val="1"/>
      <w:numFmt w:val="bullet"/>
      <w:lvlText w:val=""/>
      <w:lvlJc w:val="left"/>
      <w:pPr>
        <w:ind w:left="4320" w:hanging="360"/>
      </w:pPr>
      <w:rPr>
        <w:rFonts w:ascii="NanumMyeongjo" w:eastAsia="NanumMyeongjo" w:hAnsi="NanumMyeongjo" w:hint="default"/>
      </w:rPr>
    </w:lvl>
    <w:lvl w:ilvl="6" w:tplc="F8824040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3A88F5EA" w:tentative="1">
      <w:start w:val="1"/>
      <w:numFmt w:val="bullet"/>
      <w:lvlText w:val="o"/>
      <w:lvlJc w:val="left"/>
      <w:pPr>
        <w:ind w:left="5760" w:hanging="360"/>
      </w:pPr>
      <w:rPr>
        <w:rFonts w:ascii="NanumMyeongjo" w:eastAsia="NanumMyeongjo" w:hAnsi="NanumMyeongjo" w:cs="NanumMyeongjo" w:hint="default"/>
      </w:rPr>
    </w:lvl>
    <w:lvl w:ilvl="8" w:tplc="B858AF84" w:tentative="1">
      <w:start w:val="1"/>
      <w:numFmt w:val="bullet"/>
      <w:lvlText w:val=""/>
      <w:lvlJc w:val="left"/>
      <w:pPr>
        <w:ind w:left="6480" w:hanging="360"/>
      </w:pPr>
      <w:rPr>
        <w:rFonts w:ascii="NanumMyeongjo" w:eastAsia="NanumMyeongjo" w:hAnsi="NanumMyeongjo" w:hint="default"/>
      </w:rPr>
    </w:lvl>
  </w:abstractNum>
  <w:abstractNum w:abstractNumId="32" w15:restartNumberingAfterBreak="0">
    <w:nsid w:val="733C2389"/>
    <w:multiLevelType w:val="hybridMultilevel"/>
    <w:tmpl w:val="75AA79D0"/>
    <w:lvl w:ilvl="0" w:tplc="942A7D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1EA964" w:tentative="1">
      <w:start w:val="1"/>
      <w:numFmt w:val="lowerLetter"/>
      <w:lvlText w:val="%2."/>
      <w:lvlJc w:val="left"/>
      <w:pPr>
        <w:ind w:left="1440" w:hanging="360"/>
      </w:pPr>
    </w:lvl>
    <w:lvl w:ilvl="2" w:tplc="EAAE9FAE" w:tentative="1">
      <w:start w:val="1"/>
      <w:numFmt w:val="lowerRoman"/>
      <w:lvlText w:val="%3."/>
      <w:lvlJc w:val="right"/>
      <w:pPr>
        <w:ind w:left="2160" w:hanging="180"/>
      </w:pPr>
    </w:lvl>
    <w:lvl w:ilvl="3" w:tplc="80104ACC" w:tentative="1">
      <w:start w:val="1"/>
      <w:numFmt w:val="decimal"/>
      <w:lvlText w:val="%4."/>
      <w:lvlJc w:val="left"/>
      <w:pPr>
        <w:ind w:left="2880" w:hanging="360"/>
      </w:pPr>
    </w:lvl>
    <w:lvl w:ilvl="4" w:tplc="E0CA6680" w:tentative="1">
      <w:start w:val="1"/>
      <w:numFmt w:val="lowerLetter"/>
      <w:lvlText w:val="%5."/>
      <w:lvlJc w:val="left"/>
      <w:pPr>
        <w:ind w:left="3600" w:hanging="360"/>
      </w:pPr>
    </w:lvl>
    <w:lvl w:ilvl="5" w:tplc="BA1EBB7A" w:tentative="1">
      <w:start w:val="1"/>
      <w:numFmt w:val="lowerRoman"/>
      <w:lvlText w:val="%6."/>
      <w:lvlJc w:val="right"/>
      <w:pPr>
        <w:ind w:left="4320" w:hanging="180"/>
      </w:pPr>
    </w:lvl>
    <w:lvl w:ilvl="6" w:tplc="CBE47FB4" w:tentative="1">
      <w:start w:val="1"/>
      <w:numFmt w:val="decimal"/>
      <w:lvlText w:val="%7."/>
      <w:lvlJc w:val="left"/>
      <w:pPr>
        <w:ind w:left="5040" w:hanging="360"/>
      </w:pPr>
    </w:lvl>
    <w:lvl w:ilvl="7" w:tplc="C37C12E0" w:tentative="1">
      <w:start w:val="1"/>
      <w:numFmt w:val="lowerLetter"/>
      <w:lvlText w:val="%8."/>
      <w:lvlJc w:val="left"/>
      <w:pPr>
        <w:ind w:left="5760" w:hanging="360"/>
      </w:pPr>
    </w:lvl>
    <w:lvl w:ilvl="8" w:tplc="785A6F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5040E8"/>
    <w:multiLevelType w:val="hybridMultilevel"/>
    <w:tmpl w:val="AACE3DCC"/>
    <w:lvl w:ilvl="0" w:tplc="526416C8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54C816E4" w:tentative="1">
      <w:start w:val="1"/>
      <w:numFmt w:val="bullet"/>
      <w:lvlText w:val="o"/>
      <w:lvlJc w:val="left"/>
      <w:pPr>
        <w:ind w:left="1440" w:hanging="360"/>
      </w:pPr>
      <w:rPr>
        <w:rFonts w:ascii="NanumMyeongjo" w:eastAsia="NanumMyeongjo" w:hAnsi="NanumMyeongjo" w:cs="NanumMyeongjo" w:hint="default"/>
      </w:rPr>
    </w:lvl>
    <w:lvl w:ilvl="2" w:tplc="8BE8AACA" w:tentative="1">
      <w:start w:val="1"/>
      <w:numFmt w:val="bullet"/>
      <w:lvlText w:val=""/>
      <w:lvlJc w:val="left"/>
      <w:pPr>
        <w:ind w:left="2160" w:hanging="360"/>
      </w:pPr>
      <w:rPr>
        <w:rFonts w:ascii="NanumMyeongjo" w:eastAsia="NanumMyeongjo" w:hAnsi="NanumMyeongjo" w:hint="default"/>
      </w:rPr>
    </w:lvl>
    <w:lvl w:ilvl="3" w:tplc="99420D5C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C9C65D0A" w:tentative="1">
      <w:start w:val="1"/>
      <w:numFmt w:val="bullet"/>
      <w:lvlText w:val="o"/>
      <w:lvlJc w:val="left"/>
      <w:pPr>
        <w:ind w:left="3600" w:hanging="360"/>
      </w:pPr>
      <w:rPr>
        <w:rFonts w:ascii="NanumMyeongjo" w:eastAsia="NanumMyeongjo" w:hAnsi="NanumMyeongjo" w:cs="NanumMyeongjo" w:hint="default"/>
      </w:rPr>
    </w:lvl>
    <w:lvl w:ilvl="5" w:tplc="B53C6FD6" w:tentative="1">
      <w:start w:val="1"/>
      <w:numFmt w:val="bullet"/>
      <w:lvlText w:val=""/>
      <w:lvlJc w:val="left"/>
      <w:pPr>
        <w:ind w:left="4320" w:hanging="360"/>
      </w:pPr>
      <w:rPr>
        <w:rFonts w:ascii="NanumMyeongjo" w:eastAsia="NanumMyeongjo" w:hAnsi="NanumMyeongjo" w:hint="default"/>
      </w:rPr>
    </w:lvl>
    <w:lvl w:ilvl="6" w:tplc="D884C988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E786ABF2" w:tentative="1">
      <w:start w:val="1"/>
      <w:numFmt w:val="bullet"/>
      <w:lvlText w:val="o"/>
      <w:lvlJc w:val="left"/>
      <w:pPr>
        <w:ind w:left="5760" w:hanging="360"/>
      </w:pPr>
      <w:rPr>
        <w:rFonts w:ascii="NanumMyeongjo" w:eastAsia="NanumMyeongjo" w:hAnsi="NanumMyeongjo" w:cs="NanumMyeongjo" w:hint="default"/>
      </w:rPr>
    </w:lvl>
    <w:lvl w:ilvl="8" w:tplc="E1B68018" w:tentative="1">
      <w:start w:val="1"/>
      <w:numFmt w:val="bullet"/>
      <w:lvlText w:val=""/>
      <w:lvlJc w:val="left"/>
      <w:pPr>
        <w:ind w:left="6480" w:hanging="360"/>
      </w:pPr>
      <w:rPr>
        <w:rFonts w:ascii="NanumMyeongjo" w:eastAsia="NanumMyeongjo" w:hAnsi="NanumMyeongjo" w:hint="default"/>
      </w:rPr>
    </w:lvl>
  </w:abstractNum>
  <w:abstractNum w:abstractNumId="34" w15:restartNumberingAfterBreak="0">
    <w:nsid w:val="78383D66"/>
    <w:multiLevelType w:val="hybridMultilevel"/>
    <w:tmpl w:val="6200EFE4"/>
    <w:lvl w:ilvl="0" w:tplc="C998786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95C07956" w:tentative="1">
      <w:start w:val="1"/>
      <w:numFmt w:val="bullet"/>
      <w:lvlText w:val="o"/>
      <w:lvlJc w:val="left"/>
      <w:pPr>
        <w:ind w:left="1440" w:hanging="360"/>
      </w:pPr>
      <w:rPr>
        <w:rFonts w:ascii="NanumMyeongjo" w:eastAsia="NanumMyeongjo" w:hAnsi="NanumMyeongjo" w:cs="NanumMyeongjo" w:hint="default"/>
      </w:rPr>
    </w:lvl>
    <w:lvl w:ilvl="2" w:tplc="7B2E133A" w:tentative="1">
      <w:start w:val="1"/>
      <w:numFmt w:val="bullet"/>
      <w:lvlText w:val=""/>
      <w:lvlJc w:val="left"/>
      <w:pPr>
        <w:ind w:left="2160" w:hanging="360"/>
      </w:pPr>
      <w:rPr>
        <w:rFonts w:ascii="NanumMyeongjo" w:eastAsia="NanumMyeongjo" w:hAnsi="NanumMyeongjo" w:hint="default"/>
      </w:rPr>
    </w:lvl>
    <w:lvl w:ilvl="3" w:tplc="EA987F78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7F960EDA" w:tentative="1">
      <w:start w:val="1"/>
      <w:numFmt w:val="bullet"/>
      <w:lvlText w:val="o"/>
      <w:lvlJc w:val="left"/>
      <w:pPr>
        <w:ind w:left="3600" w:hanging="360"/>
      </w:pPr>
      <w:rPr>
        <w:rFonts w:ascii="NanumMyeongjo" w:eastAsia="NanumMyeongjo" w:hAnsi="NanumMyeongjo" w:cs="NanumMyeongjo" w:hint="default"/>
      </w:rPr>
    </w:lvl>
    <w:lvl w:ilvl="5" w:tplc="FC5054CC" w:tentative="1">
      <w:start w:val="1"/>
      <w:numFmt w:val="bullet"/>
      <w:lvlText w:val=""/>
      <w:lvlJc w:val="left"/>
      <w:pPr>
        <w:ind w:left="4320" w:hanging="360"/>
      </w:pPr>
      <w:rPr>
        <w:rFonts w:ascii="NanumMyeongjo" w:eastAsia="NanumMyeongjo" w:hAnsi="NanumMyeongjo" w:hint="default"/>
      </w:rPr>
    </w:lvl>
    <w:lvl w:ilvl="6" w:tplc="6B7E33EE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82BA9A56" w:tentative="1">
      <w:start w:val="1"/>
      <w:numFmt w:val="bullet"/>
      <w:lvlText w:val="o"/>
      <w:lvlJc w:val="left"/>
      <w:pPr>
        <w:ind w:left="5760" w:hanging="360"/>
      </w:pPr>
      <w:rPr>
        <w:rFonts w:ascii="NanumMyeongjo" w:eastAsia="NanumMyeongjo" w:hAnsi="NanumMyeongjo" w:cs="NanumMyeongjo" w:hint="default"/>
      </w:rPr>
    </w:lvl>
    <w:lvl w:ilvl="8" w:tplc="768C6E02" w:tentative="1">
      <w:start w:val="1"/>
      <w:numFmt w:val="bullet"/>
      <w:lvlText w:val=""/>
      <w:lvlJc w:val="left"/>
      <w:pPr>
        <w:ind w:left="6480" w:hanging="360"/>
      </w:pPr>
      <w:rPr>
        <w:rFonts w:ascii="NanumMyeongjo" w:eastAsia="NanumMyeongjo" w:hAnsi="NanumMyeongjo" w:hint="default"/>
      </w:rPr>
    </w:lvl>
  </w:abstractNum>
  <w:abstractNum w:abstractNumId="35" w15:restartNumberingAfterBreak="0">
    <w:nsid w:val="79464AA6"/>
    <w:multiLevelType w:val="hybridMultilevel"/>
    <w:tmpl w:val="0E28543E"/>
    <w:lvl w:ilvl="0" w:tplc="EF2AB76C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17B25A56" w:tentative="1">
      <w:start w:val="1"/>
      <w:numFmt w:val="bullet"/>
      <w:lvlText w:val="o"/>
      <w:lvlJc w:val="left"/>
      <w:pPr>
        <w:ind w:left="1440" w:hanging="360"/>
      </w:pPr>
      <w:rPr>
        <w:rFonts w:ascii="NanumMyeongjo" w:eastAsia="NanumMyeongjo" w:hAnsi="NanumMyeongjo" w:cs="NanumMyeongjo" w:hint="default"/>
      </w:rPr>
    </w:lvl>
    <w:lvl w:ilvl="2" w:tplc="1D386AE0" w:tentative="1">
      <w:start w:val="1"/>
      <w:numFmt w:val="bullet"/>
      <w:lvlText w:val=""/>
      <w:lvlJc w:val="left"/>
      <w:pPr>
        <w:ind w:left="2160" w:hanging="360"/>
      </w:pPr>
      <w:rPr>
        <w:rFonts w:ascii="NanumMyeongjo" w:eastAsia="NanumMyeongjo" w:hAnsi="NanumMyeongjo" w:hint="default"/>
      </w:rPr>
    </w:lvl>
    <w:lvl w:ilvl="3" w:tplc="88C4602E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4F3C3E82" w:tentative="1">
      <w:start w:val="1"/>
      <w:numFmt w:val="bullet"/>
      <w:lvlText w:val="o"/>
      <w:lvlJc w:val="left"/>
      <w:pPr>
        <w:ind w:left="3600" w:hanging="360"/>
      </w:pPr>
      <w:rPr>
        <w:rFonts w:ascii="NanumMyeongjo" w:eastAsia="NanumMyeongjo" w:hAnsi="NanumMyeongjo" w:cs="NanumMyeongjo" w:hint="default"/>
      </w:rPr>
    </w:lvl>
    <w:lvl w:ilvl="5" w:tplc="4D5086D2" w:tentative="1">
      <w:start w:val="1"/>
      <w:numFmt w:val="bullet"/>
      <w:lvlText w:val=""/>
      <w:lvlJc w:val="left"/>
      <w:pPr>
        <w:ind w:left="4320" w:hanging="360"/>
      </w:pPr>
      <w:rPr>
        <w:rFonts w:ascii="NanumMyeongjo" w:eastAsia="NanumMyeongjo" w:hAnsi="NanumMyeongjo" w:hint="default"/>
      </w:rPr>
    </w:lvl>
    <w:lvl w:ilvl="6" w:tplc="B282C2F6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D15EB67C" w:tentative="1">
      <w:start w:val="1"/>
      <w:numFmt w:val="bullet"/>
      <w:lvlText w:val="o"/>
      <w:lvlJc w:val="left"/>
      <w:pPr>
        <w:ind w:left="5760" w:hanging="360"/>
      </w:pPr>
      <w:rPr>
        <w:rFonts w:ascii="NanumMyeongjo" w:eastAsia="NanumMyeongjo" w:hAnsi="NanumMyeongjo" w:cs="NanumMyeongjo" w:hint="default"/>
      </w:rPr>
    </w:lvl>
    <w:lvl w:ilvl="8" w:tplc="42EE01F0" w:tentative="1">
      <w:start w:val="1"/>
      <w:numFmt w:val="bullet"/>
      <w:lvlText w:val=""/>
      <w:lvlJc w:val="left"/>
      <w:pPr>
        <w:ind w:left="6480" w:hanging="360"/>
      </w:pPr>
      <w:rPr>
        <w:rFonts w:ascii="NanumMyeongjo" w:eastAsia="NanumMyeongjo" w:hAnsi="NanumMyeongjo" w:hint="default"/>
      </w:rPr>
    </w:lvl>
  </w:abstractNum>
  <w:abstractNum w:abstractNumId="36" w15:restartNumberingAfterBreak="0">
    <w:nsid w:val="7BB4009B"/>
    <w:multiLevelType w:val="hybridMultilevel"/>
    <w:tmpl w:val="50149B00"/>
    <w:lvl w:ilvl="0" w:tplc="2940C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D25816" w:tentative="1">
      <w:start w:val="1"/>
      <w:numFmt w:val="lowerLetter"/>
      <w:lvlText w:val="%2."/>
      <w:lvlJc w:val="left"/>
      <w:pPr>
        <w:ind w:left="1440" w:hanging="360"/>
      </w:pPr>
    </w:lvl>
    <w:lvl w:ilvl="2" w:tplc="C3D65A6A" w:tentative="1">
      <w:start w:val="1"/>
      <w:numFmt w:val="lowerRoman"/>
      <w:lvlText w:val="%3."/>
      <w:lvlJc w:val="right"/>
      <w:pPr>
        <w:ind w:left="2160" w:hanging="180"/>
      </w:pPr>
    </w:lvl>
    <w:lvl w:ilvl="3" w:tplc="15A2547C" w:tentative="1">
      <w:start w:val="1"/>
      <w:numFmt w:val="decimal"/>
      <w:lvlText w:val="%4."/>
      <w:lvlJc w:val="left"/>
      <w:pPr>
        <w:ind w:left="2880" w:hanging="360"/>
      </w:pPr>
    </w:lvl>
    <w:lvl w:ilvl="4" w:tplc="8AD6BC24" w:tentative="1">
      <w:start w:val="1"/>
      <w:numFmt w:val="lowerLetter"/>
      <w:lvlText w:val="%5."/>
      <w:lvlJc w:val="left"/>
      <w:pPr>
        <w:ind w:left="3600" w:hanging="360"/>
      </w:pPr>
    </w:lvl>
    <w:lvl w:ilvl="5" w:tplc="365E4610" w:tentative="1">
      <w:start w:val="1"/>
      <w:numFmt w:val="lowerRoman"/>
      <w:lvlText w:val="%6."/>
      <w:lvlJc w:val="right"/>
      <w:pPr>
        <w:ind w:left="4320" w:hanging="180"/>
      </w:pPr>
    </w:lvl>
    <w:lvl w:ilvl="6" w:tplc="2F0AF91C" w:tentative="1">
      <w:start w:val="1"/>
      <w:numFmt w:val="decimal"/>
      <w:lvlText w:val="%7."/>
      <w:lvlJc w:val="left"/>
      <w:pPr>
        <w:ind w:left="5040" w:hanging="360"/>
      </w:pPr>
    </w:lvl>
    <w:lvl w:ilvl="7" w:tplc="7462714E" w:tentative="1">
      <w:start w:val="1"/>
      <w:numFmt w:val="lowerLetter"/>
      <w:lvlText w:val="%8."/>
      <w:lvlJc w:val="left"/>
      <w:pPr>
        <w:ind w:left="5760" w:hanging="360"/>
      </w:pPr>
    </w:lvl>
    <w:lvl w:ilvl="8" w:tplc="4FFC01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34196C"/>
    <w:multiLevelType w:val="hybridMultilevel"/>
    <w:tmpl w:val="FD540772"/>
    <w:lvl w:ilvl="0" w:tplc="49940DD6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3E0811A6" w:tentative="1">
      <w:start w:val="1"/>
      <w:numFmt w:val="bullet"/>
      <w:lvlText w:val="o"/>
      <w:lvlJc w:val="left"/>
      <w:pPr>
        <w:ind w:left="1440" w:hanging="360"/>
      </w:pPr>
      <w:rPr>
        <w:rFonts w:ascii="NanumMyeongjo" w:eastAsia="NanumMyeongjo" w:hAnsi="NanumMyeongjo" w:cs="NanumMyeongjo" w:hint="default"/>
      </w:rPr>
    </w:lvl>
    <w:lvl w:ilvl="2" w:tplc="70888D46" w:tentative="1">
      <w:start w:val="1"/>
      <w:numFmt w:val="bullet"/>
      <w:lvlText w:val=""/>
      <w:lvlJc w:val="left"/>
      <w:pPr>
        <w:ind w:left="2160" w:hanging="360"/>
      </w:pPr>
      <w:rPr>
        <w:rFonts w:ascii="NanumMyeongjo" w:eastAsia="NanumMyeongjo" w:hAnsi="NanumMyeongjo" w:hint="default"/>
      </w:rPr>
    </w:lvl>
    <w:lvl w:ilvl="3" w:tplc="482AD2A6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E57EC448" w:tentative="1">
      <w:start w:val="1"/>
      <w:numFmt w:val="bullet"/>
      <w:lvlText w:val="o"/>
      <w:lvlJc w:val="left"/>
      <w:pPr>
        <w:ind w:left="3600" w:hanging="360"/>
      </w:pPr>
      <w:rPr>
        <w:rFonts w:ascii="NanumMyeongjo" w:eastAsia="NanumMyeongjo" w:hAnsi="NanumMyeongjo" w:cs="NanumMyeongjo" w:hint="default"/>
      </w:rPr>
    </w:lvl>
    <w:lvl w:ilvl="5" w:tplc="A7D4E4C2" w:tentative="1">
      <w:start w:val="1"/>
      <w:numFmt w:val="bullet"/>
      <w:lvlText w:val=""/>
      <w:lvlJc w:val="left"/>
      <w:pPr>
        <w:ind w:left="4320" w:hanging="360"/>
      </w:pPr>
      <w:rPr>
        <w:rFonts w:ascii="NanumMyeongjo" w:eastAsia="NanumMyeongjo" w:hAnsi="NanumMyeongjo" w:hint="default"/>
      </w:rPr>
    </w:lvl>
    <w:lvl w:ilvl="6" w:tplc="6D828E5C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CED8BF6C" w:tentative="1">
      <w:start w:val="1"/>
      <w:numFmt w:val="bullet"/>
      <w:lvlText w:val="o"/>
      <w:lvlJc w:val="left"/>
      <w:pPr>
        <w:ind w:left="5760" w:hanging="360"/>
      </w:pPr>
      <w:rPr>
        <w:rFonts w:ascii="NanumMyeongjo" w:eastAsia="NanumMyeongjo" w:hAnsi="NanumMyeongjo" w:cs="NanumMyeongjo" w:hint="default"/>
      </w:rPr>
    </w:lvl>
    <w:lvl w:ilvl="8" w:tplc="37AE7044" w:tentative="1">
      <w:start w:val="1"/>
      <w:numFmt w:val="bullet"/>
      <w:lvlText w:val=""/>
      <w:lvlJc w:val="left"/>
      <w:pPr>
        <w:ind w:left="6480" w:hanging="360"/>
      </w:pPr>
      <w:rPr>
        <w:rFonts w:ascii="NanumMyeongjo" w:eastAsia="NanumMyeongjo" w:hAnsi="NanumMyeongjo" w:hint="default"/>
      </w:rPr>
    </w:lvl>
  </w:abstractNum>
  <w:abstractNum w:abstractNumId="38" w15:restartNumberingAfterBreak="0">
    <w:nsid w:val="7D352B33"/>
    <w:multiLevelType w:val="hybridMultilevel"/>
    <w:tmpl w:val="F1E44D60"/>
    <w:lvl w:ilvl="0" w:tplc="0CE06204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C18ED758" w:tentative="1">
      <w:start w:val="1"/>
      <w:numFmt w:val="bullet"/>
      <w:lvlText w:val="o"/>
      <w:lvlJc w:val="left"/>
      <w:pPr>
        <w:ind w:left="1440" w:hanging="360"/>
      </w:pPr>
      <w:rPr>
        <w:rFonts w:ascii="NanumMyeongjo" w:eastAsia="NanumMyeongjo" w:hAnsi="NanumMyeongjo" w:cs="NanumMyeongjo" w:hint="default"/>
      </w:rPr>
    </w:lvl>
    <w:lvl w:ilvl="2" w:tplc="CEB48AE0" w:tentative="1">
      <w:start w:val="1"/>
      <w:numFmt w:val="bullet"/>
      <w:lvlText w:val=""/>
      <w:lvlJc w:val="left"/>
      <w:pPr>
        <w:ind w:left="2160" w:hanging="360"/>
      </w:pPr>
      <w:rPr>
        <w:rFonts w:ascii="NanumMyeongjo" w:eastAsia="NanumMyeongjo" w:hAnsi="NanumMyeongjo" w:hint="default"/>
      </w:rPr>
    </w:lvl>
    <w:lvl w:ilvl="3" w:tplc="5E44DEB2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FB3028C0" w:tentative="1">
      <w:start w:val="1"/>
      <w:numFmt w:val="bullet"/>
      <w:lvlText w:val="o"/>
      <w:lvlJc w:val="left"/>
      <w:pPr>
        <w:ind w:left="3600" w:hanging="360"/>
      </w:pPr>
      <w:rPr>
        <w:rFonts w:ascii="NanumMyeongjo" w:eastAsia="NanumMyeongjo" w:hAnsi="NanumMyeongjo" w:cs="NanumMyeongjo" w:hint="default"/>
      </w:rPr>
    </w:lvl>
    <w:lvl w:ilvl="5" w:tplc="BF06BB16" w:tentative="1">
      <w:start w:val="1"/>
      <w:numFmt w:val="bullet"/>
      <w:lvlText w:val=""/>
      <w:lvlJc w:val="left"/>
      <w:pPr>
        <w:ind w:left="4320" w:hanging="360"/>
      </w:pPr>
      <w:rPr>
        <w:rFonts w:ascii="NanumMyeongjo" w:eastAsia="NanumMyeongjo" w:hAnsi="NanumMyeongjo" w:hint="default"/>
      </w:rPr>
    </w:lvl>
    <w:lvl w:ilvl="6" w:tplc="EA38EA9A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D4148B7E" w:tentative="1">
      <w:start w:val="1"/>
      <w:numFmt w:val="bullet"/>
      <w:lvlText w:val="o"/>
      <w:lvlJc w:val="left"/>
      <w:pPr>
        <w:ind w:left="5760" w:hanging="360"/>
      </w:pPr>
      <w:rPr>
        <w:rFonts w:ascii="NanumMyeongjo" w:eastAsia="NanumMyeongjo" w:hAnsi="NanumMyeongjo" w:cs="NanumMyeongjo" w:hint="default"/>
      </w:rPr>
    </w:lvl>
    <w:lvl w:ilvl="8" w:tplc="F5A0BCBC" w:tentative="1">
      <w:start w:val="1"/>
      <w:numFmt w:val="bullet"/>
      <w:lvlText w:val=""/>
      <w:lvlJc w:val="left"/>
      <w:pPr>
        <w:ind w:left="6480" w:hanging="360"/>
      </w:pPr>
      <w:rPr>
        <w:rFonts w:ascii="NanumMyeongjo" w:eastAsia="NanumMyeongjo" w:hAnsi="NanumMyeongjo" w:hint="default"/>
      </w:rPr>
    </w:lvl>
  </w:abstractNum>
  <w:num w:numId="1" w16cid:durableId="1674801954">
    <w:abstractNumId w:val="10"/>
  </w:num>
  <w:num w:numId="2" w16cid:durableId="1665626929">
    <w:abstractNumId w:val="8"/>
  </w:num>
  <w:num w:numId="3" w16cid:durableId="1445884259">
    <w:abstractNumId w:val="7"/>
  </w:num>
  <w:num w:numId="4" w16cid:durableId="1187869358">
    <w:abstractNumId w:val="6"/>
  </w:num>
  <w:num w:numId="5" w16cid:durableId="1206597158">
    <w:abstractNumId w:val="0"/>
  </w:num>
  <w:num w:numId="6" w16cid:durableId="1093282681">
    <w:abstractNumId w:val="1"/>
  </w:num>
  <w:num w:numId="7" w16cid:durableId="946078788">
    <w:abstractNumId w:val="4"/>
  </w:num>
  <w:num w:numId="8" w16cid:durableId="2046248670">
    <w:abstractNumId w:val="3"/>
  </w:num>
  <w:num w:numId="9" w16cid:durableId="1721706281">
    <w:abstractNumId w:val="2"/>
  </w:num>
  <w:num w:numId="10" w16cid:durableId="643582155">
    <w:abstractNumId w:val="9"/>
  </w:num>
  <w:num w:numId="11" w16cid:durableId="438067138">
    <w:abstractNumId w:val="5"/>
  </w:num>
  <w:num w:numId="12" w16cid:durableId="911820026">
    <w:abstractNumId w:val="37"/>
  </w:num>
  <w:num w:numId="13" w16cid:durableId="2054033829">
    <w:abstractNumId w:val="13"/>
  </w:num>
  <w:num w:numId="14" w16cid:durableId="974020671">
    <w:abstractNumId w:val="35"/>
  </w:num>
  <w:num w:numId="15" w16cid:durableId="1036203278">
    <w:abstractNumId w:val="19"/>
  </w:num>
  <w:num w:numId="16" w16cid:durableId="49232459">
    <w:abstractNumId w:val="28"/>
  </w:num>
  <w:num w:numId="17" w16cid:durableId="1988322393">
    <w:abstractNumId w:val="18"/>
  </w:num>
  <w:num w:numId="18" w16cid:durableId="1284458098">
    <w:abstractNumId w:val="20"/>
  </w:num>
  <w:num w:numId="19" w16cid:durableId="664013564">
    <w:abstractNumId w:val="34"/>
  </w:num>
  <w:num w:numId="20" w16cid:durableId="408505352">
    <w:abstractNumId w:val="17"/>
  </w:num>
  <w:num w:numId="21" w16cid:durableId="1857884558">
    <w:abstractNumId w:val="22"/>
  </w:num>
  <w:num w:numId="22" w16cid:durableId="760687302">
    <w:abstractNumId w:val="25"/>
  </w:num>
  <w:num w:numId="23" w16cid:durableId="713890263">
    <w:abstractNumId w:val="24"/>
  </w:num>
  <w:num w:numId="24" w16cid:durableId="1986667196">
    <w:abstractNumId w:val="16"/>
  </w:num>
  <w:num w:numId="25" w16cid:durableId="185943810">
    <w:abstractNumId w:val="27"/>
  </w:num>
  <w:num w:numId="26" w16cid:durableId="291374726">
    <w:abstractNumId w:val="31"/>
  </w:num>
  <w:num w:numId="27" w16cid:durableId="1947493891">
    <w:abstractNumId w:val="33"/>
  </w:num>
  <w:num w:numId="28" w16cid:durableId="982274763">
    <w:abstractNumId w:val="38"/>
  </w:num>
  <w:num w:numId="29" w16cid:durableId="1532694219">
    <w:abstractNumId w:val="15"/>
  </w:num>
  <w:num w:numId="30" w16cid:durableId="804464829">
    <w:abstractNumId w:val="26"/>
  </w:num>
  <w:num w:numId="31" w16cid:durableId="917515799">
    <w:abstractNumId w:val="30"/>
  </w:num>
  <w:num w:numId="32" w16cid:durableId="1621761606">
    <w:abstractNumId w:val="29"/>
  </w:num>
  <w:num w:numId="33" w16cid:durableId="1018435628">
    <w:abstractNumId w:val="14"/>
  </w:num>
  <w:num w:numId="34" w16cid:durableId="559169527">
    <w:abstractNumId w:val="12"/>
  </w:num>
  <w:num w:numId="35" w16cid:durableId="1565948849">
    <w:abstractNumId w:val="11"/>
  </w:num>
  <w:num w:numId="36" w16cid:durableId="290869415">
    <w:abstractNumId w:val="21"/>
  </w:num>
  <w:num w:numId="37" w16cid:durableId="1553076456">
    <w:abstractNumId w:val="32"/>
  </w:num>
  <w:num w:numId="38" w16cid:durableId="1326397365">
    <w:abstractNumId w:val="36"/>
  </w:num>
  <w:num w:numId="39" w16cid:durableId="29348392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6C"/>
    <w:rsid w:val="000015D7"/>
    <w:rsid w:val="00001AB9"/>
    <w:rsid w:val="00012F27"/>
    <w:rsid w:val="0003213D"/>
    <w:rsid w:val="0003761A"/>
    <w:rsid w:val="000407B2"/>
    <w:rsid w:val="00044275"/>
    <w:rsid w:val="00065F1A"/>
    <w:rsid w:val="0008713B"/>
    <w:rsid w:val="00094D7D"/>
    <w:rsid w:val="000B0A89"/>
    <w:rsid w:val="000B2CB0"/>
    <w:rsid w:val="000B4CEF"/>
    <w:rsid w:val="000B4E93"/>
    <w:rsid w:val="000D61B0"/>
    <w:rsid w:val="00100319"/>
    <w:rsid w:val="00101A3B"/>
    <w:rsid w:val="00113252"/>
    <w:rsid w:val="00133DE3"/>
    <w:rsid w:val="001419DF"/>
    <w:rsid w:val="00156919"/>
    <w:rsid w:val="00164FFA"/>
    <w:rsid w:val="00170A1A"/>
    <w:rsid w:val="00191C15"/>
    <w:rsid w:val="001A6FAB"/>
    <w:rsid w:val="001C3202"/>
    <w:rsid w:val="001D0601"/>
    <w:rsid w:val="001E67ED"/>
    <w:rsid w:val="001F5416"/>
    <w:rsid w:val="0022325E"/>
    <w:rsid w:val="00224115"/>
    <w:rsid w:val="0022626E"/>
    <w:rsid w:val="00253EFE"/>
    <w:rsid w:val="00256070"/>
    <w:rsid w:val="002732C1"/>
    <w:rsid w:val="0028605F"/>
    <w:rsid w:val="002902A0"/>
    <w:rsid w:val="002A71B0"/>
    <w:rsid w:val="002D0F9E"/>
    <w:rsid w:val="002D14BA"/>
    <w:rsid w:val="002D378A"/>
    <w:rsid w:val="00307FDA"/>
    <w:rsid w:val="00327B8C"/>
    <w:rsid w:val="00341D14"/>
    <w:rsid w:val="0034456E"/>
    <w:rsid w:val="003472A6"/>
    <w:rsid w:val="003611FF"/>
    <w:rsid w:val="00363A50"/>
    <w:rsid w:val="00373F85"/>
    <w:rsid w:val="00390C4C"/>
    <w:rsid w:val="003A499E"/>
    <w:rsid w:val="003E7D06"/>
    <w:rsid w:val="003F3BDE"/>
    <w:rsid w:val="00411E28"/>
    <w:rsid w:val="0041297E"/>
    <w:rsid w:val="00433941"/>
    <w:rsid w:val="00441500"/>
    <w:rsid w:val="00444A79"/>
    <w:rsid w:val="00445CE9"/>
    <w:rsid w:val="004628E7"/>
    <w:rsid w:val="0047315D"/>
    <w:rsid w:val="00476842"/>
    <w:rsid w:val="00491DAA"/>
    <w:rsid w:val="004A1F63"/>
    <w:rsid w:val="004B2183"/>
    <w:rsid w:val="004C03F5"/>
    <w:rsid w:val="004C2458"/>
    <w:rsid w:val="004C7DB3"/>
    <w:rsid w:val="004D6A5F"/>
    <w:rsid w:val="004E105F"/>
    <w:rsid w:val="00521C4A"/>
    <w:rsid w:val="005B3A8D"/>
    <w:rsid w:val="005C3273"/>
    <w:rsid w:val="005C7905"/>
    <w:rsid w:val="005E02E5"/>
    <w:rsid w:val="00612852"/>
    <w:rsid w:val="00623D68"/>
    <w:rsid w:val="006312D9"/>
    <w:rsid w:val="0063540D"/>
    <w:rsid w:val="00665F48"/>
    <w:rsid w:val="0069366B"/>
    <w:rsid w:val="006936EF"/>
    <w:rsid w:val="006A21D2"/>
    <w:rsid w:val="006B02DE"/>
    <w:rsid w:val="006C7F93"/>
    <w:rsid w:val="006D4C58"/>
    <w:rsid w:val="006E004B"/>
    <w:rsid w:val="006E050B"/>
    <w:rsid w:val="0071676E"/>
    <w:rsid w:val="00723F9D"/>
    <w:rsid w:val="00741830"/>
    <w:rsid w:val="0074442B"/>
    <w:rsid w:val="007776CF"/>
    <w:rsid w:val="007869B9"/>
    <w:rsid w:val="007A4FD9"/>
    <w:rsid w:val="007C56DD"/>
    <w:rsid w:val="007D7A24"/>
    <w:rsid w:val="007E5532"/>
    <w:rsid w:val="007F33EA"/>
    <w:rsid w:val="0081357A"/>
    <w:rsid w:val="00824C2F"/>
    <w:rsid w:val="00826D1F"/>
    <w:rsid w:val="008310B6"/>
    <w:rsid w:val="0085621F"/>
    <w:rsid w:val="00861C92"/>
    <w:rsid w:val="00875D8E"/>
    <w:rsid w:val="00884544"/>
    <w:rsid w:val="008A6F0D"/>
    <w:rsid w:val="008C21DC"/>
    <w:rsid w:val="008E047C"/>
    <w:rsid w:val="008E2CC1"/>
    <w:rsid w:val="008E4B7A"/>
    <w:rsid w:val="0090102A"/>
    <w:rsid w:val="0090240C"/>
    <w:rsid w:val="00904F4F"/>
    <w:rsid w:val="00910DDC"/>
    <w:rsid w:val="009111E1"/>
    <w:rsid w:val="00917AB9"/>
    <w:rsid w:val="00957964"/>
    <w:rsid w:val="009623C9"/>
    <w:rsid w:val="009871AE"/>
    <w:rsid w:val="009A3F78"/>
    <w:rsid w:val="009A740D"/>
    <w:rsid w:val="009C3476"/>
    <w:rsid w:val="009D0E73"/>
    <w:rsid w:val="009F4CC9"/>
    <w:rsid w:val="00A02D8D"/>
    <w:rsid w:val="00A43C6D"/>
    <w:rsid w:val="00A63A22"/>
    <w:rsid w:val="00A6412E"/>
    <w:rsid w:val="00A869FF"/>
    <w:rsid w:val="00AA4BE7"/>
    <w:rsid w:val="00AC63A8"/>
    <w:rsid w:val="00AE0E4C"/>
    <w:rsid w:val="00AE32AC"/>
    <w:rsid w:val="00AF0D35"/>
    <w:rsid w:val="00AF7B02"/>
    <w:rsid w:val="00B04E32"/>
    <w:rsid w:val="00B079BC"/>
    <w:rsid w:val="00B32601"/>
    <w:rsid w:val="00B3489B"/>
    <w:rsid w:val="00B40A2E"/>
    <w:rsid w:val="00B5774D"/>
    <w:rsid w:val="00B77886"/>
    <w:rsid w:val="00B861B9"/>
    <w:rsid w:val="00B96C5A"/>
    <w:rsid w:val="00BA7E6B"/>
    <w:rsid w:val="00BC0769"/>
    <w:rsid w:val="00BC679B"/>
    <w:rsid w:val="00BF0FCD"/>
    <w:rsid w:val="00BF25FC"/>
    <w:rsid w:val="00C13439"/>
    <w:rsid w:val="00C13E45"/>
    <w:rsid w:val="00C17EB2"/>
    <w:rsid w:val="00C26C5C"/>
    <w:rsid w:val="00C402A9"/>
    <w:rsid w:val="00C419DF"/>
    <w:rsid w:val="00C43880"/>
    <w:rsid w:val="00C515E2"/>
    <w:rsid w:val="00C829DD"/>
    <w:rsid w:val="00C84957"/>
    <w:rsid w:val="00C92524"/>
    <w:rsid w:val="00CA78B5"/>
    <w:rsid w:val="00CB1E75"/>
    <w:rsid w:val="00CB409D"/>
    <w:rsid w:val="00CC1783"/>
    <w:rsid w:val="00CD1788"/>
    <w:rsid w:val="00D07D0B"/>
    <w:rsid w:val="00D12505"/>
    <w:rsid w:val="00D15347"/>
    <w:rsid w:val="00D20298"/>
    <w:rsid w:val="00D25406"/>
    <w:rsid w:val="00D954AB"/>
    <w:rsid w:val="00DC312A"/>
    <w:rsid w:val="00DC5C4D"/>
    <w:rsid w:val="00DE1FB5"/>
    <w:rsid w:val="00DE2CAB"/>
    <w:rsid w:val="00DE6891"/>
    <w:rsid w:val="00E030F9"/>
    <w:rsid w:val="00E043C4"/>
    <w:rsid w:val="00E1565F"/>
    <w:rsid w:val="00E33927"/>
    <w:rsid w:val="00E443D0"/>
    <w:rsid w:val="00E7467A"/>
    <w:rsid w:val="00EC0224"/>
    <w:rsid w:val="00EC0DA8"/>
    <w:rsid w:val="00EC0EFD"/>
    <w:rsid w:val="00ED1841"/>
    <w:rsid w:val="00ED2EAB"/>
    <w:rsid w:val="00ED4671"/>
    <w:rsid w:val="00ED5D3C"/>
    <w:rsid w:val="00F27A9D"/>
    <w:rsid w:val="00F342A2"/>
    <w:rsid w:val="00F45AAD"/>
    <w:rsid w:val="00F46C08"/>
    <w:rsid w:val="00F53EC7"/>
    <w:rsid w:val="00F64E2C"/>
    <w:rsid w:val="00F76E59"/>
    <w:rsid w:val="00F84C47"/>
    <w:rsid w:val="00FA3873"/>
    <w:rsid w:val="00FA5348"/>
    <w:rsid w:val="00FA7EF3"/>
    <w:rsid w:val="00FC4BDA"/>
    <w:rsid w:val="00FC6E26"/>
    <w:rsid w:val="00FD7C3B"/>
    <w:rsid w:val="00FE146C"/>
    <w:rsid w:val="00FE14C6"/>
    <w:rsid w:val="00FE6006"/>
    <w:rsid w:val="00FF2A7C"/>
    <w:rsid w:val="00FF489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DB372FB"/>
  <w14:defaultImageDpi w14:val="300"/>
  <w15:docId w15:val="{6D7CFDD3-2839-478D-96D7-3FD7D6C2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anumMyeongjo" w:eastAsia="NanumMyeongjo" w:hAnsi="NanumMyeongjo" w:cs="NanumMyeongjo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97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FC4BDA"/>
    <w:pPr>
      <w:keepNext/>
      <w:spacing w:before="240" w:after="60"/>
      <w:outlineLvl w:val="0"/>
    </w:pPr>
    <w:rPr>
      <w:rFonts w:ascii="NanumGothic" w:eastAsia="NanumGothic" w:hAnsi="NanumGothic"/>
      <w:b/>
      <w:bCs/>
      <w:caps/>
      <w:color w:val="005DAA"/>
      <w:kern w:val="32"/>
      <w:sz w:val="44"/>
      <w:szCs w:val="44"/>
    </w:rPr>
  </w:style>
  <w:style w:type="paragraph" w:styleId="Heading2">
    <w:name w:val="heading 2"/>
    <w:basedOn w:val="Normal"/>
    <w:next w:val="Normal"/>
    <w:qFormat/>
    <w:rsid w:val="00100319"/>
    <w:pPr>
      <w:outlineLvl w:val="1"/>
    </w:pPr>
    <w:rPr>
      <w:rFonts w:ascii="NanumGothic" w:eastAsia="NanumGothic" w:hAnsi="NanumGothic"/>
      <w:sz w:val="28"/>
      <w:szCs w:val="28"/>
    </w:rPr>
  </w:style>
  <w:style w:type="paragraph" w:styleId="Heading3">
    <w:name w:val="heading 3"/>
    <w:basedOn w:val="Heading2"/>
    <w:next w:val="Normal"/>
    <w:qFormat/>
    <w:rsid w:val="0041297E"/>
    <w:pPr>
      <w:spacing w:before="240" w:after="120"/>
      <w:outlineLvl w:val="2"/>
    </w:pPr>
    <w:rPr>
      <w:b/>
      <w:smallCaps/>
      <w:sz w:val="24"/>
      <w:u w:val="single"/>
    </w:rPr>
  </w:style>
  <w:style w:type="paragraph" w:styleId="Heading4">
    <w:name w:val="heading 4"/>
    <w:basedOn w:val="Heading3"/>
    <w:next w:val="Normal"/>
    <w:autoRedefine/>
    <w:qFormat/>
    <w:rsid w:val="00094D7D"/>
    <w:pPr>
      <w:keepNext/>
      <w:spacing w:after="60"/>
      <w:outlineLvl w:val="3"/>
    </w:pPr>
    <w:rPr>
      <w:smallCaps w:val="0"/>
      <w:sz w:val="20"/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DE6891"/>
  </w:style>
  <w:style w:type="paragraph" w:customStyle="1" w:styleId="LanguageCode">
    <w:name w:val="Language Code"/>
    <w:basedOn w:val="Normal"/>
    <w:rsid w:val="00F244CE"/>
    <w:pPr>
      <w:jc w:val="right"/>
    </w:pPr>
    <w:rPr>
      <w:rFonts w:ascii="NanumGothic" w:eastAsia="NanumGothic" w:hAnsi="NanumGothic"/>
      <w:sz w:val="14"/>
    </w:rPr>
  </w:style>
  <w:style w:type="paragraph" w:customStyle="1" w:styleId="BodyParagraph">
    <w:name w:val="Body Paragraph"/>
    <w:basedOn w:val="Normal"/>
    <w:autoRedefine/>
    <w:qFormat/>
    <w:rsid w:val="00A63A22"/>
    <w:pPr>
      <w:widowControl w:val="0"/>
      <w:suppressAutoHyphens/>
      <w:autoSpaceDE w:val="0"/>
      <w:autoSpaceDN w:val="0"/>
      <w:adjustRightInd w:val="0"/>
      <w:spacing w:before="120" w:line="300" w:lineRule="atLeast"/>
      <w:textAlignment w:val="center"/>
    </w:pPr>
    <w:rPr>
      <w:color w:val="000000"/>
      <w:sz w:val="20"/>
      <w:szCs w:val="22"/>
    </w:rPr>
  </w:style>
  <w:style w:type="paragraph" w:styleId="Header">
    <w:name w:val="header"/>
    <w:basedOn w:val="Normal"/>
    <w:rsid w:val="00FE65DE"/>
    <w:pPr>
      <w:tabs>
        <w:tab w:val="center" w:pos="4320"/>
        <w:tab w:val="right" w:pos="8640"/>
      </w:tabs>
    </w:pPr>
  </w:style>
  <w:style w:type="paragraph" w:customStyle="1" w:styleId="BulletPoints">
    <w:name w:val="Bullet Points"/>
    <w:basedOn w:val="BodyParagraph"/>
    <w:rsid w:val="00DE6891"/>
    <w:pPr>
      <w:spacing w:before="0"/>
    </w:pPr>
  </w:style>
  <w:style w:type="character" w:styleId="FootnoteReference">
    <w:name w:val="footnote reference"/>
    <w:semiHidden/>
    <w:rsid w:val="00DE6891"/>
    <w:rPr>
      <w:vertAlign w:val="superscript"/>
    </w:rPr>
  </w:style>
  <w:style w:type="paragraph" w:styleId="Footer">
    <w:name w:val="footer"/>
    <w:basedOn w:val="Normal"/>
    <w:semiHidden/>
    <w:rsid w:val="00DE689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E6891"/>
  </w:style>
  <w:style w:type="paragraph" w:customStyle="1" w:styleId="IntroParagraph">
    <w:name w:val="Intro Paragraph"/>
    <w:basedOn w:val="BodyParagraph"/>
    <w:autoRedefine/>
    <w:rsid w:val="00D07D0B"/>
    <w:pPr>
      <w:spacing w:after="360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97E"/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1297E"/>
    <w:rPr>
      <w:rFonts w:ascii="NanumMyeongjo" w:eastAsia="NanumMyeongjo" w:hAnsi="NanumMyeongjo" w:cs="NanumMyeongjo"/>
      <w:sz w:val="18"/>
      <w:szCs w:val="18"/>
    </w:rPr>
  </w:style>
  <w:style w:type="paragraph" w:customStyle="1" w:styleId="Subhead2">
    <w:name w:val="Subhead 2"/>
    <w:basedOn w:val="Heading2"/>
    <w:next w:val="BodyParagraph"/>
    <w:qFormat/>
    <w:rsid w:val="00094D7D"/>
    <w:pPr>
      <w:spacing w:before="240" w:after="60"/>
    </w:pPr>
    <w:rPr>
      <w:b/>
      <w:sz w:val="20"/>
    </w:rPr>
  </w:style>
  <w:style w:type="paragraph" w:customStyle="1" w:styleId="Subhead1">
    <w:name w:val="Subhead 1"/>
    <w:rsid w:val="0085621F"/>
    <w:pPr>
      <w:spacing w:before="240" w:after="120"/>
    </w:pPr>
    <w:rPr>
      <w:rFonts w:ascii="NanumGothic" w:eastAsia="NanumGothic" w:hAnsi="NanumGothic"/>
      <w:b/>
      <w:bCs/>
      <w:caps/>
      <w:sz w:val="24"/>
      <w:szCs w:val="24"/>
      <w:u w:val="single"/>
      <w:lang w:eastAsia="en-US"/>
    </w:rPr>
  </w:style>
  <w:style w:type="paragraph" w:customStyle="1" w:styleId="NumberList">
    <w:name w:val="Number List"/>
    <w:basedOn w:val="BodyParagraph"/>
    <w:qFormat/>
    <w:rsid w:val="0022325E"/>
    <w:pPr>
      <w:tabs>
        <w:tab w:val="right" w:pos="180"/>
      </w:tabs>
      <w:ind w:left="360" w:hanging="360"/>
    </w:pPr>
  </w:style>
  <w:style w:type="character" w:styleId="Hyperlink">
    <w:name w:val="Hyperlink"/>
    <w:basedOn w:val="DefaultParagraphFont"/>
    <w:uiPriority w:val="99"/>
    <w:unhideWhenUsed/>
    <w:rsid w:val="000D61B0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623D68"/>
  </w:style>
  <w:style w:type="paragraph" w:styleId="ListParagraph">
    <w:name w:val="List Paragraph"/>
    <w:basedOn w:val="Normal"/>
    <w:uiPriority w:val="72"/>
    <w:qFormat/>
    <w:rsid w:val="006D4C5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1F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1F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1F63"/>
    <w:rPr>
      <w:rFonts w:ascii="NanumMyeongjo" w:eastAsia="NanumMyeongjo" w:hAnsi="NanumMyeongjo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1F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1F63"/>
    <w:rPr>
      <w:rFonts w:ascii="NanumMyeongjo" w:eastAsia="NanumMyeongjo" w:hAnsi="NanumMyeongjo"/>
      <w:b/>
      <w:bCs/>
      <w:lang w:eastAsia="en-US"/>
    </w:rPr>
  </w:style>
  <w:style w:type="table" w:styleId="TableGrid">
    <w:name w:val="Table Grid"/>
    <w:basedOn w:val="TableNormal"/>
    <w:uiPriority w:val="59"/>
    <w:rsid w:val="004A1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otary.org/myrotary/ko/document/global-grant-monitoring-and-evaluation-plan-supplemen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otary.org/ko/grant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rotary.org/myrotary/ko/document/application-supplement-microcredit-project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rotary.org/myrotary/ko/document/cooperating-organization-memorandum-understandin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otary.org/myrotary/ko/document/vocational-training-team-member-applicatio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leodK\Desktop\RI_Docume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NanumMyeongjo"/>
        <a:ea typeface="NanumMyeongjo"/>
        <a:cs typeface="NanumMyeongjo"/>
        <a:font script="Jpan" typeface="NanumMyeongjo"/>
        <a:font script="Hang" typeface="NanumMyeongjo"/>
        <a:font script="Hans" typeface="NanumMyeongjo"/>
        <a:font script="Hant" typeface="NanumMyeongjo"/>
        <a:font script="Arab" typeface="NanumMyeongjo"/>
        <a:font script="Hebr" typeface="NanumMyeongjo"/>
        <a:font script="Thai" typeface="NanumMyeongjo"/>
        <a:font script="Ethi" typeface="NanumMyeongjo"/>
        <a:font script="Beng" typeface="NanumMyeongjo"/>
        <a:font script="Gujr" typeface="NanumMyeongjo"/>
        <a:font script="Khmr" typeface="NanumMyeongjo"/>
        <a:font script="Knda" typeface="NanumMyeongjo"/>
        <a:font script="Guru" typeface="NanumMyeongjo"/>
        <a:font script="Cans" typeface="NanumMyeongjo"/>
        <a:font script="Cher" typeface="NanumMyeongjo"/>
        <a:font script="Yiii" typeface="NanumMyeongjo"/>
        <a:font script="Tibt" typeface="NanumMyeongjo"/>
        <a:font script="Thaa" typeface="NanumMyeongjo"/>
        <a:font script="Deva" typeface="NanumMyeongjo"/>
        <a:font script="Telu" typeface="NanumMyeongjo"/>
        <a:font script="Taml" typeface="NanumMyeongjo"/>
        <a:font script="Syrc" typeface="NanumMyeongjo"/>
        <a:font script="Orya" typeface="NanumMyeongjo"/>
        <a:font script="Mlym" typeface="NanumMyeongjo"/>
        <a:font script="Laoo" typeface="NanumMyeongjo"/>
        <a:font script="Sinh" typeface="NanumMyeongjo"/>
        <a:font script="Mong" typeface="NanumMyeongjo"/>
        <a:font script="Viet" typeface="NanumMyeongjo"/>
        <a:font script="Uigh" typeface="NanumMyeongjo"/>
        <a:font script="Geor" typeface="NanumMyeongjo"/>
      </a:majorFont>
      <a:minorFont>
        <a:latin typeface="NanumGothic"/>
        <a:ea typeface="NanumMyeongjo"/>
        <a:cs typeface="NanumMyeongjo"/>
        <a:font script="Jpan" typeface="NanumMyeongjo"/>
        <a:font script="Hang" typeface="NanumMyeongjo"/>
        <a:font script="Hans" typeface="NanumMyeongjo"/>
        <a:font script="Hant" typeface="NanumMyeongjo"/>
        <a:font script="Arab" typeface="NanumGothic"/>
        <a:font script="Hebr" typeface="NanumGothic"/>
        <a:font script="Thai" typeface="NanumMyeongjo"/>
        <a:font script="Ethi" typeface="NanumMyeongjo"/>
        <a:font script="Beng" typeface="NanumMyeongjo"/>
        <a:font script="Gujr" typeface="NanumMyeongjo"/>
        <a:font script="Khmr" typeface="NanumMyeongjo"/>
        <a:font script="Knda" typeface="NanumMyeongjo"/>
        <a:font script="Guru" typeface="NanumMyeongjo"/>
        <a:font script="Cans" typeface="NanumMyeongjo"/>
        <a:font script="Cher" typeface="NanumMyeongjo"/>
        <a:font script="Yiii" typeface="NanumMyeongjo"/>
        <a:font script="Tibt" typeface="NanumMyeongjo"/>
        <a:font script="Thaa" typeface="NanumMyeongjo"/>
        <a:font script="Deva" typeface="NanumMyeongjo"/>
        <a:font script="Telu" typeface="NanumMyeongjo"/>
        <a:font script="Taml" typeface="NanumMyeongjo"/>
        <a:font script="Syrc" typeface="NanumMyeongjo"/>
        <a:font script="Orya" typeface="NanumMyeongjo"/>
        <a:font script="Mlym" typeface="NanumMyeongjo"/>
        <a:font script="Laoo" typeface="NanumMyeongjo"/>
        <a:font script="Sinh" typeface="NanumMyeongjo"/>
        <a:font script="Mong" typeface="NanumMyeongjo"/>
        <a:font script="Viet" typeface="NanumGothic"/>
        <a:font script="Uigh" typeface="NanumMyeongjo"/>
        <a:font script="Geor" typeface="NanumMyeongjo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FAE5461C3AE349BB3D98A940207233" ma:contentTypeVersion="13" ma:contentTypeDescription="Create a new document." ma:contentTypeScope="" ma:versionID="7f30ac1cafc79f3caaca1ffedb1b1b60">
  <xs:schema xmlns:xsd="http://www.w3.org/2001/XMLSchema" xmlns:xs="http://www.w3.org/2001/XMLSchema" xmlns:p="http://schemas.microsoft.com/office/2006/metadata/properties" xmlns:ns3="781a6be4-de29-4515-a5ba-3286f343e0a9" xmlns:ns4="556be58e-4878-4538-9bdb-238f44a58b61" targetNamespace="http://schemas.microsoft.com/office/2006/metadata/properties" ma:root="true" ma:fieldsID="fd20d1228356437c0ed82cd65f3d032c" ns3:_="" ns4:_="">
    <xs:import namespace="781a6be4-de29-4515-a5ba-3286f343e0a9"/>
    <xs:import namespace="556be58e-4878-4538-9bdb-238f44a58b61"/>
    <xs:element name="properties">
      <xs:complexType>
        <xs:sequence>
          <xs:element name="documentManagement">
            <xs:complexType>
              <xs:all>
                <xs:element ref="ns3:SharedWithUsers" minOccurs="0"/>
                <xs:element ref="ns3:SharedWithDetails" minOccurs="0"/>
                <xs:element ref="ns3:SharingHintHash" minOccurs="0"/>
                <xs:element ref="ns4:MediaServiceMetadata" minOccurs="0"/>
                <xs:element ref="ns4:MediaServiceFastMetadata" minOccurs="0"/>
                <xs:element ref="ns4:MediaServiceDateTaken" minOccurs="0"/>
                <xs:element ref="ns4:MediaServiceAutoTags" minOccurs="0"/>
                <xs:element ref="ns4:MediaServiceLocation" minOccurs="0"/>
                <xs:element ref="ns4:MediaServiceOCR" minOccurs="0"/>
                <xs:element ref="ns4:MediaServiceEventHashCode" minOccurs="0"/>
                <xs:element ref="ns4:MediaServiceGenerationTime" minOccurs="0"/>
                <xs:element ref="ns4:MediaServiceAutoKeyPoints" minOccurs="0"/>
                <xs:element ref="ns4:MediaServiceKeyPoints" minOccurs="0"/>
              </xs:all>
            </xs:complexType>
          </xs:element>
        </xs:sequence>
      </xs:complex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781a6be4-de29-4515-a5ba-3286f343e0a9" elementFormDefault="qualified">
    <xs:import namespace="http://schemas.microsoft.com/office/2006/documentManagement/types"/>
    <xs:import namespace="http://schemas.microsoft.com/office/infopath/2007/PartnerControls"/>
    <xs:element name="SharedWithUsers" ma:index="8" nillable="true" ma:displayName="Shared With" ma:description="" ma:internalName="SharedWithUsers" ma:readOnly="true">
      <xs:complexType>
        <xs:complexContent>
          <xs:extension base="dms:UserMulti">
            <xs:sequence>
              <xs:element name="UserInfo" minOccurs="0" maxOccurs="unbounded">
                <xs:complexType>
                  <xs:sequence>
                    <xs:element name="DisplayName" type="xsd:string" minOccurs="0"/>
                    <xs:element name="AccountId" type="dms:UserId" minOccurs="0" nillable="true"/>
                    <xs:element name="AccountType" type="xsd:string" minOccurs="0"/>
                  </xs:sequence>
                </xs:complexType>
              </xs:element>
            </xs:sequence>
          </xs:extension>
        </xs:complexContent>
      </xs:complexType>
    </xs:element>
    <xs:element name="SharedWithDetails" ma:index="9" nillable="true" ma:displayName="Shared With Details" ma:description="" ma:internalName="SharedWithDetails" ma:readOnly="true">
      <xs:simpleType>
        <xs:restriction base="dms:Note">
          <xs:maxLength value="255"/>
        </xs:restriction>
      </xs:simpleType>
    </xs:element>
    <xs:element name="SharingHintHash" ma:index="10" nillable="true" ma:displayName="Sharing Hint Hash" ma:description="" ma:hidden="true" ma:internalName="SharingHintHash" ma:readOnly="true">
      <xs:simpleType>
        <xs:restriction base="dms:Text"/>
      </xs:simple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556be58e-4878-4538-9bdb-238f44a58b61" elementFormDefault="qualified">
    <xs:import namespace="http://schemas.microsoft.com/office/2006/documentManagement/types"/>
    <xs:import namespace="http://schemas.microsoft.com/office/infopath/2007/PartnerControls"/>
    <xs:element name="MediaServiceMetadata" ma:index="11" nillable="true" ma:displayName="MediaServiceMetadata" ma:description="" ma:hidden="true" ma:internalName="MediaServiceMetadata" ma:readOnly="true">
      <xs:simpleType>
        <xs:restriction base="dms:Note"/>
      </xs:simpleType>
    </xs:element>
    <xs:element name="MediaServiceFastMetadata" ma:index="12" nillable="true" ma:displayName="MediaServiceFastMetadata" ma:description="" ma:hidden="true" ma:internalName="MediaServiceFastMetadata" ma:readOnly="true">
      <xs:simpleType>
        <xs:restriction base="dms:Note"/>
      </xs:simpleType>
    </xs:element>
    <xs:element name="MediaServiceDateTaken" ma:index="13" nillable="true" ma:displayName="MediaServiceDateTaken" ma:description="" ma:hidden="true" ma:internalName="MediaServiceDateTaken" ma:readOnly="true">
      <xs:simpleType>
        <xs:restriction base="dms:Text"/>
      </xs:simpleType>
    </xs:element>
    <xs:element name="MediaServiceAutoTags" ma:index="14" nillable="true" ma:displayName="MediaServiceAutoTags" ma:description="" ma:internalName="MediaServiceAutoTags" ma:readOnly="true">
      <xs:simpleType>
        <xs:restriction base="dms:Text"/>
      </xs:simpleType>
    </xs:element>
    <xs:element name="MediaServiceLocation" ma:index="15" nillable="true" ma:displayName="MediaServiceLocation" ma:description="" ma:internalName="MediaServiceLocation" ma:readOnly="true">
      <xs:simpleType>
        <xs:restriction base="dms:Text"/>
      </xs:simpleType>
    </xs:element>
    <xs:element name="MediaServiceOCR" ma:index="16" nillable="true" ma:displayName="MediaServiceOCR" ma:internalName="MediaServiceOCR" ma:readOnly="true">
      <xs:simpleType>
        <xs:restriction base="dms:Note">
          <xs:maxLength value="255"/>
        </xs:restriction>
      </xs:simpleType>
    </xs:element>
    <xs:element name="MediaServiceEventHashCode" ma:index="17" nillable="true" ma:displayName="MediaServiceEventHashCode" ma:hidden="true" ma:internalName="MediaServiceEventHashCode" ma:readOnly="true">
      <xs:simpleType>
        <xs:restriction base="dms:Text"/>
      </xs:simpleType>
    </xs:element>
    <xs:element name="MediaServiceGenerationTime" ma:index="18" nillable="true" ma:displayName="MediaServiceGenerationTime" ma:hidden="true" ma:internalName="MediaServiceGenerationTime" ma:readOnly="true">
      <xs:simpleType>
        <xs:restriction base="dms:Text"/>
      </xs:simpleType>
    </xs:element>
    <xs:element name="MediaServiceAutoKeyPoints" ma:index="19" nillable="true" ma:displayName="MediaServiceAutoKeyPoints" ma:hidden="true" ma:internalName="MediaServiceAutoKeyPoints" ma:readOnly="true">
      <xs:simpleType>
        <xs:restriction base="dms:Note"/>
      </xs:simpleType>
    </xs:element>
    <xs:element name="MediaServiceKeyPoints" ma:index="20" nillable="true" ma:displayName="KeyPoints" ma:internalName="MediaServiceKeyPoints" ma:readOnly="true">
      <xs:simpleType>
        <xs:restriction base="dms:Note">
          <xs:maxLength value="255"/>
        </xs:restriction>
      </xs:simpleType>
    </xs:element>
  </xs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3ACA91-98FD-4B5B-923B-152D195993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014A40-1F94-4B56-85F5-B2FC4E3E397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56be58e-4878-4538-9bdb-238f44a58b61"/>
    <ds:schemaRef ds:uri="http://purl.org/dc/elements/1.1/"/>
    <ds:schemaRef ds:uri="http://schemas.microsoft.com/office/2006/metadata/properties"/>
    <ds:schemaRef ds:uri="781a6be4-de29-4515-a5ba-3286f343e0a9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7D1CFB8-8840-41DE-A580-AEBDEC2434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67D7F9-70B4-44E1-AA7A-70C977651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1a6be4-de29-4515-a5ba-3286f343e0a9"/>
    <ds:schemaRef ds:uri="556be58e-4878-4538-9bdb-238f44a58b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RI_Document.dot</Template>
  <TotalTime>3</TotalTime>
  <Pages>11</Pages>
  <Words>4754</Words>
  <Characters>2265</Characters>
  <Application>Microsoft Office Word</Application>
  <DocSecurity>0</DocSecurity>
  <Lines>18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Rotary International</Company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McLeod</dc:creator>
  <cp:lastModifiedBy>Karen McLeod</cp:lastModifiedBy>
  <cp:revision>7</cp:revision>
  <cp:lastPrinted>2015-01-20T03:57:00Z</cp:lastPrinted>
  <dcterms:created xsi:type="dcterms:W3CDTF">2020-09-01T15:45:00Z</dcterms:created>
  <dcterms:modified xsi:type="dcterms:W3CDTF">2023-06-07T20:35:00Z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0x0101003EFAE5461C3AE349BB3D98A940207233</vt:lpwstr>
  </property>
</Properties>
</file>